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6" w:type="dxa"/>
        <w:tblBorders>
          <w:top w:val="single" w:sz="4" w:space="0" w:color="000000"/>
          <w:bottom w:val="single" w:sz="4" w:space="0" w:color="000000"/>
          <w:insideH w:val="single" w:sz="4" w:space="0" w:color="000000"/>
        </w:tblBorders>
        <w:tblLayout w:type="fixed"/>
        <w:tblCellMar>
          <w:left w:w="0" w:type="dxa"/>
          <w:right w:w="0" w:type="dxa"/>
        </w:tblCellMar>
        <w:tblLook w:val="04A0" w:firstRow="1" w:lastRow="0" w:firstColumn="1" w:lastColumn="0" w:noHBand="0" w:noVBand="1"/>
      </w:tblPr>
      <w:tblGrid>
        <w:gridCol w:w="3486"/>
        <w:gridCol w:w="3415"/>
        <w:gridCol w:w="3305"/>
      </w:tblGrid>
      <w:tr w:rsidR="00D35CC3" w:rsidRPr="004C122B" w:rsidTr="00942505">
        <w:tc>
          <w:tcPr>
            <w:tcW w:w="3486" w:type="dxa"/>
            <w:tcBorders>
              <w:bottom w:val="single" w:sz="4" w:space="0" w:color="000000"/>
            </w:tcBorders>
            <w:shd w:val="clear" w:color="auto" w:fill="auto"/>
            <w:tcMar>
              <w:top w:w="85" w:type="dxa"/>
              <w:bottom w:w="85" w:type="dxa"/>
            </w:tcMar>
          </w:tcPr>
          <w:p w:rsidR="00D35CC3" w:rsidRDefault="00D35CC3" w:rsidP="00624106">
            <w:pPr>
              <w:pStyle w:val="CUSTOMBoldColumnHeading"/>
            </w:pPr>
            <w:bookmarkStart w:id="0" w:name="_GoBack"/>
            <w:bookmarkEnd w:id="0"/>
          </w:p>
        </w:tc>
        <w:tc>
          <w:tcPr>
            <w:tcW w:w="6720" w:type="dxa"/>
            <w:gridSpan w:val="2"/>
            <w:tcBorders>
              <w:bottom w:val="single" w:sz="4" w:space="0" w:color="000000"/>
            </w:tcBorders>
            <w:shd w:val="clear" w:color="auto" w:fill="auto"/>
            <w:tcMar>
              <w:top w:w="85" w:type="dxa"/>
              <w:bottom w:w="85" w:type="dxa"/>
            </w:tcMar>
          </w:tcPr>
          <w:p w:rsidR="00D35CC3" w:rsidRDefault="00D35CC3" w:rsidP="009A14AE">
            <w:pPr>
              <w:pStyle w:val="CUSTOMBoldColumnHeading"/>
            </w:pPr>
          </w:p>
        </w:tc>
      </w:tr>
      <w:tr w:rsidR="004C122B" w:rsidRP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9A14AE">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9A14AE">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9A14AE">
            <w:pPr>
              <w:pStyle w:val="CUSTOMHeaderText"/>
            </w:pPr>
          </w:p>
        </w:tc>
      </w:tr>
      <w:tr w:rsidR="004C122B" w:rsidTr="009D4370">
        <w:tc>
          <w:tcPr>
            <w:tcW w:w="3486" w:type="dxa"/>
            <w:tcBorders>
              <w:top w:val="single" w:sz="4" w:space="0" w:color="000000"/>
              <w:bottom w:val="single" w:sz="4" w:space="0" w:color="000000"/>
            </w:tcBorders>
            <w:shd w:val="clear" w:color="auto" w:fill="auto"/>
            <w:tcMar>
              <w:top w:w="85" w:type="dxa"/>
              <w:bottom w:w="85" w:type="dxa"/>
            </w:tcMar>
          </w:tcPr>
          <w:p w:rsidR="00813362" w:rsidRDefault="00813362" w:rsidP="009A14AE">
            <w:pPr>
              <w:pStyle w:val="CUSTOMHeaderText"/>
            </w:pPr>
          </w:p>
        </w:tc>
        <w:tc>
          <w:tcPr>
            <w:tcW w:w="3415" w:type="dxa"/>
            <w:tcBorders>
              <w:top w:val="single" w:sz="4" w:space="0" w:color="000000"/>
              <w:bottom w:val="single" w:sz="4" w:space="0" w:color="000000"/>
            </w:tcBorders>
            <w:shd w:val="clear" w:color="auto" w:fill="auto"/>
            <w:tcMar>
              <w:top w:w="85" w:type="dxa"/>
              <w:bottom w:w="85" w:type="dxa"/>
            </w:tcMar>
          </w:tcPr>
          <w:p w:rsidR="00813362" w:rsidRDefault="00813362" w:rsidP="009A14AE">
            <w:pPr>
              <w:pStyle w:val="CUSTOMHeaderText"/>
            </w:pPr>
          </w:p>
        </w:tc>
        <w:tc>
          <w:tcPr>
            <w:tcW w:w="3305" w:type="dxa"/>
            <w:tcBorders>
              <w:top w:val="single" w:sz="4" w:space="0" w:color="000000"/>
              <w:bottom w:val="single" w:sz="4" w:space="0" w:color="000000"/>
            </w:tcBorders>
            <w:shd w:val="clear" w:color="auto" w:fill="auto"/>
            <w:tcMar>
              <w:top w:w="85" w:type="dxa"/>
              <w:bottom w:w="85" w:type="dxa"/>
            </w:tcMar>
          </w:tcPr>
          <w:p w:rsidR="00813362" w:rsidRDefault="00813362" w:rsidP="009A14AE">
            <w:pPr>
              <w:pStyle w:val="CUSTOMHeaderText"/>
            </w:pPr>
          </w:p>
        </w:tc>
      </w:tr>
      <w:tr w:rsidR="00575A29" w:rsidTr="004E704A">
        <w:tc>
          <w:tcPr>
            <w:tcW w:w="3486" w:type="dxa"/>
            <w:tcBorders>
              <w:top w:val="single" w:sz="4" w:space="0" w:color="000000"/>
              <w:bottom w:val="single" w:sz="4" w:space="0" w:color="000000"/>
            </w:tcBorders>
            <w:shd w:val="clear" w:color="auto" w:fill="auto"/>
            <w:tcMar>
              <w:top w:w="85" w:type="dxa"/>
              <w:bottom w:w="85" w:type="dxa"/>
            </w:tcMar>
          </w:tcPr>
          <w:p w:rsidR="00575A29" w:rsidRDefault="00575A29" w:rsidP="009A14AE">
            <w:pPr>
              <w:pStyle w:val="CUSTOMHeaderText"/>
            </w:pPr>
          </w:p>
        </w:tc>
        <w:tc>
          <w:tcPr>
            <w:tcW w:w="6720" w:type="dxa"/>
            <w:gridSpan w:val="2"/>
            <w:tcBorders>
              <w:top w:val="single" w:sz="4" w:space="0" w:color="000000"/>
              <w:bottom w:val="single" w:sz="4" w:space="0" w:color="000000"/>
            </w:tcBorders>
            <w:shd w:val="clear" w:color="auto" w:fill="auto"/>
            <w:tcMar>
              <w:top w:w="85" w:type="dxa"/>
              <w:bottom w:w="85" w:type="dxa"/>
            </w:tcMar>
          </w:tcPr>
          <w:p w:rsidR="00575A29" w:rsidRDefault="00575A29" w:rsidP="009A14AE">
            <w:pPr>
              <w:pStyle w:val="CUSTOMHeaderText"/>
            </w:pPr>
          </w:p>
        </w:tc>
      </w:tr>
      <w:tr w:rsidR="00575A29" w:rsidTr="004E704A">
        <w:tc>
          <w:tcPr>
            <w:tcW w:w="10206" w:type="dxa"/>
            <w:gridSpan w:val="3"/>
            <w:tcBorders>
              <w:top w:val="single" w:sz="4" w:space="0" w:color="000000"/>
              <w:bottom w:val="single" w:sz="4" w:space="0" w:color="000000"/>
            </w:tcBorders>
            <w:shd w:val="clear" w:color="auto" w:fill="auto"/>
            <w:tcMar>
              <w:top w:w="85" w:type="dxa"/>
              <w:bottom w:w="85" w:type="dxa"/>
            </w:tcMar>
          </w:tcPr>
          <w:p w:rsidR="00575A29" w:rsidRDefault="00575A29" w:rsidP="009A14AE">
            <w:pPr>
              <w:pStyle w:val="CUSTOMHeaderText"/>
            </w:pPr>
          </w:p>
        </w:tc>
      </w:tr>
      <w:tr w:rsidR="00813362" w:rsidRPr="008C4F7F" w:rsidTr="00942505">
        <w:tc>
          <w:tcPr>
            <w:tcW w:w="10206" w:type="dxa"/>
            <w:gridSpan w:val="3"/>
            <w:tcBorders>
              <w:top w:val="single" w:sz="4" w:space="0" w:color="000000"/>
              <w:bottom w:val="single" w:sz="4" w:space="0" w:color="000000"/>
            </w:tcBorders>
            <w:shd w:val="clear" w:color="auto" w:fill="auto"/>
            <w:tcMar>
              <w:top w:w="85" w:type="dxa"/>
              <w:bottom w:w="85" w:type="dxa"/>
            </w:tcMar>
          </w:tcPr>
          <w:p w:rsidR="00813362" w:rsidRPr="00095E0A" w:rsidRDefault="00813362" w:rsidP="00B433C6">
            <w:pPr>
              <w:pStyle w:val="CUSTOMBoldColumnHeading"/>
              <w:rPr>
                <w:i/>
              </w:rPr>
            </w:pPr>
          </w:p>
        </w:tc>
      </w:tr>
      <w:tr w:rsidR="00813362" w:rsidRPr="004C122B" w:rsidTr="00C44E9D">
        <w:trPr>
          <w:trHeight w:hRule="exact" w:val="9923"/>
        </w:trPr>
        <w:tc>
          <w:tcPr>
            <w:tcW w:w="10206" w:type="dxa"/>
            <w:gridSpan w:val="3"/>
            <w:tcBorders>
              <w:top w:val="single" w:sz="4" w:space="0" w:color="000000"/>
              <w:bottom w:val="single" w:sz="4" w:space="0" w:color="000000"/>
            </w:tcBorders>
            <w:shd w:val="clear" w:color="auto" w:fill="auto"/>
            <w:tcMar>
              <w:top w:w="57" w:type="dxa"/>
              <w:bottom w:w="85" w:type="dxa"/>
            </w:tcMar>
          </w:tcPr>
          <w:p w:rsidR="00813362" w:rsidRPr="008C4F7F" w:rsidRDefault="00D12EFB" w:rsidP="00DC01AB">
            <w:pPr>
              <w:pStyle w:val="CUSTOMNormal"/>
            </w:pPr>
            <w:r>
              <w:rPr>
                <w:noProof/>
                <w:lang w:eastAsia="en-GB"/>
              </w:rPr>
              <mc:AlternateContent>
                <mc:Choice Requires="wps">
                  <w:drawing>
                    <wp:anchor distT="0" distB="0" distL="114300" distR="114300" simplePos="0" relativeHeight="251691520" behindDoc="0" locked="0" layoutInCell="1" allowOverlap="1" wp14:anchorId="2D7B2618" wp14:editId="68714174">
                      <wp:simplePos x="0" y="0"/>
                      <wp:positionH relativeFrom="column">
                        <wp:posOffset>3609916</wp:posOffset>
                      </wp:positionH>
                      <wp:positionV relativeFrom="paragraph">
                        <wp:posOffset>2162124</wp:posOffset>
                      </wp:positionV>
                      <wp:extent cx="63254" cy="234087"/>
                      <wp:effectExtent l="0" t="0" r="13335" b="33020"/>
                      <wp:wrapNone/>
                      <wp:docPr id="181" name="Freeform 181"/>
                      <wp:cNvGraphicFramePr/>
                      <a:graphic xmlns:a="http://schemas.openxmlformats.org/drawingml/2006/main">
                        <a:graphicData uri="http://schemas.microsoft.com/office/word/2010/wordprocessingShape">
                          <wps:wsp>
                            <wps:cNvSpPr/>
                            <wps:spPr>
                              <a:xfrm>
                                <a:off x="0" y="0"/>
                                <a:ext cx="63254" cy="234087"/>
                              </a:xfrm>
                              <a:custGeom>
                                <a:avLst/>
                                <a:gdLst>
                                  <a:gd name="connsiteX0" fmla="*/ 55939 w 63254"/>
                                  <a:gd name="connsiteY0" fmla="*/ 0 h 234087"/>
                                  <a:gd name="connsiteX1" fmla="*/ 41309 w 63254"/>
                                  <a:gd name="connsiteY1" fmla="*/ 36576 h 234087"/>
                                  <a:gd name="connsiteX2" fmla="*/ 33993 w 63254"/>
                                  <a:gd name="connsiteY2" fmla="*/ 58522 h 234087"/>
                                  <a:gd name="connsiteX3" fmla="*/ 19363 w 63254"/>
                                  <a:gd name="connsiteY3" fmla="*/ 80467 h 234087"/>
                                  <a:gd name="connsiteX4" fmla="*/ 41309 w 63254"/>
                                  <a:gd name="connsiteY4" fmla="*/ 175565 h 234087"/>
                                  <a:gd name="connsiteX5" fmla="*/ 48624 w 63254"/>
                                  <a:gd name="connsiteY5" fmla="*/ 131674 h 234087"/>
                                  <a:gd name="connsiteX6" fmla="*/ 55939 w 63254"/>
                                  <a:gd name="connsiteY6" fmla="*/ 109728 h 234087"/>
                                  <a:gd name="connsiteX7" fmla="*/ 48624 w 63254"/>
                                  <a:gd name="connsiteY7" fmla="*/ 80467 h 234087"/>
                                  <a:gd name="connsiteX8" fmla="*/ 41309 w 63254"/>
                                  <a:gd name="connsiteY8" fmla="*/ 43891 h 234087"/>
                                  <a:gd name="connsiteX9" fmla="*/ 48624 w 63254"/>
                                  <a:gd name="connsiteY9" fmla="*/ 21946 h 234087"/>
                                  <a:gd name="connsiteX10" fmla="*/ 63254 w 63254"/>
                                  <a:gd name="connsiteY10" fmla="*/ 65837 h 234087"/>
                                  <a:gd name="connsiteX11" fmla="*/ 55939 w 63254"/>
                                  <a:gd name="connsiteY11" fmla="*/ 182880 h 234087"/>
                                  <a:gd name="connsiteX12" fmla="*/ 48624 w 63254"/>
                                  <a:gd name="connsiteY12" fmla="*/ 204826 h 234087"/>
                                  <a:gd name="connsiteX13" fmla="*/ 19363 w 63254"/>
                                  <a:gd name="connsiteY13" fmla="*/ 234087 h 234087"/>
                                  <a:gd name="connsiteX14" fmla="*/ 12048 w 63254"/>
                                  <a:gd name="connsiteY14" fmla="*/ 146304 h 234087"/>
                                  <a:gd name="connsiteX15" fmla="*/ 19363 w 63254"/>
                                  <a:gd name="connsiteY15" fmla="*/ 109728 h 234087"/>
                                  <a:gd name="connsiteX16" fmla="*/ 26678 w 63254"/>
                                  <a:gd name="connsiteY16" fmla="*/ 87783 h 234087"/>
                                  <a:gd name="connsiteX17" fmla="*/ 26678 w 63254"/>
                                  <a:gd name="connsiteY17" fmla="*/ 51207 h 2340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Lst>
                                <a:rect l="l" t="t" r="r" b="b"/>
                                <a:pathLst>
                                  <a:path w="63254" h="234087">
                                    <a:moveTo>
                                      <a:pt x="55939" y="0"/>
                                    </a:moveTo>
                                    <a:cubicBezTo>
                                      <a:pt x="51062" y="12192"/>
                                      <a:pt x="45920" y="24281"/>
                                      <a:pt x="41309" y="36576"/>
                                    </a:cubicBezTo>
                                    <a:cubicBezTo>
                                      <a:pt x="38601" y="43796"/>
                                      <a:pt x="37442" y="51625"/>
                                      <a:pt x="33993" y="58522"/>
                                    </a:cubicBezTo>
                                    <a:cubicBezTo>
                                      <a:pt x="30061" y="66385"/>
                                      <a:pt x="24240" y="73152"/>
                                      <a:pt x="19363" y="80467"/>
                                    </a:cubicBezTo>
                                    <a:cubicBezTo>
                                      <a:pt x="39445" y="140716"/>
                                      <a:pt x="31812" y="109092"/>
                                      <a:pt x="41309" y="175565"/>
                                    </a:cubicBezTo>
                                    <a:cubicBezTo>
                                      <a:pt x="43747" y="160935"/>
                                      <a:pt x="45407" y="146153"/>
                                      <a:pt x="48624" y="131674"/>
                                    </a:cubicBezTo>
                                    <a:cubicBezTo>
                                      <a:pt x="50297" y="124147"/>
                                      <a:pt x="55939" y="117439"/>
                                      <a:pt x="55939" y="109728"/>
                                    </a:cubicBezTo>
                                    <a:cubicBezTo>
                                      <a:pt x="55939" y="99674"/>
                                      <a:pt x="50805" y="90281"/>
                                      <a:pt x="48624" y="80467"/>
                                    </a:cubicBezTo>
                                    <a:cubicBezTo>
                                      <a:pt x="45927" y="68330"/>
                                      <a:pt x="43747" y="56083"/>
                                      <a:pt x="41309" y="43891"/>
                                    </a:cubicBezTo>
                                    <a:cubicBezTo>
                                      <a:pt x="43747" y="36576"/>
                                      <a:pt x="43172" y="16494"/>
                                      <a:pt x="48624" y="21946"/>
                                    </a:cubicBezTo>
                                    <a:cubicBezTo>
                                      <a:pt x="59529" y="32851"/>
                                      <a:pt x="63254" y="65837"/>
                                      <a:pt x="63254" y="65837"/>
                                    </a:cubicBezTo>
                                    <a:cubicBezTo>
                                      <a:pt x="60816" y="104851"/>
                                      <a:pt x="60031" y="144004"/>
                                      <a:pt x="55939" y="182880"/>
                                    </a:cubicBezTo>
                                    <a:cubicBezTo>
                                      <a:pt x="55132" y="190549"/>
                                      <a:pt x="53106" y="198551"/>
                                      <a:pt x="48624" y="204826"/>
                                    </a:cubicBezTo>
                                    <a:cubicBezTo>
                                      <a:pt x="40607" y="216050"/>
                                      <a:pt x="19363" y="234087"/>
                                      <a:pt x="19363" y="234087"/>
                                    </a:cubicBezTo>
                                    <a:cubicBezTo>
                                      <a:pt x="-11932" y="202790"/>
                                      <a:pt x="1693" y="223965"/>
                                      <a:pt x="12048" y="146304"/>
                                    </a:cubicBezTo>
                                    <a:cubicBezTo>
                                      <a:pt x="13691" y="133980"/>
                                      <a:pt x="16347" y="121790"/>
                                      <a:pt x="19363" y="109728"/>
                                    </a:cubicBezTo>
                                    <a:cubicBezTo>
                                      <a:pt x="21233" y="102248"/>
                                      <a:pt x="25722" y="95434"/>
                                      <a:pt x="26678" y="87783"/>
                                    </a:cubicBezTo>
                                    <a:cubicBezTo>
                                      <a:pt x="28190" y="75685"/>
                                      <a:pt x="26678" y="63399"/>
                                      <a:pt x="26678" y="51207"/>
                                    </a:cubicBezTo>
                                  </a:path>
                                </a:pathLst>
                              </a:custGeom>
                              <a:solidFill>
                                <a:schemeClr val="tx1">
                                  <a:lumMod val="95000"/>
                                  <a:lumOff val="5000"/>
                                </a:schemeClr>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81" o:spid="_x0000_s1026" style="position:absolute;margin-left:284.25pt;margin-top:170.25pt;width:5pt;height:18.45pt;z-index:251691520;visibility:visible;mso-wrap-style:square;mso-wrap-distance-left:9pt;mso-wrap-distance-top:0;mso-wrap-distance-right:9pt;mso-wrap-distance-bottom:0;mso-position-horizontal:absolute;mso-position-horizontal-relative:text;mso-position-vertical:absolute;mso-position-vertical-relative:text;v-text-anchor:middle" coordsize="63254,2340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" path="m55939,c51062,12192,45920,24281,41309,36576v-2708,7220,-3867,15049,-7316,21946c30061,66385,24240,73152,19363,80467v20082,60249,12449,28625,21946,95098c43747,160935,45407,146153,48624,131674v1673,-7527,7315,-14235,7315,-21946c55939,99674,50805,90281,48624,80467,45927,68330,43747,56083,41309,43891v2438,-7315,1863,-27397,7315,-21945c59529,32851,63254,65837,63254,65837v-2438,39014,-3223,78167,-7315,117043c55132,190549,53106,198551,48624,204826v-8017,11224,-29261,29261,-29261,29261c-11932,202790,1693,223965,12048,146304v1643,-12324,4299,-24514,7315,-36576c21233,102248,25722,95434,26678,87783v1512,-12098,,-24384,,-36576e" fillcolor="#0d0d0d [3069]" strokecolor="#0d0d0d [3069]" strokeweight="1pt">
                      <v:stroke joinstyle="miter"/>
                      <v:path arrowok="t" o:connecttype="custom" o:connectlocs="55939,0;41309,36576;33993,58522;19363,80467;41309,175565;48624,131674;55939,109728;48624,80467;41309,43891;48624,21946;63254,65837;55939,182880;48624,204826;19363,234087;12048,146304;19363,109728;26678,87783;26678,51207" o:connectangles="0,0,0,0,0,0,0,0,0,0,0,0,0,0,0,0,0,0"/>
                    </v:shape>
                  </w:pict>
                </mc:Fallback>
              </mc:AlternateContent>
            </w:r>
            <w:r>
              <w:rPr>
                <w:noProof/>
                <w:lang w:eastAsia="en-GB"/>
              </w:rPr>
              <mc:AlternateContent>
                <mc:Choice Requires="wps">
                  <w:drawing>
                    <wp:anchor distT="0" distB="0" distL="114300" distR="114300" simplePos="0" relativeHeight="251689472" behindDoc="0" locked="0" layoutInCell="1" allowOverlap="1" wp14:anchorId="5BE8FE11" wp14:editId="1467C6D8">
                      <wp:simplePos x="0" y="0"/>
                      <wp:positionH relativeFrom="column">
                        <wp:posOffset>3651225</wp:posOffset>
                      </wp:positionH>
                      <wp:positionV relativeFrom="paragraph">
                        <wp:posOffset>4042131</wp:posOffset>
                      </wp:positionV>
                      <wp:extent cx="205638" cy="146304"/>
                      <wp:effectExtent l="0" t="0" r="23495" b="25400"/>
                      <wp:wrapNone/>
                      <wp:docPr id="179" name="Freeform 179"/>
                      <wp:cNvGraphicFramePr/>
                      <a:graphic xmlns:a="http://schemas.openxmlformats.org/drawingml/2006/main">
                        <a:graphicData uri="http://schemas.microsoft.com/office/word/2010/wordprocessingShape">
                          <wps:wsp>
                            <wps:cNvSpPr/>
                            <wps:spPr>
                              <a:xfrm>
                                <a:off x="0" y="0"/>
                                <a:ext cx="205638" cy="146304"/>
                              </a:xfrm>
                              <a:custGeom>
                                <a:avLst/>
                                <a:gdLst>
                                  <a:gd name="connsiteX0" fmla="*/ 81781 w 81781"/>
                                  <a:gd name="connsiteY0" fmla="*/ 0 h 65836"/>
                                  <a:gd name="connsiteX1" fmla="*/ 1314 w 81781"/>
                                  <a:gd name="connsiteY1" fmla="*/ 29260 h 65836"/>
                                  <a:gd name="connsiteX2" fmla="*/ 1314 w 81781"/>
                                  <a:gd name="connsiteY2" fmla="*/ 65836 h 65836"/>
                                </a:gdLst>
                                <a:ahLst/>
                                <a:cxnLst>
                                  <a:cxn ang="0">
                                    <a:pos x="connsiteX0" y="connsiteY0"/>
                                  </a:cxn>
                                  <a:cxn ang="0">
                                    <a:pos x="connsiteX1" y="connsiteY1"/>
                                  </a:cxn>
                                  <a:cxn ang="0">
                                    <a:pos x="connsiteX2" y="connsiteY2"/>
                                  </a:cxn>
                                </a:cxnLst>
                                <a:rect l="l" t="t" r="r" b="b"/>
                                <a:pathLst>
                                  <a:path w="81781" h="65836">
                                    <a:moveTo>
                                      <a:pt x="81781" y="0"/>
                                    </a:moveTo>
                                    <a:cubicBezTo>
                                      <a:pt x="50604" y="3464"/>
                                      <a:pt x="10913" y="-9137"/>
                                      <a:pt x="1314" y="29260"/>
                                    </a:cubicBezTo>
                                    <a:cubicBezTo>
                                      <a:pt x="-1643" y="41088"/>
                                      <a:pt x="1314" y="53644"/>
                                      <a:pt x="1314" y="65836"/>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Freeform 179" o:spid="_x0000_s1026" style="position:absolute;margin-left:287.5pt;margin-top:318.3pt;width:16.2pt;height:11.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1781,658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" path="m81781,c50604,3464,10913,-9137,1314,29260v-2957,11828,,24384,,36576e" filled="f" strokecolor="red" strokeweight="1pt">
                      <v:stroke joinstyle="miter"/>
                      <v:path arrowok="t" o:connecttype="custom" o:connectlocs="205638,0;3304,65023;3304,146304" o:connectangles="0,0,0"/>
                    </v:shape>
                  </w:pict>
                </mc:Fallback>
              </mc:AlternateContent>
            </w:r>
            <w:r>
              <w:rPr>
                <w:noProof/>
                <w:lang w:eastAsia="en-GB"/>
              </w:rPr>
              <mc:AlternateContent>
                <mc:Choice Requires="wps">
                  <w:drawing>
                    <wp:anchor distT="0" distB="0" distL="114300" distR="114300" simplePos="0" relativeHeight="251688448" behindDoc="0" locked="0" layoutInCell="1" allowOverlap="1" wp14:anchorId="6C43F8D3" wp14:editId="06ADA4E0">
                      <wp:simplePos x="0" y="0"/>
                      <wp:positionH relativeFrom="column">
                        <wp:posOffset>3636594</wp:posOffset>
                      </wp:positionH>
                      <wp:positionV relativeFrom="paragraph">
                        <wp:posOffset>4583455</wp:posOffset>
                      </wp:positionV>
                      <wp:extent cx="65837" cy="160935"/>
                      <wp:effectExtent l="0" t="0" r="10795" b="10795"/>
                      <wp:wrapNone/>
                      <wp:docPr id="178" name="Freeform 178"/>
                      <wp:cNvGraphicFramePr/>
                      <a:graphic xmlns:a="http://schemas.openxmlformats.org/drawingml/2006/main">
                        <a:graphicData uri="http://schemas.microsoft.com/office/word/2010/wordprocessingShape">
                          <wps:wsp>
                            <wps:cNvSpPr/>
                            <wps:spPr>
                              <a:xfrm>
                                <a:off x="0" y="0"/>
                                <a:ext cx="65837" cy="160935"/>
                              </a:xfrm>
                              <a:custGeom>
                                <a:avLst/>
                                <a:gdLst>
                                  <a:gd name="connsiteX0" fmla="*/ 0 w 65837"/>
                                  <a:gd name="connsiteY0" fmla="*/ 0 h 160935"/>
                                  <a:gd name="connsiteX1" fmla="*/ 14631 w 65837"/>
                                  <a:gd name="connsiteY1" fmla="*/ 102413 h 160935"/>
                                  <a:gd name="connsiteX2" fmla="*/ 21946 w 65837"/>
                                  <a:gd name="connsiteY2" fmla="*/ 124359 h 160935"/>
                                  <a:gd name="connsiteX3" fmla="*/ 43891 w 65837"/>
                                  <a:gd name="connsiteY3" fmla="*/ 138989 h 160935"/>
                                  <a:gd name="connsiteX4" fmla="*/ 65837 w 65837"/>
                                  <a:gd name="connsiteY4" fmla="*/ 160935 h 16093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5837" h="160935">
                                    <a:moveTo>
                                      <a:pt x="0" y="0"/>
                                    </a:moveTo>
                                    <a:cubicBezTo>
                                      <a:pt x="3166" y="25325"/>
                                      <a:pt x="8601" y="75280"/>
                                      <a:pt x="14631" y="102413"/>
                                    </a:cubicBezTo>
                                    <a:cubicBezTo>
                                      <a:pt x="16304" y="109940"/>
                                      <a:pt x="17129" y="118338"/>
                                      <a:pt x="21946" y="124359"/>
                                    </a:cubicBezTo>
                                    <a:cubicBezTo>
                                      <a:pt x="27438" y="131224"/>
                                      <a:pt x="37026" y="133497"/>
                                      <a:pt x="43891" y="138989"/>
                                    </a:cubicBezTo>
                                    <a:lnTo>
                                      <a:pt x="65837" y="160935"/>
                                    </a:ln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78" o:spid="_x0000_s1026" style="position:absolute;margin-left:286.35pt;margin-top:360.9pt;width:5.2pt;height:12.65pt;z-index:251688448;visibility:visible;mso-wrap-style:square;mso-wrap-distance-left:9pt;mso-wrap-distance-top:0;mso-wrap-distance-right:9pt;mso-wrap-distance-bottom:0;mso-position-horizontal:absolute;mso-position-horizontal-relative:text;mso-position-vertical:absolute;mso-position-vertical-relative:text;v-text-anchor:middle" coordsize="65837,1609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" path="m,c3166,25325,8601,75280,14631,102413v1673,7527,2498,15925,7315,21946c27438,131224,37026,133497,43891,138989r21946,21946e" filled="f" strokecolor="red" strokeweight="1pt">
                      <v:stroke joinstyle="miter"/>
                      <v:path arrowok="t" o:connecttype="custom" o:connectlocs="0,0;14631,102413;21946,124359;43891,138989;65837,160935" o:connectangles="0,0,0,0,0"/>
                    </v:shape>
                  </w:pict>
                </mc:Fallback>
              </mc:AlternateContent>
            </w:r>
            <w:r>
              <w:rPr>
                <w:noProof/>
                <w:lang w:eastAsia="en-GB"/>
              </w:rPr>
              <mc:AlternateContent>
                <mc:Choice Requires="wps">
                  <w:drawing>
                    <wp:anchor distT="0" distB="0" distL="114300" distR="114300" simplePos="0" relativeHeight="251687424" behindDoc="0" locked="0" layoutInCell="1" allowOverlap="1" wp14:anchorId="4E9AE058" wp14:editId="269D67F0">
                      <wp:simplePos x="0" y="0"/>
                      <wp:positionH relativeFrom="column">
                        <wp:posOffset>3709591</wp:posOffset>
                      </wp:positionH>
                      <wp:positionV relativeFrom="paragraph">
                        <wp:posOffset>4114377</wp:posOffset>
                      </wp:positionV>
                      <wp:extent cx="117759" cy="560925"/>
                      <wp:effectExtent l="0" t="0" r="15875" b="10795"/>
                      <wp:wrapNone/>
                      <wp:docPr id="177" name="Freeform 177"/>
                      <wp:cNvGraphicFramePr/>
                      <a:graphic xmlns:a="http://schemas.openxmlformats.org/drawingml/2006/main">
                        <a:graphicData uri="http://schemas.microsoft.com/office/word/2010/wordprocessingShape">
                          <wps:wsp>
                            <wps:cNvSpPr/>
                            <wps:spPr>
                              <a:xfrm>
                                <a:off x="0" y="0"/>
                                <a:ext cx="117759" cy="560925"/>
                              </a:xfrm>
                              <a:custGeom>
                                <a:avLst/>
                                <a:gdLst>
                                  <a:gd name="connsiteX0" fmla="*/ 58677 w 117759"/>
                                  <a:gd name="connsiteY0" fmla="*/ 44797 h 560925"/>
                                  <a:gd name="connsiteX1" fmla="*/ 155 w 117759"/>
                                  <a:gd name="connsiteY1" fmla="*/ 527600 h 560925"/>
                                  <a:gd name="connsiteX2" fmla="*/ 44046 w 117759"/>
                                  <a:gd name="connsiteY2" fmla="*/ 469078 h 560925"/>
                                  <a:gd name="connsiteX3" fmla="*/ 117198 w 117759"/>
                                  <a:gd name="connsiteY3" fmla="*/ 66742 h 560925"/>
                                  <a:gd name="connsiteX4" fmla="*/ 58677 w 117759"/>
                                  <a:gd name="connsiteY4" fmla="*/ 44797 h 5609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17759" h="560925">
                                    <a:moveTo>
                                      <a:pt x="58677" y="44797"/>
                                    </a:moveTo>
                                    <a:cubicBezTo>
                                      <a:pt x="39170" y="121607"/>
                                      <a:pt x="2593" y="456887"/>
                                      <a:pt x="155" y="527600"/>
                                    </a:cubicBezTo>
                                    <a:cubicBezTo>
                                      <a:pt x="-2283" y="598313"/>
                                      <a:pt x="24539" y="545888"/>
                                      <a:pt x="44046" y="469078"/>
                                    </a:cubicBezTo>
                                    <a:cubicBezTo>
                                      <a:pt x="63553" y="392268"/>
                                      <a:pt x="111102" y="133798"/>
                                      <a:pt x="117198" y="66742"/>
                                    </a:cubicBezTo>
                                    <a:cubicBezTo>
                                      <a:pt x="123294" y="-314"/>
                                      <a:pt x="78184" y="-32013"/>
                                      <a:pt x="58677" y="44797"/>
                                    </a:cubicBezTo>
                                    <a:close/>
                                  </a:path>
                                </a:pathLst>
                              </a:custGeom>
                              <a:solidFill>
                                <a:schemeClr val="tx1">
                                  <a:lumMod val="95000"/>
                                  <a:lumOff val="5000"/>
                                </a:schemeClr>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Freeform 177" o:spid="_x0000_s1026" style="position:absolute;margin-left:292.1pt;margin-top:323.95pt;width:9.25pt;height:44.15pt;z-index:251687424;visibility:visible;mso-wrap-style:square;mso-wrap-distance-left:9pt;mso-wrap-distance-top:0;mso-wrap-distance-right:9pt;mso-wrap-distance-bottom:0;mso-position-horizontal:absolute;mso-position-horizontal-relative:text;mso-position-vertical:absolute;mso-position-vertical-relative:text;v-text-anchor:middle" coordsize="117759,560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" path="m58677,44797c39170,121607,2593,456887,155,527600v-2438,70713,24384,18288,43891,-58522c63553,392268,111102,133798,117198,66742,123294,-314,78184,-32013,58677,44797xe" fillcolor="#0d0d0d [3069]" strokecolor="#0d0d0d [3069]" strokeweight="1pt">
                      <v:stroke joinstyle="miter"/>
                      <v:path arrowok="t" o:connecttype="custom" o:connectlocs="58677,44797;155,527600;44046,469078;117198,66742;58677,44797" o:connectangles="0,0,0,0,0"/>
                    </v:shape>
                  </w:pict>
                </mc:Fallback>
              </mc:AlternateContent>
            </w:r>
            <w:r w:rsidR="005D7B21">
              <w:rPr>
                <w:noProof/>
                <w:lang w:eastAsia="en-GB"/>
              </w:rPr>
              <mc:AlternateContent>
                <mc:Choice Requires="wps">
                  <w:drawing>
                    <wp:anchor distT="0" distB="0" distL="114300" distR="114300" simplePos="0" relativeHeight="251686400" behindDoc="0" locked="0" layoutInCell="1" allowOverlap="1" wp14:anchorId="7FA91F1A" wp14:editId="161B1C23">
                      <wp:simplePos x="0" y="0"/>
                      <wp:positionH relativeFrom="column">
                        <wp:posOffset>2850515</wp:posOffset>
                      </wp:positionH>
                      <wp:positionV relativeFrom="paragraph">
                        <wp:posOffset>3115310</wp:posOffset>
                      </wp:positionV>
                      <wp:extent cx="29210" cy="152400"/>
                      <wp:effectExtent l="19050" t="19050" r="18415" b="19050"/>
                      <wp:wrapNone/>
                      <wp:docPr id="176"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210" cy="152400"/>
                              </a:xfrm>
                              <a:custGeom>
                                <a:avLst/>
                                <a:gdLst>
                                  <a:gd name="T0" fmla="*/ 0 w 46"/>
                                  <a:gd name="T1" fmla="*/ 0 h 240"/>
                                  <a:gd name="T2" fmla="*/ 30 w 46"/>
                                  <a:gd name="T3" fmla="*/ 90 h 240"/>
                                  <a:gd name="T4" fmla="*/ 45 w 46"/>
                                  <a:gd name="T5" fmla="*/ 240 h 240"/>
                                </a:gdLst>
                                <a:ahLst/>
                                <a:cxnLst>
                                  <a:cxn ang="0">
                                    <a:pos x="T0" y="T1"/>
                                  </a:cxn>
                                  <a:cxn ang="0">
                                    <a:pos x="T2" y="T3"/>
                                  </a:cxn>
                                  <a:cxn ang="0">
                                    <a:pos x="T4" y="T5"/>
                                  </a:cxn>
                                </a:cxnLst>
                                <a:rect l="0" t="0" r="r" b="b"/>
                                <a:pathLst>
                                  <a:path w="46" h="240">
                                    <a:moveTo>
                                      <a:pt x="0" y="0"/>
                                    </a:moveTo>
                                    <a:cubicBezTo>
                                      <a:pt x="10" y="30"/>
                                      <a:pt x="20" y="60"/>
                                      <a:pt x="30" y="90"/>
                                    </a:cubicBezTo>
                                    <a:cubicBezTo>
                                      <a:pt x="46" y="138"/>
                                      <a:pt x="45" y="240"/>
                                      <a:pt x="45" y="240"/>
                                    </a:cubicBezTo>
                                  </a:path>
                                </a:pathLst>
                              </a:custGeom>
                              <a:noFill/>
                              <a:ln w="28575" cmpd="sng">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9" o:spid="_x0000_s1026" style="position:absolute;margin-left:224.45pt;margin-top:245.3pt;width:2.3pt;height:12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6,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" path="m,c10,30,20,60,30,90v16,48,15,150,15,150e" filled="f" strokecolor="black [3213]" strokeweight="2.25pt">
                      <v:path arrowok="t" o:connecttype="custom" o:connectlocs="0,0;19050,57150;28575,152400" o:connectangles="0,0,0"/>
                    </v:shape>
                  </w:pict>
                </mc:Fallback>
              </mc:AlternateContent>
            </w:r>
            <w:r w:rsidR="005D7B21">
              <w:rPr>
                <w:noProof/>
                <w:lang w:eastAsia="en-GB"/>
              </w:rPr>
              <mc:AlternateContent>
                <mc:Choice Requires="wps">
                  <w:drawing>
                    <wp:anchor distT="0" distB="0" distL="114300" distR="114300" simplePos="0" relativeHeight="251662848" behindDoc="0" locked="0" layoutInCell="1" allowOverlap="1" wp14:anchorId="29132F93" wp14:editId="6014F178">
                      <wp:simplePos x="0" y="0"/>
                      <wp:positionH relativeFrom="column">
                        <wp:posOffset>3469005</wp:posOffset>
                      </wp:positionH>
                      <wp:positionV relativeFrom="paragraph">
                        <wp:posOffset>85090</wp:posOffset>
                      </wp:positionV>
                      <wp:extent cx="405765" cy="1229995"/>
                      <wp:effectExtent l="20955" t="17780" r="18415" b="20320"/>
                      <wp:wrapNone/>
                      <wp:docPr id="175" name="Freeform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65" cy="1229995"/>
                              </a:xfrm>
                              <a:custGeom>
                                <a:avLst/>
                                <a:gdLst>
                                  <a:gd name="T0" fmla="*/ 17609 w 639"/>
                                  <a:gd name="T1" fmla="*/ 0 h 1937"/>
                                  <a:gd name="T2" fmla="*/ 3327 w 639"/>
                                  <a:gd name="T3" fmla="*/ 95250 h 1937"/>
                                  <a:gd name="T4" fmla="*/ 2979 w 639"/>
                                  <a:gd name="T5" fmla="*/ 238125 h 1937"/>
                                  <a:gd name="T6" fmla="*/ 36653 w 639"/>
                                  <a:gd name="T7" fmla="*/ 333375 h 1937"/>
                                  <a:gd name="T8" fmla="*/ 46175 w 639"/>
                                  <a:gd name="T9" fmla="*/ 361950 h 1937"/>
                                  <a:gd name="T10" fmla="*/ 50936 w 639"/>
                                  <a:gd name="T11" fmla="*/ 381000 h 1937"/>
                                  <a:gd name="T12" fmla="*/ 93815 w 639"/>
                                  <a:gd name="T13" fmla="*/ 438150 h 1937"/>
                                  <a:gd name="T14" fmla="*/ 117589 w 639"/>
                                  <a:gd name="T15" fmla="*/ 500062 h 1937"/>
                                  <a:gd name="T16" fmla="*/ 127111 w 639"/>
                                  <a:gd name="T17" fmla="*/ 519112 h 1937"/>
                                  <a:gd name="T18" fmla="*/ 136632 w 639"/>
                                  <a:gd name="T19" fmla="*/ 533400 h 1937"/>
                                  <a:gd name="T20" fmla="*/ 169958 w 639"/>
                                  <a:gd name="T21" fmla="*/ 561975 h 1937"/>
                                  <a:gd name="T22" fmla="*/ 184242 w 639"/>
                                  <a:gd name="T23" fmla="*/ 571500 h 1937"/>
                                  <a:gd name="T24" fmla="*/ 208046 w 639"/>
                                  <a:gd name="T25" fmla="*/ 604837 h 1937"/>
                                  <a:gd name="T26" fmla="*/ 222329 w 639"/>
                                  <a:gd name="T27" fmla="*/ 619125 h 1937"/>
                                  <a:gd name="T28" fmla="*/ 241373 w 639"/>
                                  <a:gd name="T29" fmla="*/ 647700 h 1937"/>
                                  <a:gd name="T30" fmla="*/ 284220 w 639"/>
                                  <a:gd name="T31" fmla="*/ 704850 h 1937"/>
                                  <a:gd name="T32" fmla="*/ 293742 w 639"/>
                                  <a:gd name="T33" fmla="*/ 719137 h 1937"/>
                                  <a:gd name="T34" fmla="*/ 308025 w 639"/>
                                  <a:gd name="T35" fmla="*/ 723900 h 1937"/>
                                  <a:gd name="T36" fmla="*/ 312786 w 639"/>
                                  <a:gd name="T37" fmla="*/ 738187 h 1937"/>
                                  <a:gd name="T38" fmla="*/ 331829 w 639"/>
                                  <a:gd name="T39" fmla="*/ 766762 h 1937"/>
                                  <a:gd name="T40" fmla="*/ 350873 w 639"/>
                                  <a:gd name="T41" fmla="*/ 795337 h 1937"/>
                                  <a:gd name="T42" fmla="*/ 360395 w 639"/>
                                  <a:gd name="T43" fmla="*/ 823912 h 1937"/>
                                  <a:gd name="T44" fmla="*/ 365156 w 639"/>
                                  <a:gd name="T45" fmla="*/ 838200 h 1937"/>
                                  <a:gd name="T46" fmla="*/ 379439 w 639"/>
                                  <a:gd name="T47" fmla="*/ 852487 h 1937"/>
                                  <a:gd name="T48" fmla="*/ 384200 w 639"/>
                                  <a:gd name="T49" fmla="*/ 938212 h 1937"/>
                                  <a:gd name="T50" fmla="*/ 388960 w 639"/>
                                  <a:gd name="T51" fmla="*/ 952500 h 1937"/>
                                  <a:gd name="T52" fmla="*/ 393722 w 639"/>
                                  <a:gd name="T53" fmla="*/ 1009650 h 1937"/>
                                  <a:gd name="T54" fmla="*/ 398482 w 639"/>
                                  <a:gd name="T55" fmla="*/ 1023937 h 1937"/>
                                  <a:gd name="T56" fmla="*/ 403244 w 639"/>
                                  <a:gd name="T57" fmla="*/ 1042987 h 1937"/>
                                  <a:gd name="T58" fmla="*/ 408004 w 639"/>
                                  <a:gd name="T59" fmla="*/ 1085850 h 1937"/>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0" t="0" r="r" b="b"/>
                                <a:pathLst>
                                  <a:path w="639" h="1937">
                                    <a:moveTo>
                                      <a:pt x="32" y="0"/>
                                    </a:moveTo>
                                    <a:cubicBezTo>
                                      <a:pt x="22" y="48"/>
                                      <a:pt x="13" y="88"/>
                                      <a:pt x="9" y="150"/>
                                    </a:cubicBezTo>
                                    <a:cubicBezTo>
                                      <a:pt x="5" y="213"/>
                                      <a:pt x="0" y="313"/>
                                      <a:pt x="9" y="375"/>
                                    </a:cubicBezTo>
                                    <a:cubicBezTo>
                                      <a:pt x="17" y="438"/>
                                      <a:pt x="50" y="493"/>
                                      <a:pt x="62" y="525"/>
                                    </a:cubicBezTo>
                                    <a:cubicBezTo>
                                      <a:pt x="73" y="557"/>
                                      <a:pt x="72" y="555"/>
                                      <a:pt x="77" y="570"/>
                                    </a:cubicBezTo>
                                    <a:cubicBezTo>
                                      <a:pt x="80" y="580"/>
                                      <a:pt x="72" y="580"/>
                                      <a:pt x="84" y="600"/>
                                    </a:cubicBezTo>
                                    <a:cubicBezTo>
                                      <a:pt x="97" y="620"/>
                                      <a:pt x="134" y="659"/>
                                      <a:pt x="152" y="690"/>
                                    </a:cubicBezTo>
                                    <a:cubicBezTo>
                                      <a:pt x="169" y="721"/>
                                      <a:pt x="174" y="766"/>
                                      <a:pt x="189" y="787"/>
                                    </a:cubicBezTo>
                                    <a:cubicBezTo>
                                      <a:pt x="194" y="797"/>
                                      <a:pt x="199" y="808"/>
                                      <a:pt x="204" y="817"/>
                                    </a:cubicBezTo>
                                    <a:cubicBezTo>
                                      <a:pt x="209" y="825"/>
                                      <a:pt x="208" y="829"/>
                                      <a:pt x="219" y="840"/>
                                    </a:cubicBezTo>
                                    <a:cubicBezTo>
                                      <a:pt x="231" y="851"/>
                                      <a:pt x="259" y="875"/>
                                      <a:pt x="272" y="885"/>
                                    </a:cubicBezTo>
                                    <a:cubicBezTo>
                                      <a:pt x="284" y="895"/>
                                      <a:pt x="287" y="895"/>
                                      <a:pt x="294" y="900"/>
                                    </a:cubicBezTo>
                                    <a:cubicBezTo>
                                      <a:pt x="306" y="918"/>
                                      <a:pt x="318" y="936"/>
                                      <a:pt x="332" y="952"/>
                                    </a:cubicBezTo>
                                    <a:cubicBezTo>
                                      <a:pt x="339" y="961"/>
                                      <a:pt x="347" y="967"/>
                                      <a:pt x="354" y="975"/>
                                    </a:cubicBezTo>
                                    <a:cubicBezTo>
                                      <a:pt x="368" y="1015"/>
                                      <a:pt x="368" y="998"/>
                                      <a:pt x="384" y="1020"/>
                                    </a:cubicBezTo>
                                    <a:cubicBezTo>
                                      <a:pt x="401" y="1042"/>
                                      <a:pt x="438" y="1091"/>
                                      <a:pt x="452" y="1110"/>
                                    </a:cubicBezTo>
                                    <a:cubicBezTo>
                                      <a:pt x="466" y="1129"/>
                                      <a:pt x="460" y="1127"/>
                                      <a:pt x="467" y="1132"/>
                                    </a:cubicBezTo>
                                    <a:cubicBezTo>
                                      <a:pt x="473" y="1137"/>
                                      <a:pt x="482" y="1137"/>
                                      <a:pt x="489" y="1140"/>
                                    </a:cubicBezTo>
                                    <a:cubicBezTo>
                                      <a:pt x="492" y="1147"/>
                                      <a:pt x="493" y="1156"/>
                                      <a:pt x="497" y="1162"/>
                                    </a:cubicBezTo>
                                    <a:cubicBezTo>
                                      <a:pt x="506" y="1178"/>
                                      <a:pt x="521" y="1190"/>
                                      <a:pt x="527" y="1207"/>
                                    </a:cubicBezTo>
                                    <a:cubicBezTo>
                                      <a:pt x="538" y="1240"/>
                                      <a:pt x="529" y="1224"/>
                                      <a:pt x="557" y="1252"/>
                                    </a:cubicBezTo>
                                    <a:lnTo>
                                      <a:pt x="572" y="1297"/>
                                    </a:lnTo>
                                    <a:cubicBezTo>
                                      <a:pt x="574" y="1305"/>
                                      <a:pt x="574" y="1314"/>
                                      <a:pt x="579" y="1320"/>
                                    </a:cubicBezTo>
                                    <a:lnTo>
                                      <a:pt x="602" y="1342"/>
                                    </a:lnTo>
                                    <a:cubicBezTo>
                                      <a:pt x="604" y="1387"/>
                                      <a:pt x="605" y="1433"/>
                                      <a:pt x="609" y="1477"/>
                                    </a:cubicBezTo>
                                    <a:cubicBezTo>
                                      <a:pt x="610" y="1485"/>
                                      <a:pt x="616" y="1492"/>
                                      <a:pt x="617" y="1500"/>
                                    </a:cubicBezTo>
                                    <a:cubicBezTo>
                                      <a:pt x="621" y="1530"/>
                                      <a:pt x="620" y="1560"/>
                                      <a:pt x="624" y="1590"/>
                                    </a:cubicBezTo>
                                    <a:cubicBezTo>
                                      <a:pt x="626" y="1598"/>
                                      <a:pt x="630" y="1605"/>
                                      <a:pt x="632" y="1612"/>
                                    </a:cubicBezTo>
                                    <a:cubicBezTo>
                                      <a:pt x="635" y="1622"/>
                                      <a:pt x="639" y="1588"/>
                                      <a:pt x="639" y="1642"/>
                                    </a:cubicBezTo>
                                    <a:cubicBezTo>
                                      <a:pt x="639" y="1696"/>
                                      <a:pt x="633" y="1876"/>
                                      <a:pt x="631" y="1937"/>
                                    </a:cubicBezTo>
                                  </a:path>
                                </a:pathLst>
                              </a:custGeom>
                              <a:noFill/>
                              <a:ln w="28575"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50" o:spid="_x0000_s1026" style="position:absolute;margin-left:273.15pt;margin-top:6.7pt;width:31.95pt;height:96.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639,1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" path="m32,c22,48,13,88,9,150,5,213,,313,9,375v8,63,41,118,53,150c73,557,72,555,77,570v3,10,-5,10,7,30c97,620,134,659,152,690v17,31,22,76,37,97c194,797,199,808,204,817v5,8,4,12,15,23c231,851,259,875,272,885v12,10,15,10,22,15c306,918,318,936,332,952v7,9,15,15,22,23c368,1015,368,998,384,1020v17,22,54,71,68,90c466,1129,460,1127,467,1132v6,5,15,5,22,8c492,1147,493,1156,497,1162v9,16,24,28,30,45c538,1240,529,1224,557,1252r15,45c574,1305,574,1314,579,1320r23,22c604,1387,605,1433,609,1477v1,8,7,15,8,23c621,1530,620,1560,624,1590v2,8,6,15,8,22c635,1622,639,1588,639,1642v,54,-6,234,-8,295e" filled="f" strokecolor="black [3213]" strokeweight="2.25pt">
                      <v:stroke joinstyle="miter"/>
                      <v:path arrowok="t" o:connecttype="custom" o:connectlocs="11181715,0;2112645,60483750;1891665,151209375;23274655,211693125;29321125,229838250;32344360,241935000;59572525,278225250;74669015,317539370;80715485,329636120;86761320,338709000;107923330,356854125;116993670,362902500;132109210,384071495;141178915,393144375;153271855,411289500;180479700,447579750;186526170,456651995;195595875,459676500;198619110,468748745;210711415,486893870;222804355,505038995;228850825,523184120;231874060,532257000;240943765,541329245;243967000,595764620;246989600,604837500;250013470,641127750;253036070,650199995;256059940,662296745;259082540,689514750" o:connectangles="0,0,0,0,0,0,0,0,0,0,0,0,0,0,0,0,0,0,0,0,0,0,0,0,0,0,0,0,0,0"/>
                    </v:shape>
                  </w:pict>
                </mc:Fallback>
              </mc:AlternateContent>
            </w:r>
            <w:r w:rsidR="005D7B21">
              <w:rPr>
                <w:noProof/>
                <w:lang w:eastAsia="en-GB"/>
              </w:rPr>
              <mc:AlternateContent>
                <mc:Choice Requires="wps">
                  <w:drawing>
                    <wp:anchor distT="0" distB="0" distL="114300" distR="114300" simplePos="0" relativeHeight="251667968" behindDoc="0" locked="0" layoutInCell="1" allowOverlap="1" wp14:anchorId="1E8064FC" wp14:editId="3EAEC999">
                      <wp:simplePos x="0" y="0"/>
                      <wp:positionH relativeFrom="column">
                        <wp:posOffset>2592070</wp:posOffset>
                      </wp:positionH>
                      <wp:positionV relativeFrom="paragraph">
                        <wp:posOffset>2993390</wp:posOffset>
                      </wp:positionV>
                      <wp:extent cx="299720" cy="1899920"/>
                      <wp:effectExtent l="17780" t="11430" r="15875" b="12700"/>
                      <wp:wrapNone/>
                      <wp:docPr id="174" name="Freeform 1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9720" cy="1899920"/>
                              </a:xfrm>
                              <a:custGeom>
                                <a:avLst/>
                                <a:gdLst>
                                  <a:gd name="T0" fmla="*/ 299720 w 300009"/>
                                  <a:gd name="T1" fmla="*/ 0 h 1900231"/>
                                  <a:gd name="T2" fmla="*/ 209320 w 300009"/>
                                  <a:gd name="T3" fmla="*/ 85711 h 1900231"/>
                                  <a:gd name="T4" fmla="*/ 147467 w 300009"/>
                                  <a:gd name="T5" fmla="*/ 133328 h 1900231"/>
                                  <a:gd name="T6" fmla="*/ 19004 w 300009"/>
                                  <a:gd name="T7" fmla="*/ 333320 h 1900231"/>
                                  <a:gd name="T8" fmla="*/ 9488 w 300009"/>
                                  <a:gd name="T9" fmla="*/ 614261 h 1900231"/>
                                  <a:gd name="T10" fmla="*/ 104646 w 300009"/>
                                  <a:gd name="T11" fmla="*/ 1019008 h 1900231"/>
                                  <a:gd name="T12" fmla="*/ 199804 w 300009"/>
                                  <a:gd name="T13" fmla="*/ 1428516 h 1900231"/>
                                  <a:gd name="T14" fmla="*/ 256899 w 300009"/>
                                  <a:gd name="T15" fmla="*/ 1657079 h 1900231"/>
                                  <a:gd name="T16" fmla="*/ 256899 w 300009"/>
                                  <a:gd name="T17" fmla="*/ 1747551 h 1900231"/>
                                  <a:gd name="T18" fmla="*/ 206057 w 300009"/>
                                  <a:gd name="T19" fmla="*/ 1899920 h 190023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00009" h="1900231">
                                    <a:moveTo>
                                      <a:pt x="300009" y="0"/>
                                    </a:moveTo>
                                    <a:cubicBezTo>
                                      <a:pt x="267465" y="31750"/>
                                      <a:pt x="234922" y="63500"/>
                                      <a:pt x="209522" y="85725"/>
                                    </a:cubicBezTo>
                                    <a:cubicBezTo>
                                      <a:pt x="184122" y="107950"/>
                                      <a:pt x="179359" y="92075"/>
                                      <a:pt x="147609" y="133350"/>
                                    </a:cubicBezTo>
                                    <a:cubicBezTo>
                                      <a:pt x="115859" y="174625"/>
                                      <a:pt x="42041" y="253206"/>
                                      <a:pt x="19022" y="333375"/>
                                    </a:cubicBezTo>
                                    <a:cubicBezTo>
                                      <a:pt x="-3997" y="413544"/>
                                      <a:pt x="-4791" y="500062"/>
                                      <a:pt x="9497" y="614362"/>
                                    </a:cubicBezTo>
                                    <a:cubicBezTo>
                                      <a:pt x="23785" y="728662"/>
                                      <a:pt x="72997" y="883444"/>
                                      <a:pt x="104747" y="1019175"/>
                                    </a:cubicBezTo>
                                    <a:cubicBezTo>
                                      <a:pt x="136497" y="1154906"/>
                                      <a:pt x="174597" y="1322388"/>
                                      <a:pt x="199997" y="1428750"/>
                                    </a:cubicBezTo>
                                    <a:cubicBezTo>
                                      <a:pt x="225397" y="1535112"/>
                                      <a:pt x="247622" y="1604169"/>
                                      <a:pt x="257147" y="1657350"/>
                                    </a:cubicBezTo>
                                    <a:cubicBezTo>
                                      <a:pt x="266672" y="1710531"/>
                                      <a:pt x="265629" y="1707357"/>
                                      <a:pt x="257147" y="1747837"/>
                                    </a:cubicBezTo>
                                    <a:cubicBezTo>
                                      <a:pt x="248665" y="1788317"/>
                                      <a:pt x="243562" y="1880387"/>
                                      <a:pt x="206256" y="1900231"/>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42" o:spid="_x0000_s1026" style="position:absolute;margin-left:204.1pt;margin-top:235.7pt;width:23.6pt;height:149.6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00009,1900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" path="m300009,c267465,31750,234922,63500,209522,85725v-25400,22225,-30163,6350,-61913,47625c115859,174625,42041,253206,19022,333375,-3997,413544,-4791,500062,9497,614362v14288,114300,63500,269082,95250,404813c136497,1154906,174597,1322388,199997,1428750v25400,106362,47625,175419,57150,228600c266672,1710531,265629,1707357,257147,1747837v-8482,40480,-13585,132550,-50891,152394e" filled="f" strokecolor="black [3213]" strokeweight="1.5pt">
                      <v:stroke joinstyle="miter"/>
                      <v:path arrowok="t" o:connecttype="custom" o:connectlocs="299431,0;209118,85697;147325,133306;18986,333265;9479,614160;104545,1018841;199612,1428282;256652,1656808;256652,1747265;205859,1899609" o:connectangles="0,0,0,0,0,0,0,0,0,0"/>
                    </v:shape>
                  </w:pict>
                </mc:Fallback>
              </mc:AlternateContent>
            </w:r>
            <w:r w:rsidR="005D7B21">
              <w:rPr>
                <w:noProof/>
                <w:lang w:eastAsia="en-GB"/>
              </w:rPr>
              <mc:AlternateContent>
                <mc:Choice Requires="wps">
                  <w:drawing>
                    <wp:anchor distT="0" distB="0" distL="114300" distR="114300" simplePos="0" relativeHeight="251685376" behindDoc="0" locked="0" layoutInCell="1" allowOverlap="1" wp14:anchorId="5278D94F" wp14:editId="013586AB">
                      <wp:simplePos x="0" y="0"/>
                      <wp:positionH relativeFrom="column">
                        <wp:posOffset>2910840</wp:posOffset>
                      </wp:positionH>
                      <wp:positionV relativeFrom="paragraph">
                        <wp:posOffset>2647315</wp:posOffset>
                      </wp:positionV>
                      <wp:extent cx="55245" cy="419100"/>
                      <wp:effectExtent l="22225" t="17780" r="17780" b="20320"/>
                      <wp:wrapNone/>
                      <wp:docPr id="173"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 cy="419100"/>
                              </a:xfrm>
                              <a:custGeom>
                                <a:avLst/>
                                <a:gdLst>
                                  <a:gd name="T0" fmla="*/ 75 w 87"/>
                                  <a:gd name="T1" fmla="*/ 0 h 660"/>
                                  <a:gd name="T2" fmla="*/ 85 w 87"/>
                                  <a:gd name="T3" fmla="*/ 352 h 660"/>
                                  <a:gd name="T4" fmla="*/ 65 w 87"/>
                                  <a:gd name="T5" fmla="*/ 555 h 660"/>
                                  <a:gd name="T6" fmla="*/ 0 w 87"/>
                                  <a:gd name="T7" fmla="*/ 660 h 660"/>
                                </a:gdLst>
                                <a:ahLst/>
                                <a:cxnLst>
                                  <a:cxn ang="0">
                                    <a:pos x="T0" y="T1"/>
                                  </a:cxn>
                                  <a:cxn ang="0">
                                    <a:pos x="T2" y="T3"/>
                                  </a:cxn>
                                  <a:cxn ang="0">
                                    <a:pos x="T4" y="T5"/>
                                  </a:cxn>
                                  <a:cxn ang="0">
                                    <a:pos x="T6" y="T7"/>
                                  </a:cxn>
                                </a:cxnLst>
                                <a:rect l="0" t="0" r="r" b="b"/>
                                <a:pathLst>
                                  <a:path w="87" h="660">
                                    <a:moveTo>
                                      <a:pt x="75" y="0"/>
                                    </a:moveTo>
                                    <a:cubicBezTo>
                                      <a:pt x="81" y="130"/>
                                      <a:pt x="87" y="260"/>
                                      <a:pt x="85" y="352"/>
                                    </a:cubicBezTo>
                                    <a:cubicBezTo>
                                      <a:pt x="83" y="444"/>
                                      <a:pt x="79" y="504"/>
                                      <a:pt x="65" y="555"/>
                                    </a:cubicBezTo>
                                    <a:cubicBezTo>
                                      <a:pt x="51" y="606"/>
                                      <a:pt x="25" y="633"/>
                                      <a:pt x="0" y="660"/>
                                    </a:cubicBezTo>
                                  </a:path>
                                </a:pathLst>
                              </a:custGeom>
                              <a:noFill/>
                              <a:ln w="28575" cmpd="sng">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8" o:spid="_x0000_s1026" style="position:absolute;margin-left:229.2pt;margin-top:208.45pt;width:4.35pt;height:33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6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" path="m75,v6,130,12,260,10,352c83,444,79,504,65,555,51,606,25,633,,660e" filled="f" strokecolor="black [3213]" strokeweight="2.25pt">
                      <v:path arrowok="t" o:connecttype="custom" o:connectlocs="47625,0;53975,223520;41275,352425;0,419100" o:connectangles="0,0,0,0"/>
                    </v:shape>
                  </w:pict>
                </mc:Fallback>
              </mc:AlternateContent>
            </w:r>
            <w:r w:rsidR="005D7B21">
              <w:rPr>
                <w:noProof/>
                <w:lang w:eastAsia="en-GB"/>
              </w:rPr>
              <mc:AlternateContent>
                <mc:Choice Requires="wps">
                  <w:drawing>
                    <wp:anchor distT="0" distB="0" distL="114300" distR="114300" simplePos="0" relativeHeight="251676160" behindDoc="0" locked="0" layoutInCell="1" allowOverlap="1" wp14:anchorId="7D7BEEDD" wp14:editId="16877C97">
                      <wp:simplePos x="0" y="0"/>
                      <wp:positionH relativeFrom="column">
                        <wp:posOffset>3573145</wp:posOffset>
                      </wp:positionH>
                      <wp:positionV relativeFrom="paragraph">
                        <wp:posOffset>1237615</wp:posOffset>
                      </wp:positionV>
                      <wp:extent cx="172085" cy="1623695"/>
                      <wp:effectExtent l="17780" t="17780" r="19685" b="15875"/>
                      <wp:wrapNone/>
                      <wp:docPr id="172" name="Freeform 1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2085" cy="1623695"/>
                              </a:xfrm>
                              <a:custGeom>
                                <a:avLst/>
                                <a:gdLst>
                                  <a:gd name="T0" fmla="*/ 171858 w 171858"/>
                                  <a:gd name="T1" fmla="*/ 0 h 1624012"/>
                                  <a:gd name="T2" fmla="*/ 162333 w 171858"/>
                                  <a:gd name="T3" fmla="*/ 485775 h 1624012"/>
                                  <a:gd name="T4" fmla="*/ 157571 w 171858"/>
                                  <a:gd name="T5" fmla="*/ 504825 h 1624012"/>
                                  <a:gd name="T6" fmla="*/ 152808 w 171858"/>
                                  <a:gd name="T7" fmla="*/ 533400 h 1624012"/>
                                  <a:gd name="T8" fmla="*/ 143283 w 171858"/>
                                  <a:gd name="T9" fmla="*/ 585787 h 1624012"/>
                                  <a:gd name="T10" fmla="*/ 133758 w 171858"/>
                                  <a:gd name="T11" fmla="*/ 676275 h 1624012"/>
                                  <a:gd name="T12" fmla="*/ 128996 w 171858"/>
                                  <a:gd name="T13" fmla="*/ 733425 h 1624012"/>
                                  <a:gd name="T14" fmla="*/ 119471 w 171858"/>
                                  <a:gd name="T15" fmla="*/ 795337 h 1624012"/>
                                  <a:gd name="T16" fmla="*/ 114708 w 171858"/>
                                  <a:gd name="T17" fmla="*/ 847725 h 1624012"/>
                                  <a:gd name="T18" fmla="*/ 100421 w 171858"/>
                                  <a:gd name="T19" fmla="*/ 895350 h 1624012"/>
                                  <a:gd name="T20" fmla="*/ 90896 w 171858"/>
                                  <a:gd name="T21" fmla="*/ 933450 h 1624012"/>
                                  <a:gd name="T22" fmla="*/ 86133 w 171858"/>
                                  <a:gd name="T23" fmla="*/ 947737 h 1624012"/>
                                  <a:gd name="T24" fmla="*/ 76608 w 171858"/>
                                  <a:gd name="T25" fmla="*/ 995362 h 1624012"/>
                                  <a:gd name="T26" fmla="*/ 67083 w 171858"/>
                                  <a:gd name="T27" fmla="*/ 1033462 h 1624012"/>
                                  <a:gd name="T28" fmla="*/ 52796 w 171858"/>
                                  <a:gd name="T29" fmla="*/ 1157287 h 1624012"/>
                                  <a:gd name="T30" fmla="*/ 43271 w 171858"/>
                                  <a:gd name="T31" fmla="*/ 1195387 h 1624012"/>
                                  <a:gd name="T32" fmla="*/ 38508 w 171858"/>
                                  <a:gd name="T33" fmla="*/ 1223962 h 1624012"/>
                                  <a:gd name="T34" fmla="*/ 28983 w 171858"/>
                                  <a:gd name="T35" fmla="*/ 1252537 h 1624012"/>
                                  <a:gd name="T36" fmla="*/ 24221 w 171858"/>
                                  <a:gd name="T37" fmla="*/ 1271587 h 1624012"/>
                                  <a:gd name="T38" fmla="*/ 408 w 171858"/>
                                  <a:gd name="T39" fmla="*/ 1624012 h 1624012"/>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171858" h="1624012">
                                    <a:moveTo>
                                      <a:pt x="171858" y="0"/>
                                    </a:moveTo>
                                    <a:cubicBezTo>
                                      <a:pt x="169874" y="101203"/>
                                      <a:pt x="164714" y="401638"/>
                                      <a:pt x="162333" y="485775"/>
                                    </a:cubicBezTo>
                                    <a:cubicBezTo>
                                      <a:pt x="159952" y="569912"/>
                                      <a:pt x="158855" y="498407"/>
                                      <a:pt x="157571" y="504825"/>
                                    </a:cubicBezTo>
                                    <a:cubicBezTo>
                                      <a:pt x="155677" y="514294"/>
                                      <a:pt x="154702" y="523931"/>
                                      <a:pt x="152808" y="533400"/>
                                    </a:cubicBezTo>
                                    <a:cubicBezTo>
                                      <a:pt x="144792" y="573482"/>
                                      <a:pt x="149884" y="528578"/>
                                      <a:pt x="143283" y="585787"/>
                                    </a:cubicBezTo>
                                    <a:cubicBezTo>
                                      <a:pt x="139806" y="615916"/>
                                      <a:pt x="136679" y="646087"/>
                                      <a:pt x="133758" y="676275"/>
                                    </a:cubicBezTo>
                                    <a:cubicBezTo>
                                      <a:pt x="131917" y="695302"/>
                                      <a:pt x="130997" y="714414"/>
                                      <a:pt x="128996" y="733425"/>
                                    </a:cubicBezTo>
                                    <a:cubicBezTo>
                                      <a:pt x="118996" y="828421"/>
                                      <a:pt x="129408" y="710871"/>
                                      <a:pt x="119471" y="795337"/>
                                    </a:cubicBezTo>
                                    <a:cubicBezTo>
                                      <a:pt x="117422" y="812752"/>
                                      <a:pt x="117025" y="830344"/>
                                      <a:pt x="114708" y="847725"/>
                                    </a:cubicBezTo>
                                    <a:cubicBezTo>
                                      <a:pt x="113108" y="859725"/>
                                      <a:pt x="103431" y="886321"/>
                                      <a:pt x="100421" y="895350"/>
                                    </a:cubicBezTo>
                                    <a:cubicBezTo>
                                      <a:pt x="96281" y="907769"/>
                                      <a:pt x="94071" y="920750"/>
                                      <a:pt x="90896" y="933450"/>
                                    </a:cubicBezTo>
                                    <a:cubicBezTo>
                                      <a:pt x="89678" y="938320"/>
                                      <a:pt x="87721" y="942975"/>
                                      <a:pt x="86133" y="947737"/>
                                    </a:cubicBezTo>
                                    <a:cubicBezTo>
                                      <a:pt x="76943" y="1012075"/>
                                      <a:pt x="86584" y="958785"/>
                                      <a:pt x="76608" y="995362"/>
                                    </a:cubicBezTo>
                                    <a:cubicBezTo>
                                      <a:pt x="73163" y="1007992"/>
                                      <a:pt x="67083" y="1033462"/>
                                      <a:pt x="67083" y="1033462"/>
                                    </a:cubicBezTo>
                                    <a:cubicBezTo>
                                      <a:pt x="64867" y="1055620"/>
                                      <a:pt x="60300" y="1122265"/>
                                      <a:pt x="52796" y="1157287"/>
                                    </a:cubicBezTo>
                                    <a:cubicBezTo>
                                      <a:pt x="50053" y="1170087"/>
                                      <a:pt x="45423" y="1182474"/>
                                      <a:pt x="43271" y="1195387"/>
                                    </a:cubicBezTo>
                                    <a:cubicBezTo>
                                      <a:pt x="41683" y="1204912"/>
                                      <a:pt x="40850" y="1214594"/>
                                      <a:pt x="38508" y="1223962"/>
                                    </a:cubicBezTo>
                                    <a:cubicBezTo>
                                      <a:pt x="36073" y="1233702"/>
                                      <a:pt x="32158" y="1243012"/>
                                      <a:pt x="28983" y="1252537"/>
                                    </a:cubicBezTo>
                                    <a:cubicBezTo>
                                      <a:pt x="26913" y="1258747"/>
                                      <a:pt x="25808" y="1265237"/>
                                      <a:pt x="24221" y="1271587"/>
                                    </a:cubicBezTo>
                                    <a:cubicBezTo>
                                      <a:pt x="12508" y="1388704"/>
                                      <a:pt x="-2690" y="1549400"/>
                                      <a:pt x="408" y="1624012"/>
                                    </a:cubicBezTo>
                                  </a:path>
                                </a:pathLst>
                              </a:custGeom>
                              <a:noFill/>
                              <a:ln w="28575"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53" o:spid="_x0000_s1026" style="position:absolute;margin-left:281.35pt;margin-top:97.45pt;width:13.55pt;height:127.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1858,16240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" path="m171858,v-1984,101203,-7144,401638,-9525,485775c159952,569912,158855,498407,157571,504825v-1894,9469,-2869,19106,-4763,28575c144792,573482,149884,528578,143283,585787v-3477,30129,-6604,60300,-9525,90488c131917,695302,130997,714414,128996,733425v-10000,94996,412,-22554,-9525,61912c117422,812752,117025,830344,114708,847725v-1600,12000,-11277,38596,-14287,47625c96281,907769,94071,920750,90896,933450v-1218,4870,-3175,9525,-4763,14287c76943,1012075,86584,958785,76608,995362v-3445,12630,-9525,38100,-9525,38100c64867,1055620,60300,1122265,52796,1157287v-2743,12800,-7373,25187,-9525,38100c41683,1204912,40850,1214594,38508,1223962v-2435,9740,-6350,19050,-9525,28575c26913,1258747,25808,1265237,24221,1271587,12508,1388704,-2690,1549400,408,1624012e" filled="f" strokecolor="black [3213]" strokeweight="2.25pt">
                      <v:stroke joinstyle="miter"/>
                      <v:path arrowok="t" o:connecttype="custom" o:connectlocs="172085,0;162547,485680;157779,504726;153010,533296;143472,585673;133935,676143;129166,733282;119629,795182;114860,847560;100554,895175;91016,933268;86247,947552;76709,995168;67172,1033260;52866,1157061;43328,1195154;38559,1223723;29021,1252293;24253,1271339;409,1623695" o:connectangles="0,0,0,0,0,0,0,0,0,0,0,0,0,0,0,0,0,0,0,0"/>
                    </v:shape>
                  </w:pict>
                </mc:Fallback>
              </mc:AlternateContent>
            </w:r>
            <w:r w:rsidR="005D7B21">
              <w:rPr>
                <w:noProof/>
                <w:lang w:eastAsia="en-GB"/>
              </w:rPr>
              <mc:AlternateContent>
                <mc:Choice Requires="wps">
                  <w:drawing>
                    <wp:anchor distT="0" distB="0" distL="114300" distR="114300" simplePos="0" relativeHeight="251684352" behindDoc="0" locked="0" layoutInCell="1" allowOverlap="1" wp14:anchorId="66C365E0" wp14:editId="712824FA">
                      <wp:simplePos x="0" y="0"/>
                      <wp:positionH relativeFrom="column">
                        <wp:posOffset>3431540</wp:posOffset>
                      </wp:positionH>
                      <wp:positionV relativeFrom="paragraph">
                        <wp:posOffset>3347085</wp:posOffset>
                      </wp:positionV>
                      <wp:extent cx="195580" cy="1471930"/>
                      <wp:effectExtent l="9525" t="12700" r="13970" b="10795"/>
                      <wp:wrapNone/>
                      <wp:docPr id="171" name="Freeform 1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5580" cy="1471930"/>
                              </a:xfrm>
                              <a:custGeom>
                                <a:avLst/>
                                <a:gdLst>
                                  <a:gd name="T0" fmla="*/ 195263 w 195263"/>
                                  <a:gd name="T1" fmla="*/ 0 h 1471613"/>
                                  <a:gd name="T2" fmla="*/ 176213 w 195263"/>
                                  <a:gd name="T3" fmla="*/ 257175 h 1471613"/>
                                  <a:gd name="T4" fmla="*/ 147638 w 195263"/>
                                  <a:gd name="T5" fmla="*/ 495300 h 1471613"/>
                                  <a:gd name="T6" fmla="*/ 142875 w 195263"/>
                                  <a:gd name="T7" fmla="*/ 900113 h 1471613"/>
                                  <a:gd name="T8" fmla="*/ 133350 w 195263"/>
                                  <a:gd name="T9" fmla="*/ 1190625 h 1471613"/>
                                  <a:gd name="T10" fmla="*/ 95250 w 195263"/>
                                  <a:gd name="T11" fmla="*/ 1314450 h 1471613"/>
                                  <a:gd name="T12" fmla="*/ 0 w 195263"/>
                                  <a:gd name="T13" fmla="*/ 1471613 h 1471613"/>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95263" h="1471613">
                                    <a:moveTo>
                                      <a:pt x="195263" y="0"/>
                                    </a:moveTo>
                                    <a:cubicBezTo>
                                      <a:pt x="189706" y="87312"/>
                                      <a:pt x="184150" y="174625"/>
                                      <a:pt x="176213" y="257175"/>
                                    </a:cubicBezTo>
                                    <a:cubicBezTo>
                                      <a:pt x="168275" y="339725"/>
                                      <a:pt x="153194" y="388144"/>
                                      <a:pt x="147638" y="495300"/>
                                    </a:cubicBezTo>
                                    <a:cubicBezTo>
                                      <a:pt x="142082" y="602456"/>
                                      <a:pt x="145256" y="784226"/>
                                      <a:pt x="142875" y="900113"/>
                                    </a:cubicBezTo>
                                    <a:cubicBezTo>
                                      <a:pt x="140494" y="1016001"/>
                                      <a:pt x="141287" y="1121569"/>
                                      <a:pt x="133350" y="1190625"/>
                                    </a:cubicBezTo>
                                    <a:cubicBezTo>
                                      <a:pt x="125413" y="1259681"/>
                                      <a:pt x="117475" y="1267619"/>
                                      <a:pt x="95250" y="1314450"/>
                                    </a:cubicBezTo>
                                    <a:cubicBezTo>
                                      <a:pt x="73025" y="1361281"/>
                                      <a:pt x="30956" y="1413669"/>
                                      <a:pt x="0" y="1471613"/>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60" o:spid="_x0000_s1026" style="position:absolute;margin-left:270.2pt;margin-top:263.55pt;width:15.4pt;height:115.9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95263,1471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" path="m195263,v-5557,87312,-11113,174625,-19050,257175c168275,339725,153194,388144,147638,495300v-5556,107156,-2382,288926,-4763,404813c140494,1016001,141287,1121569,133350,1190625v-7937,69056,-15875,76994,-38100,123825c73025,1361281,30956,1413669,,1471613e" filled="f" strokecolor="black [3213]" strokeweight="1.5pt">
                      <v:stroke joinstyle="miter"/>
                      <v:path arrowok="t" o:connecttype="custom" o:connectlocs="195580,0;176499,257230;147878,495407;143107,900307;133566,1190881;95405,1314733;0,1471930" o:connectangles="0,0,0,0,0,0,0"/>
                    </v:shape>
                  </w:pict>
                </mc:Fallback>
              </mc:AlternateContent>
            </w:r>
            <w:r w:rsidR="005D7B21">
              <w:rPr>
                <w:noProof/>
                <w:lang w:eastAsia="en-GB"/>
              </w:rPr>
              <mc:AlternateContent>
                <mc:Choice Requires="wps">
                  <w:drawing>
                    <wp:anchor distT="0" distB="0" distL="114300" distR="114300" simplePos="0" relativeHeight="251678208" behindDoc="0" locked="0" layoutInCell="1" allowOverlap="1" wp14:anchorId="2C1F8C86" wp14:editId="515EB457">
                      <wp:simplePos x="0" y="0"/>
                      <wp:positionH relativeFrom="column">
                        <wp:posOffset>3373120</wp:posOffset>
                      </wp:positionH>
                      <wp:positionV relativeFrom="paragraph">
                        <wp:posOffset>2856865</wp:posOffset>
                      </wp:positionV>
                      <wp:extent cx="205740" cy="1962150"/>
                      <wp:effectExtent l="17780" t="17780" r="14605" b="10795"/>
                      <wp:wrapNone/>
                      <wp:docPr id="170" name="Freeform 1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5740" cy="1962150"/>
                              </a:xfrm>
                              <a:custGeom>
                                <a:avLst/>
                                <a:gdLst>
                                  <a:gd name="T0" fmla="*/ 204787 w 205703"/>
                                  <a:gd name="T1" fmla="*/ 0 h 1962150"/>
                                  <a:gd name="T2" fmla="*/ 204787 w 205703"/>
                                  <a:gd name="T3" fmla="*/ 142875 h 1962150"/>
                                  <a:gd name="T4" fmla="*/ 195262 w 205703"/>
                                  <a:gd name="T5" fmla="*/ 457200 h 1962150"/>
                                  <a:gd name="T6" fmla="*/ 161925 w 205703"/>
                                  <a:gd name="T7" fmla="*/ 733425 h 1962150"/>
                                  <a:gd name="T8" fmla="*/ 147637 w 205703"/>
                                  <a:gd name="T9" fmla="*/ 976313 h 1962150"/>
                                  <a:gd name="T10" fmla="*/ 157162 w 205703"/>
                                  <a:gd name="T11" fmla="*/ 1390650 h 1962150"/>
                                  <a:gd name="T12" fmla="*/ 157162 w 205703"/>
                                  <a:gd name="T13" fmla="*/ 1566863 h 1962150"/>
                                  <a:gd name="T14" fmla="*/ 142875 w 205703"/>
                                  <a:gd name="T15" fmla="*/ 1657350 h 1962150"/>
                                  <a:gd name="T16" fmla="*/ 90487 w 205703"/>
                                  <a:gd name="T17" fmla="*/ 1804988 h 1962150"/>
                                  <a:gd name="T18" fmla="*/ 0 w 205703"/>
                                  <a:gd name="T19" fmla="*/ 1962150 h 196215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05703" h="1962150">
                                    <a:moveTo>
                                      <a:pt x="204787" y="0"/>
                                    </a:moveTo>
                                    <a:cubicBezTo>
                                      <a:pt x="205580" y="33337"/>
                                      <a:pt x="206374" y="66675"/>
                                      <a:pt x="204787" y="142875"/>
                                    </a:cubicBezTo>
                                    <a:cubicBezTo>
                                      <a:pt x="203200" y="219075"/>
                                      <a:pt x="202406" y="358775"/>
                                      <a:pt x="195262" y="457200"/>
                                    </a:cubicBezTo>
                                    <a:cubicBezTo>
                                      <a:pt x="188118" y="555625"/>
                                      <a:pt x="169862" y="646906"/>
                                      <a:pt x="161925" y="733425"/>
                                    </a:cubicBezTo>
                                    <a:cubicBezTo>
                                      <a:pt x="153988" y="819944"/>
                                      <a:pt x="148431" y="866776"/>
                                      <a:pt x="147637" y="976313"/>
                                    </a:cubicBezTo>
                                    <a:cubicBezTo>
                                      <a:pt x="146843" y="1085850"/>
                                      <a:pt x="155574" y="1292225"/>
                                      <a:pt x="157162" y="1390650"/>
                                    </a:cubicBezTo>
                                    <a:cubicBezTo>
                                      <a:pt x="158749" y="1489075"/>
                                      <a:pt x="159543" y="1522413"/>
                                      <a:pt x="157162" y="1566863"/>
                                    </a:cubicBezTo>
                                    <a:cubicBezTo>
                                      <a:pt x="154781" y="1611313"/>
                                      <a:pt x="153987" y="1617663"/>
                                      <a:pt x="142875" y="1657350"/>
                                    </a:cubicBezTo>
                                    <a:cubicBezTo>
                                      <a:pt x="131762" y="1697038"/>
                                      <a:pt x="114299" y="1754188"/>
                                      <a:pt x="90487" y="1804988"/>
                                    </a:cubicBezTo>
                                    <a:cubicBezTo>
                                      <a:pt x="66675" y="1855788"/>
                                      <a:pt x="0" y="1962150"/>
                                      <a:pt x="0" y="1962150"/>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55" o:spid="_x0000_s1026" style="position:absolute;margin-left:265.6pt;margin-top:224.95pt;width:16.2pt;height:154.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05703,1962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" path="m204787,v793,33337,1587,66675,,142875c203200,219075,202406,358775,195262,457200v-7144,98425,-25400,189706,-33337,276225c153988,819944,148431,866776,147637,976313v-794,109537,7937,315912,9525,414337c158749,1489075,159543,1522413,157162,1566863v-2381,44450,-3175,50800,-14287,90487c131762,1697038,114299,1754188,90487,1804988,66675,1855788,,1962150,,1962150e" filled="f" strokecolor="black [3213]" strokeweight="1.5pt">
                      <v:stroke joinstyle="miter"/>
                      <v:path arrowok="t" o:connecttype="custom" o:connectlocs="204824,0;204824,142875;195297,457200;161954,733425;147664,976313;157190,1390650;157190,1566863;142901,1657350;90503,1804988;0,1962150" o:connectangles="0,0,0,0,0,0,0,0,0,0"/>
                    </v:shape>
                  </w:pict>
                </mc:Fallback>
              </mc:AlternateContent>
            </w:r>
            <w:r w:rsidR="005D7B21">
              <w:rPr>
                <w:noProof/>
                <w:lang w:eastAsia="en-GB"/>
              </w:rPr>
              <mc:AlternateContent>
                <mc:Choice Requires="wps">
                  <w:drawing>
                    <wp:anchor distT="0" distB="0" distL="114300" distR="114300" simplePos="0" relativeHeight="251682304" behindDoc="0" locked="0" layoutInCell="1" allowOverlap="1" wp14:anchorId="39394845" wp14:editId="659650A9">
                      <wp:simplePos x="0" y="0"/>
                      <wp:positionH relativeFrom="column">
                        <wp:posOffset>3623945</wp:posOffset>
                      </wp:positionH>
                      <wp:positionV relativeFrom="paragraph">
                        <wp:posOffset>3314065</wp:posOffset>
                      </wp:positionV>
                      <wp:extent cx="128905" cy="1023620"/>
                      <wp:effectExtent l="11430" t="17780" r="12065" b="15875"/>
                      <wp:wrapNone/>
                      <wp:docPr id="169" name="Freeform 1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8905" cy="1023620"/>
                              </a:xfrm>
                              <a:custGeom>
                                <a:avLst/>
                                <a:gdLst>
                                  <a:gd name="T0" fmla="*/ 0 w 128663"/>
                                  <a:gd name="T1" fmla="*/ 0 h 1023937"/>
                                  <a:gd name="T2" fmla="*/ 80963 w 128663"/>
                                  <a:gd name="T3" fmla="*/ 100012 h 1023937"/>
                                  <a:gd name="T4" fmla="*/ 128588 w 128663"/>
                                  <a:gd name="T5" fmla="*/ 219075 h 1023937"/>
                                  <a:gd name="T6" fmla="*/ 90488 w 128663"/>
                                  <a:gd name="T7" fmla="*/ 581025 h 1023937"/>
                                  <a:gd name="T8" fmla="*/ 33338 w 128663"/>
                                  <a:gd name="T9" fmla="*/ 1023937 h 1023937"/>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28663" h="1023937">
                                    <a:moveTo>
                                      <a:pt x="0" y="0"/>
                                    </a:moveTo>
                                    <a:cubicBezTo>
                                      <a:pt x="29766" y="31750"/>
                                      <a:pt x="59532" y="63500"/>
                                      <a:pt x="80963" y="100012"/>
                                    </a:cubicBezTo>
                                    <a:cubicBezTo>
                                      <a:pt x="102394" y="136524"/>
                                      <a:pt x="127001" y="138906"/>
                                      <a:pt x="128588" y="219075"/>
                                    </a:cubicBezTo>
                                    <a:cubicBezTo>
                                      <a:pt x="130175" y="299244"/>
                                      <a:pt x="106363" y="446881"/>
                                      <a:pt x="90488" y="581025"/>
                                    </a:cubicBezTo>
                                    <a:cubicBezTo>
                                      <a:pt x="74613" y="715169"/>
                                      <a:pt x="58738" y="944562"/>
                                      <a:pt x="33338" y="1023937"/>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59" o:spid="_x0000_s1026" style="position:absolute;margin-left:285.35pt;margin-top:260.95pt;width:10.15pt;height:80.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28663,1023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" path="m,c29766,31750,59532,63500,80963,100012v21431,36512,46038,38894,47625,119063c130175,299244,106363,446881,90488,581025,74613,715169,58738,944562,33338,1023937e" filled="f" strokecolor="black [3213]" strokeweight="1.5pt">
                      <v:stroke joinstyle="miter"/>
                      <v:path arrowok="t" o:connecttype="custom" o:connectlocs="0,0;81115,99981;128830,219007;90658,580845;33401,1023620" o:connectangles="0,0,0,0,0"/>
                    </v:shape>
                  </w:pict>
                </mc:Fallback>
              </mc:AlternateContent>
            </w:r>
            <w:r w:rsidR="005D7B21">
              <w:rPr>
                <w:noProof/>
                <w:lang w:eastAsia="en-GB"/>
              </w:rPr>
              <mc:AlternateContent>
                <mc:Choice Requires="wps">
                  <w:drawing>
                    <wp:anchor distT="0" distB="0" distL="114300" distR="114300" simplePos="0" relativeHeight="251681280" behindDoc="0" locked="0" layoutInCell="1" allowOverlap="1" wp14:anchorId="52A15C2E" wp14:editId="135A230F">
                      <wp:simplePos x="0" y="0"/>
                      <wp:positionH relativeFrom="column">
                        <wp:posOffset>3633470</wp:posOffset>
                      </wp:positionH>
                      <wp:positionV relativeFrom="paragraph">
                        <wp:posOffset>3075940</wp:posOffset>
                      </wp:positionV>
                      <wp:extent cx="166370" cy="1291590"/>
                      <wp:effectExtent l="0" t="0" r="24130" b="22860"/>
                      <wp:wrapNone/>
                      <wp:docPr id="168" name="Freeform 1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6370" cy="1291590"/>
                              </a:xfrm>
                              <a:custGeom>
                                <a:avLst/>
                                <a:gdLst>
                                  <a:gd name="T0" fmla="*/ 8366 w 166187"/>
                                  <a:gd name="T1" fmla="*/ 0 h 1291860"/>
                                  <a:gd name="T2" fmla="*/ 13129 w 166187"/>
                                  <a:gd name="T3" fmla="*/ 100013 h 1291860"/>
                                  <a:gd name="T4" fmla="*/ 132191 w 166187"/>
                                  <a:gd name="T5" fmla="*/ 338138 h 1291860"/>
                                  <a:gd name="T6" fmla="*/ 165861 w 166187"/>
                                  <a:gd name="T7" fmla="*/ 471494 h 1291860"/>
                                  <a:gd name="T8" fmla="*/ 117904 w 166187"/>
                                  <a:gd name="T9" fmla="*/ 795338 h 1291860"/>
                                  <a:gd name="T10" fmla="*/ 60754 w 166187"/>
                                  <a:gd name="T11" fmla="*/ 1214438 h 1291860"/>
                                  <a:gd name="T12" fmla="*/ 46466 w 166187"/>
                                  <a:gd name="T13" fmla="*/ 1290638 h 1291860"/>
                                  <a:gd name="T14" fmla="*/ 0 60000 65536"/>
                                  <a:gd name="T15" fmla="*/ 0 60000 65536"/>
                                  <a:gd name="T16" fmla="*/ 0 60000 65536"/>
                                  <a:gd name="T17" fmla="*/ 0 60000 65536"/>
                                  <a:gd name="T18" fmla="*/ 0 60000 65536"/>
                                  <a:gd name="T19" fmla="*/ 0 60000 65536"/>
                                  <a:gd name="T20" fmla="*/ 0 60000 65536"/>
                                </a:gdLst>
                                <a:ahLst/>
                                <a:cxnLst>
                                  <a:cxn ang="T14">
                                    <a:pos x="T0" y="T1"/>
                                  </a:cxn>
                                  <a:cxn ang="T15">
                                    <a:pos x="T2" y="T3"/>
                                  </a:cxn>
                                  <a:cxn ang="T16">
                                    <a:pos x="T4" y="T5"/>
                                  </a:cxn>
                                  <a:cxn ang="T17">
                                    <a:pos x="T6" y="T7"/>
                                  </a:cxn>
                                  <a:cxn ang="T18">
                                    <a:pos x="T8" y="T9"/>
                                  </a:cxn>
                                  <a:cxn ang="T19">
                                    <a:pos x="T10" y="T11"/>
                                  </a:cxn>
                                  <a:cxn ang="T20">
                                    <a:pos x="T12" y="T13"/>
                                  </a:cxn>
                                </a:cxnLst>
                                <a:rect l="0" t="0" r="r" b="b"/>
                                <a:pathLst>
                                  <a:path w="166187" h="1291860">
                                    <a:moveTo>
                                      <a:pt x="8366" y="0"/>
                                    </a:moveTo>
                                    <a:cubicBezTo>
                                      <a:pt x="429" y="21828"/>
                                      <a:pt x="-7508" y="43657"/>
                                      <a:pt x="13129" y="100013"/>
                                    </a:cubicBezTo>
                                    <a:cubicBezTo>
                                      <a:pt x="33766" y="156369"/>
                                      <a:pt x="106736" y="276225"/>
                                      <a:pt x="132191" y="338138"/>
                                    </a:cubicBezTo>
                                    <a:cubicBezTo>
                                      <a:pt x="157646" y="400051"/>
                                      <a:pt x="168242" y="395294"/>
                                      <a:pt x="165861" y="471494"/>
                                    </a:cubicBezTo>
                                    <a:cubicBezTo>
                                      <a:pt x="163480" y="547694"/>
                                      <a:pt x="135422" y="671514"/>
                                      <a:pt x="117904" y="795338"/>
                                    </a:cubicBezTo>
                                    <a:cubicBezTo>
                                      <a:pt x="100386" y="919162"/>
                                      <a:pt x="72660" y="1131888"/>
                                      <a:pt x="60754" y="1214438"/>
                                    </a:cubicBezTo>
                                    <a:cubicBezTo>
                                      <a:pt x="48848" y="1296988"/>
                                      <a:pt x="47657" y="1293813"/>
                                      <a:pt x="46466" y="1290638"/>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58" o:spid="_x0000_s1026" style="position:absolute;margin-left:286.1pt;margin-top:242.2pt;width:13.1pt;height:101.7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66187,12918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" path="m8366,c429,21828,-7508,43657,13129,100013v20637,56356,93607,176212,119062,238125c157646,400051,168242,395294,165861,471494v-2381,76200,-30439,200020,-47957,323844c100386,919162,72660,1131888,60754,1214438v-11906,82550,-13097,79375,-14288,76200e" filled="f" strokecolor="black [3213]" strokeweight="1.5pt">
                      <v:stroke joinstyle="miter"/>
                      <v:path arrowok="t" o:connecttype="custom" o:connectlocs="8375,0;13143,99992;132337,338067;166044,471395;118034,795172;60821,1214184;46517,1290368" o:connectangles="0,0,0,0,0,0,0"/>
                    </v:shape>
                  </w:pict>
                </mc:Fallback>
              </mc:AlternateContent>
            </w:r>
            <w:r w:rsidR="005D7B21">
              <w:rPr>
                <w:noProof/>
                <w:lang w:eastAsia="en-GB"/>
              </w:rPr>
              <mc:AlternateContent>
                <mc:Choice Requires="wps">
                  <w:drawing>
                    <wp:anchor distT="0" distB="0" distL="114300" distR="114300" simplePos="0" relativeHeight="251680256" behindDoc="0" locked="0" layoutInCell="1" allowOverlap="1" wp14:anchorId="03FFC1D5" wp14:editId="05BBB185">
                      <wp:simplePos x="0" y="0"/>
                      <wp:positionH relativeFrom="column">
                        <wp:posOffset>3652520</wp:posOffset>
                      </wp:positionH>
                      <wp:positionV relativeFrom="paragraph">
                        <wp:posOffset>3085465</wp:posOffset>
                      </wp:positionV>
                      <wp:extent cx="244475" cy="1781175"/>
                      <wp:effectExtent l="20955" t="17780" r="20320" b="20320"/>
                      <wp:wrapNone/>
                      <wp:docPr id="167" name="Freeform 1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4475" cy="1781175"/>
                              </a:xfrm>
                              <a:custGeom>
                                <a:avLst/>
                                <a:gdLst>
                                  <a:gd name="T0" fmla="*/ 0 w 244407"/>
                                  <a:gd name="T1" fmla="*/ 0 h 1781175"/>
                                  <a:gd name="T2" fmla="*/ 114300 w 244407"/>
                                  <a:gd name="T3" fmla="*/ 85725 h 1781175"/>
                                  <a:gd name="T4" fmla="*/ 180975 w 244407"/>
                                  <a:gd name="T5" fmla="*/ 161925 h 1781175"/>
                                  <a:gd name="T6" fmla="*/ 238125 w 244407"/>
                                  <a:gd name="T7" fmla="*/ 280988 h 1781175"/>
                                  <a:gd name="T8" fmla="*/ 238125 w 244407"/>
                                  <a:gd name="T9" fmla="*/ 519113 h 1781175"/>
                                  <a:gd name="T10" fmla="*/ 195263 w 244407"/>
                                  <a:gd name="T11" fmla="*/ 814388 h 1781175"/>
                                  <a:gd name="T12" fmla="*/ 133362 w 244407"/>
                                  <a:gd name="T13" fmla="*/ 1038225 h 1781175"/>
                                  <a:gd name="T14" fmla="*/ 47625 w 244407"/>
                                  <a:gd name="T15" fmla="*/ 1490663 h 1781175"/>
                                  <a:gd name="T16" fmla="*/ 23813 w 244407"/>
                                  <a:gd name="T17" fmla="*/ 1709738 h 1781175"/>
                                  <a:gd name="T18" fmla="*/ 33338 w 244407"/>
                                  <a:gd name="T19" fmla="*/ 1781175 h 17811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244407" h="1781175">
                                    <a:moveTo>
                                      <a:pt x="0" y="0"/>
                                    </a:moveTo>
                                    <a:cubicBezTo>
                                      <a:pt x="42069" y="29369"/>
                                      <a:pt x="84138" y="58738"/>
                                      <a:pt x="114300" y="85725"/>
                                    </a:cubicBezTo>
                                    <a:cubicBezTo>
                                      <a:pt x="144463" y="112713"/>
                                      <a:pt x="160338" y="129381"/>
                                      <a:pt x="180975" y="161925"/>
                                    </a:cubicBezTo>
                                    <a:cubicBezTo>
                                      <a:pt x="201612" y="194469"/>
                                      <a:pt x="228600" y="221457"/>
                                      <a:pt x="238125" y="280988"/>
                                    </a:cubicBezTo>
                                    <a:cubicBezTo>
                                      <a:pt x="247650" y="340519"/>
                                      <a:pt x="245269" y="430213"/>
                                      <a:pt x="238125" y="519113"/>
                                    </a:cubicBezTo>
                                    <a:cubicBezTo>
                                      <a:pt x="230981" y="608013"/>
                                      <a:pt x="212723" y="727869"/>
                                      <a:pt x="195263" y="814388"/>
                                    </a:cubicBezTo>
                                    <a:cubicBezTo>
                                      <a:pt x="177803" y="900907"/>
                                      <a:pt x="157968" y="925513"/>
                                      <a:pt x="133362" y="1038225"/>
                                    </a:cubicBezTo>
                                    <a:cubicBezTo>
                                      <a:pt x="108756" y="1150937"/>
                                      <a:pt x="65883" y="1378744"/>
                                      <a:pt x="47625" y="1490663"/>
                                    </a:cubicBezTo>
                                    <a:cubicBezTo>
                                      <a:pt x="29367" y="1602582"/>
                                      <a:pt x="26194" y="1661319"/>
                                      <a:pt x="23813" y="1709738"/>
                                    </a:cubicBezTo>
                                    <a:cubicBezTo>
                                      <a:pt x="21432" y="1758157"/>
                                      <a:pt x="46832" y="1775619"/>
                                      <a:pt x="33338" y="1781175"/>
                                    </a:cubicBezTo>
                                  </a:path>
                                </a:pathLst>
                              </a:custGeom>
                              <a:noFill/>
                              <a:ln w="28575"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57" o:spid="_x0000_s1026" style="position:absolute;margin-left:287.6pt;margin-top:242.95pt;width:19.25pt;height:140.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44407,1781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" path="m,c42069,29369,84138,58738,114300,85725v30163,26988,46038,43656,66675,76200c201612,194469,228600,221457,238125,280988v9525,59531,7144,149225,,238125c230981,608013,212723,727869,195263,814388v-17460,86519,-37295,111125,-61901,223837c108756,1150937,65883,1378744,47625,1490663,29367,1602582,26194,1661319,23813,1709738v-2381,48419,23019,65881,9525,71437e" filled="f" strokecolor="black [3213]" strokeweight="2.25pt">
                      <v:stroke joinstyle="miter"/>
                      <v:path arrowok="t" o:connecttype="custom" o:connectlocs="0,0;114332,85725;181025,161925;238191,280988;238191,519113;195317,814388;133399,1038225;47638,1490663;23820,1709738;33347,1781175" o:connectangles="0,0,0,0,0,0,0,0,0,0"/>
                    </v:shape>
                  </w:pict>
                </mc:Fallback>
              </mc:AlternateContent>
            </w:r>
            <w:r w:rsidR="005D7B21">
              <w:rPr>
                <w:noProof/>
                <w:lang w:eastAsia="en-GB"/>
              </w:rPr>
              <mc:AlternateContent>
                <mc:Choice Requires="wps">
                  <w:drawing>
                    <wp:anchor distT="0" distB="0" distL="114300" distR="114300" simplePos="0" relativeHeight="251679232" behindDoc="0" locked="0" layoutInCell="1" allowOverlap="1" wp14:anchorId="0C95E415" wp14:editId="6D5BA5E9">
                      <wp:simplePos x="0" y="0"/>
                      <wp:positionH relativeFrom="column">
                        <wp:posOffset>3642995</wp:posOffset>
                      </wp:positionH>
                      <wp:positionV relativeFrom="paragraph">
                        <wp:posOffset>2856865</wp:posOffset>
                      </wp:positionV>
                      <wp:extent cx="304800" cy="2009775"/>
                      <wp:effectExtent l="20955" t="17780" r="17145" b="10795"/>
                      <wp:wrapNone/>
                      <wp:docPr id="166" name="Freeform 1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4800" cy="2009775"/>
                              </a:xfrm>
                              <a:custGeom>
                                <a:avLst/>
                                <a:gdLst>
                                  <a:gd name="T0" fmla="*/ 3888 w 304708"/>
                                  <a:gd name="T1" fmla="*/ 0 h 2009775"/>
                                  <a:gd name="T2" fmla="*/ 18175 w 304708"/>
                                  <a:gd name="T3" fmla="*/ 147637 h 2009775"/>
                                  <a:gd name="T4" fmla="*/ 146763 w 304708"/>
                                  <a:gd name="T5" fmla="*/ 247650 h 2009775"/>
                                  <a:gd name="T6" fmla="*/ 270588 w 304708"/>
                                  <a:gd name="T7" fmla="*/ 419100 h 2009775"/>
                                  <a:gd name="T8" fmla="*/ 303925 w 304708"/>
                                  <a:gd name="T9" fmla="*/ 709612 h 2009775"/>
                                  <a:gd name="T10" fmla="*/ 246775 w 304708"/>
                                  <a:gd name="T11" fmla="*/ 1052512 h 2009775"/>
                                  <a:gd name="T12" fmla="*/ 180100 w 304708"/>
                                  <a:gd name="T13" fmla="*/ 1247775 h 2009775"/>
                                  <a:gd name="T14" fmla="*/ 132475 w 304708"/>
                                  <a:gd name="T15" fmla="*/ 1557337 h 2009775"/>
                                  <a:gd name="T16" fmla="*/ 80088 w 304708"/>
                                  <a:gd name="T17" fmla="*/ 1828800 h 2009775"/>
                                  <a:gd name="T18" fmla="*/ 94375 w 304708"/>
                                  <a:gd name="T19" fmla="*/ 2009775 h 20097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304708" h="2009775">
                                    <a:moveTo>
                                      <a:pt x="3888" y="0"/>
                                    </a:moveTo>
                                    <a:cubicBezTo>
                                      <a:pt x="-875" y="53181"/>
                                      <a:pt x="-5637" y="106362"/>
                                      <a:pt x="18175" y="147637"/>
                                    </a:cubicBezTo>
                                    <a:cubicBezTo>
                                      <a:pt x="41987" y="188912"/>
                                      <a:pt x="104694" y="202406"/>
                                      <a:pt x="146763" y="247650"/>
                                    </a:cubicBezTo>
                                    <a:cubicBezTo>
                                      <a:pt x="188832" y="292894"/>
                                      <a:pt x="244394" y="342106"/>
                                      <a:pt x="270588" y="419100"/>
                                    </a:cubicBezTo>
                                    <a:cubicBezTo>
                                      <a:pt x="296782" y="496094"/>
                                      <a:pt x="307894" y="604043"/>
                                      <a:pt x="303925" y="709612"/>
                                    </a:cubicBezTo>
                                    <a:cubicBezTo>
                                      <a:pt x="299956" y="815181"/>
                                      <a:pt x="267412" y="962818"/>
                                      <a:pt x="246775" y="1052512"/>
                                    </a:cubicBezTo>
                                    <a:cubicBezTo>
                                      <a:pt x="226138" y="1142206"/>
                                      <a:pt x="199150" y="1163638"/>
                                      <a:pt x="180100" y="1247775"/>
                                    </a:cubicBezTo>
                                    <a:cubicBezTo>
                                      <a:pt x="161050" y="1331912"/>
                                      <a:pt x="149144" y="1460500"/>
                                      <a:pt x="132475" y="1557337"/>
                                    </a:cubicBezTo>
                                    <a:cubicBezTo>
                                      <a:pt x="115806" y="1654174"/>
                                      <a:pt x="86438" y="1753394"/>
                                      <a:pt x="80088" y="1828800"/>
                                    </a:cubicBezTo>
                                    <a:cubicBezTo>
                                      <a:pt x="73738" y="1904206"/>
                                      <a:pt x="94375" y="2009775"/>
                                      <a:pt x="94375" y="2009775"/>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56" o:spid="_x0000_s1026" style="position:absolute;margin-left:286.85pt;margin-top:224.95pt;width:24pt;height:158.2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304708,2009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" path="m3888,c-875,53181,-5637,106362,18175,147637v23812,41275,86519,54769,128588,100013c188832,292894,244394,342106,270588,419100v26194,76994,37306,184943,33337,290512c299956,815181,267412,962818,246775,1052512v-20637,89694,-47625,111126,-66675,195263c161050,1331912,149144,1460500,132475,1557337v-16669,96837,-46037,196057,-52387,271463c73738,1904206,94375,2009775,94375,2009775e" filled="f" strokecolor="black [3213]" strokeweight="1.5pt">
                      <v:stroke joinstyle="miter"/>
                      <v:path arrowok="t" o:connecttype="custom" o:connectlocs="3889,0;18180,147637;146807,247650;270670,419100;304017,709612;246850,1052512;180154,1247775;132515,1557337;80112,1828800;94403,2009775" o:connectangles="0,0,0,0,0,0,0,0,0,0"/>
                    </v:shape>
                  </w:pict>
                </mc:Fallback>
              </mc:AlternateContent>
            </w:r>
            <w:r w:rsidR="005D7B21">
              <w:rPr>
                <w:noProof/>
                <w:lang w:eastAsia="en-GB"/>
              </w:rPr>
              <mc:AlternateContent>
                <mc:Choice Requires="wps">
                  <w:drawing>
                    <wp:anchor distT="0" distB="0" distL="114300" distR="114300" simplePos="0" relativeHeight="251677184" behindDoc="0" locked="0" layoutInCell="1" allowOverlap="1" wp14:anchorId="6FF8C2E5" wp14:editId="3559B092">
                      <wp:simplePos x="0" y="0"/>
                      <wp:positionH relativeFrom="column">
                        <wp:posOffset>3642995</wp:posOffset>
                      </wp:positionH>
                      <wp:positionV relativeFrom="paragraph">
                        <wp:posOffset>1418590</wp:posOffset>
                      </wp:positionV>
                      <wp:extent cx="219075" cy="1452245"/>
                      <wp:effectExtent l="20955" t="17780" r="26670" b="15875"/>
                      <wp:wrapNone/>
                      <wp:docPr id="165" name="Freeform 1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075" cy="1452245"/>
                              </a:xfrm>
                              <a:custGeom>
                                <a:avLst/>
                                <a:gdLst>
                                  <a:gd name="T0" fmla="*/ 219075 w 219075"/>
                                  <a:gd name="T1" fmla="*/ 0 h 1452562"/>
                                  <a:gd name="T2" fmla="*/ 214312 w 219075"/>
                                  <a:gd name="T3" fmla="*/ 23812 h 1452562"/>
                                  <a:gd name="T4" fmla="*/ 204787 w 219075"/>
                                  <a:gd name="T5" fmla="*/ 42862 h 1452562"/>
                                  <a:gd name="T6" fmla="*/ 209550 w 219075"/>
                                  <a:gd name="T7" fmla="*/ 119062 h 1452562"/>
                                  <a:gd name="T8" fmla="*/ 204787 w 219075"/>
                                  <a:gd name="T9" fmla="*/ 257175 h 1452562"/>
                                  <a:gd name="T10" fmla="*/ 200025 w 219075"/>
                                  <a:gd name="T11" fmla="*/ 280987 h 1452562"/>
                                  <a:gd name="T12" fmla="*/ 190500 w 219075"/>
                                  <a:gd name="T13" fmla="*/ 304800 h 1452562"/>
                                  <a:gd name="T14" fmla="*/ 185737 w 219075"/>
                                  <a:gd name="T15" fmla="*/ 323850 h 1452562"/>
                                  <a:gd name="T16" fmla="*/ 176212 w 219075"/>
                                  <a:gd name="T17" fmla="*/ 352425 h 1452562"/>
                                  <a:gd name="T18" fmla="*/ 157162 w 219075"/>
                                  <a:gd name="T19" fmla="*/ 533400 h 1452562"/>
                                  <a:gd name="T20" fmla="*/ 142875 w 219075"/>
                                  <a:gd name="T21" fmla="*/ 581025 h 1452562"/>
                                  <a:gd name="T22" fmla="*/ 128587 w 219075"/>
                                  <a:gd name="T23" fmla="*/ 623887 h 1452562"/>
                                  <a:gd name="T24" fmla="*/ 123825 w 219075"/>
                                  <a:gd name="T25" fmla="*/ 638175 h 1452562"/>
                                  <a:gd name="T26" fmla="*/ 109537 w 219075"/>
                                  <a:gd name="T27" fmla="*/ 728662 h 1452562"/>
                                  <a:gd name="T28" fmla="*/ 95250 w 219075"/>
                                  <a:gd name="T29" fmla="*/ 781050 h 1452562"/>
                                  <a:gd name="T30" fmla="*/ 90487 w 219075"/>
                                  <a:gd name="T31" fmla="*/ 795337 h 1452562"/>
                                  <a:gd name="T32" fmla="*/ 85725 w 219075"/>
                                  <a:gd name="T33" fmla="*/ 814387 h 1452562"/>
                                  <a:gd name="T34" fmla="*/ 71437 w 219075"/>
                                  <a:gd name="T35" fmla="*/ 904875 h 1452562"/>
                                  <a:gd name="T36" fmla="*/ 61912 w 219075"/>
                                  <a:gd name="T37" fmla="*/ 933450 h 1452562"/>
                                  <a:gd name="T38" fmla="*/ 57150 w 219075"/>
                                  <a:gd name="T39" fmla="*/ 947737 h 1452562"/>
                                  <a:gd name="T40" fmla="*/ 52387 w 219075"/>
                                  <a:gd name="T41" fmla="*/ 985837 h 1452562"/>
                                  <a:gd name="T42" fmla="*/ 42862 w 219075"/>
                                  <a:gd name="T43" fmla="*/ 1028700 h 1452562"/>
                                  <a:gd name="T44" fmla="*/ 38100 w 219075"/>
                                  <a:gd name="T45" fmla="*/ 1081087 h 1452562"/>
                                  <a:gd name="T46" fmla="*/ 28575 w 219075"/>
                                  <a:gd name="T47" fmla="*/ 1147762 h 1452562"/>
                                  <a:gd name="T48" fmla="*/ 23812 w 219075"/>
                                  <a:gd name="T49" fmla="*/ 1190625 h 1452562"/>
                                  <a:gd name="T50" fmla="*/ 14287 w 219075"/>
                                  <a:gd name="T51" fmla="*/ 1233487 h 1452562"/>
                                  <a:gd name="T52" fmla="*/ 9525 w 219075"/>
                                  <a:gd name="T53" fmla="*/ 1247775 h 1452562"/>
                                  <a:gd name="T54" fmla="*/ 0 w 219075"/>
                                  <a:gd name="T55" fmla="*/ 1347787 h 1452562"/>
                                  <a:gd name="T56" fmla="*/ 4762 w 219075"/>
                                  <a:gd name="T57" fmla="*/ 1385887 h 1452562"/>
                                  <a:gd name="T58" fmla="*/ 4762 w 219075"/>
                                  <a:gd name="T59" fmla="*/ 1452562 h 1452562"/>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Lst>
                                <a:ahLst/>
                                <a:cxnLst>
                                  <a:cxn ang="T60">
                                    <a:pos x="T0" y="T1"/>
                                  </a:cxn>
                                  <a:cxn ang="T61">
                                    <a:pos x="T2" y="T3"/>
                                  </a:cxn>
                                  <a:cxn ang="T62">
                                    <a:pos x="T4" y="T5"/>
                                  </a:cxn>
                                  <a:cxn ang="T63">
                                    <a:pos x="T6" y="T7"/>
                                  </a:cxn>
                                  <a:cxn ang="T64">
                                    <a:pos x="T8" y="T9"/>
                                  </a:cxn>
                                  <a:cxn ang="T65">
                                    <a:pos x="T10" y="T11"/>
                                  </a:cxn>
                                  <a:cxn ang="T66">
                                    <a:pos x="T12" y="T13"/>
                                  </a:cxn>
                                  <a:cxn ang="T67">
                                    <a:pos x="T14" y="T15"/>
                                  </a:cxn>
                                  <a:cxn ang="T68">
                                    <a:pos x="T16" y="T17"/>
                                  </a:cxn>
                                  <a:cxn ang="T69">
                                    <a:pos x="T18" y="T19"/>
                                  </a:cxn>
                                  <a:cxn ang="T70">
                                    <a:pos x="T20" y="T21"/>
                                  </a:cxn>
                                  <a:cxn ang="T71">
                                    <a:pos x="T22" y="T23"/>
                                  </a:cxn>
                                  <a:cxn ang="T72">
                                    <a:pos x="T24" y="T25"/>
                                  </a:cxn>
                                  <a:cxn ang="T73">
                                    <a:pos x="T26" y="T27"/>
                                  </a:cxn>
                                  <a:cxn ang="T74">
                                    <a:pos x="T28" y="T29"/>
                                  </a:cxn>
                                  <a:cxn ang="T75">
                                    <a:pos x="T30" y="T31"/>
                                  </a:cxn>
                                  <a:cxn ang="T76">
                                    <a:pos x="T32" y="T33"/>
                                  </a:cxn>
                                  <a:cxn ang="T77">
                                    <a:pos x="T34" y="T35"/>
                                  </a:cxn>
                                  <a:cxn ang="T78">
                                    <a:pos x="T36" y="T37"/>
                                  </a:cxn>
                                  <a:cxn ang="T79">
                                    <a:pos x="T38" y="T39"/>
                                  </a:cxn>
                                  <a:cxn ang="T80">
                                    <a:pos x="T40" y="T41"/>
                                  </a:cxn>
                                  <a:cxn ang="T81">
                                    <a:pos x="T42" y="T43"/>
                                  </a:cxn>
                                  <a:cxn ang="T82">
                                    <a:pos x="T44" y="T45"/>
                                  </a:cxn>
                                  <a:cxn ang="T83">
                                    <a:pos x="T46" y="T47"/>
                                  </a:cxn>
                                  <a:cxn ang="T84">
                                    <a:pos x="T48" y="T49"/>
                                  </a:cxn>
                                  <a:cxn ang="T85">
                                    <a:pos x="T50" y="T51"/>
                                  </a:cxn>
                                  <a:cxn ang="T86">
                                    <a:pos x="T52" y="T53"/>
                                  </a:cxn>
                                  <a:cxn ang="T87">
                                    <a:pos x="T54" y="T55"/>
                                  </a:cxn>
                                  <a:cxn ang="T88">
                                    <a:pos x="T56" y="T57"/>
                                  </a:cxn>
                                  <a:cxn ang="T89">
                                    <a:pos x="T58" y="T59"/>
                                  </a:cxn>
                                </a:cxnLst>
                                <a:rect l="0" t="0" r="r" b="b"/>
                                <a:pathLst>
                                  <a:path w="219075" h="1452562">
                                    <a:moveTo>
                                      <a:pt x="219075" y="0"/>
                                    </a:moveTo>
                                    <a:cubicBezTo>
                                      <a:pt x="217487" y="7937"/>
                                      <a:pt x="216872" y="16133"/>
                                      <a:pt x="214312" y="23812"/>
                                    </a:cubicBezTo>
                                    <a:cubicBezTo>
                                      <a:pt x="212067" y="30547"/>
                                      <a:pt x="205141" y="35771"/>
                                      <a:pt x="204787" y="42862"/>
                                    </a:cubicBezTo>
                                    <a:cubicBezTo>
                                      <a:pt x="203516" y="68280"/>
                                      <a:pt x="207962" y="93662"/>
                                      <a:pt x="209550" y="119062"/>
                                    </a:cubicBezTo>
                                    <a:cubicBezTo>
                                      <a:pt x="207962" y="165100"/>
                                      <a:pt x="207492" y="211189"/>
                                      <a:pt x="204787" y="257175"/>
                                    </a:cubicBezTo>
                                    <a:cubicBezTo>
                                      <a:pt x="204312" y="265256"/>
                                      <a:pt x="202351" y="273234"/>
                                      <a:pt x="200025" y="280987"/>
                                    </a:cubicBezTo>
                                    <a:cubicBezTo>
                                      <a:pt x="197569" y="289176"/>
                                      <a:pt x="193204" y="296690"/>
                                      <a:pt x="190500" y="304800"/>
                                    </a:cubicBezTo>
                                    <a:cubicBezTo>
                                      <a:pt x="188430" y="311010"/>
                                      <a:pt x="187618" y="317581"/>
                                      <a:pt x="185737" y="323850"/>
                                    </a:cubicBezTo>
                                    <a:cubicBezTo>
                                      <a:pt x="182852" y="333467"/>
                                      <a:pt x="179387" y="342900"/>
                                      <a:pt x="176212" y="352425"/>
                                    </a:cubicBezTo>
                                    <a:lnTo>
                                      <a:pt x="157162" y="533400"/>
                                    </a:lnTo>
                                    <a:cubicBezTo>
                                      <a:pt x="155105" y="546771"/>
                                      <a:pt x="146586" y="569894"/>
                                      <a:pt x="142875" y="581025"/>
                                    </a:cubicBezTo>
                                    <a:lnTo>
                                      <a:pt x="128587" y="623887"/>
                                    </a:lnTo>
                                    <a:cubicBezTo>
                                      <a:pt x="127000" y="628650"/>
                                      <a:pt x="127000" y="620713"/>
                                      <a:pt x="123825" y="638175"/>
                                    </a:cubicBezTo>
                                    <a:cubicBezTo>
                                      <a:pt x="120650" y="655638"/>
                                      <a:pt x="114299" y="704850"/>
                                      <a:pt x="109537" y="728662"/>
                                    </a:cubicBezTo>
                                    <a:cubicBezTo>
                                      <a:pt x="104775" y="752474"/>
                                      <a:pt x="102023" y="760732"/>
                                      <a:pt x="95250" y="781050"/>
                                    </a:cubicBezTo>
                                    <a:lnTo>
                                      <a:pt x="90487" y="795337"/>
                                    </a:lnTo>
                                    <a:cubicBezTo>
                                      <a:pt x="88417" y="801546"/>
                                      <a:pt x="88900" y="796131"/>
                                      <a:pt x="85725" y="814387"/>
                                    </a:cubicBezTo>
                                    <a:cubicBezTo>
                                      <a:pt x="82550" y="832643"/>
                                      <a:pt x="75406" y="885031"/>
                                      <a:pt x="71437" y="904875"/>
                                    </a:cubicBezTo>
                                    <a:cubicBezTo>
                                      <a:pt x="67468" y="924719"/>
                                      <a:pt x="65087" y="923925"/>
                                      <a:pt x="61912" y="933450"/>
                                    </a:cubicBezTo>
                                    <a:lnTo>
                                      <a:pt x="57150" y="947737"/>
                                    </a:lnTo>
                                    <a:cubicBezTo>
                                      <a:pt x="55562" y="960437"/>
                                      <a:pt x="54611" y="973233"/>
                                      <a:pt x="52387" y="985837"/>
                                    </a:cubicBezTo>
                                    <a:cubicBezTo>
                                      <a:pt x="49843" y="1000250"/>
                                      <a:pt x="45033" y="1014226"/>
                                      <a:pt x="42862" y="1028700"/>
                                    </a:cubicBezTo>
                                    <a:cubicBezTo>
                                      <a:pt x="40261" y="1046040"/>
                                      <a:pt x="40189" y="1063678"/>
                                      <a:pt x="38100" y="1081087"/>
                                    </a:cubicBezTo>
                                    <a:cubicBezTo>
                                      <a:pt x="35425" y="1103378"/>
                                      <a:pt x="31054" y="1125449"/>
                                      <a:pt x="28575" y="1147762"/>
                                    </a:cubicBezTo>
                                    <a:cubicBezTo>
                                      <a:pt x="26987" y="1162050"/>
                                      <a:pt x="25845" y="1176394"/>
                                      <a:pt x="23812" y="1190625"/>
                                    </a:cubicBezTo>
                                    <a:cubicBezTo>
                                      <a:pt x="22408" y="1200456"/>
                                      <a:pt x="17260" y="1223080"/>
                                      <a:pt x="14287" y="1233487"/>
                                    </a:cubicBezTo>
                                    <a:cubicBezTo>
                                      <a:pt x="12908" y="1238314"/>
                                      <a:pt x="11112" y="1243012"/>
                                      <a:pt x="9525" y="1247775"/>
                                    </a:cubicBezTo>
                                    <a:cubicBezTo>
                                      <a:pt x="4412" y="1283559"/>
                                      <a:pt x="0" y="1308842"/>
                                      <a:pt x="0" y="1347787"/>
                                    </a:cubicBezTo>
                                    <a:cubicBezTo>
                                      <a:pt x="0" y="1360586"/>
                                      <a:pt x="4181" y="1373101"/>
                                      <a:pt x="4762" y="1385887"/>
                                    </a:cubicBezTo>
                                    <a:cubicBezTo>
                                      <a:pt x="5771" y="1408089"/>
                                      <a:pt x="4762" y="1430337"/>
                                      <a:pt x="4762" y="1452562"/>
                                    </a:cubicBezTo>
                                  </a:path>
                                </a:pathLst>
                              </a:custGeom>
                              <a:noFill/>
                              <a:ln w="28575"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54" o:spid="_x0000_s1026" style="position:absolute;margin-left:286.85pt;margin-top:111.7pt;width:17.25pt;height:114.3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9075,14525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" path="m219075,v-1588,7937,-2203,16133,-4763,23812c212067,30547,205141,35771,204787,42862v-1271,25418,3175,50800,4763,76200c207962,165100,207492,211189,204787,257175v-475,8081,-2436,16059,-4762,23812c197569,289176,193204,296690,190500,304800v-2070,6210,-2882,12781,-4763,19050c182852,333467,179387,342900,176212,352425l157162,533400v-2057,13371,-10576,36494,-14287,47625l128587,623887v-1587,4763,-1587,-3174,-4762,14288c120650,655638,114299,704850,109537,728662v-4762,23812,-7514,32070,-14287,52388l90487,795337v-2070,6209,-1587,794,-4762,19050c82550,832643,75406,885031,71437,904875v-3969,19844,-6350,19050,-9525,28575l57150,947737v-1588,12700,-2539,25496,-4763,38100c49843,1000250,45033,1014226,42862,1028700v-2601,17340,-2673,34978,-4762,52387c35425,1103378,31054,1125449,28575,1147762v-1588,14288,-2730,28632,-4763,42863c22408,1200456,17260,1223080,14287,1233487v-1379,4827,-3175,9525,-4762,14288c4412,1283559,,1308842,,1347787v,12799,4181,25314,4762,38100c5771,1408089,4762,1430337,4762,1452562e" filled="f" strokecolor="black [3213]" strokeweight="2.25pt">
                      <v:stroke joinstyle="miter"/>
                      <v:path arrowok="t" o:connecttype="custom" o:connectlocs="219075,0;214312,23807;204787,42853;209550,119036;204787,257119;200025,280926;190500,304733;185737,323779;176212,352348;157162,533284;142875,580898;128587,623751;123825,638036;109537,728503;95250,780880;90487,795163;85725,814209;71437,904678;61912,933246;57150,947530;52387,985622;42862,1028476;38100,1080851;28575,1147512;23812,1190365;14287,1233218;9525,1247503;0,1347493;4762,1385585;4762,1452245" o:connectangles="0,0,0,0,0,0,0,0,0,0,0,0,0,0,0,0,0,0,0,0,0,0,0,0,0,0,0,0,0,0"/>
                    </v:shape>
                  </w:pict>
                </mc:Fallback>
              </mc:AlternateContent>
            </w:r>
            <w:r w:rsidR="005D7B21">
              <w:rPr>
                <w:noProof/>
                <w:lang w:eastAsia="en-GB"/>
              </w:rPr>
              <mc:AlternateContent>
                <mc:Choice Requires="wps">
                  <w:drawing>
                    <wp:anchor distT="0" distB="0" distL="114300" distR="114300" simplePos="0" relativeHeight="251675136" behindDoc="0" locked="0" layoutInCell="1" allowOverlap="1" wp14:anchorId="4CD7A1BD" wp14:editId="07649B31">
                      <wp:simplePos x="0" y="0"/>
                      <wp:positionH relativeFrom="column">
                        <wp:posOffset>3557270</wp:posOffset>
                      </wp:positionH>
                      <wp:positionV relativeFrom="paragraph">
                        <wp:posOffset>789940</wp:posOffset>
                      </wp:positionV>
                      <wp:extent cx="176530" cy="443230"/>
                      <wp:effectExtent l="20955" t="17780" r="31115" b="15240"/>
                      <wp:wrapNone/>
                      <wp:docPr id="164" name="Freeform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6530" cy="443230"/>
                              </a:xfrm>
                              <a:custGeom>
                                <a:avLst/>
                                <a:gdLst>
                                  <a:gd name="T0" fmla="*/ 0 w 176729"/>
                                  <a:gd name="T1" fmla="*/ 0 h 442913"/>
                                  <a:gd name="T2" fmla="*/ 14288 w 176729"/>
                                  <a:gd name="T3" fmla="*/ 23813 h 442913"/>
                                  <a:gd name="T4" fmla="*/ 42863 w 176729"/>
                                  <a:gd name="T5" fmla="*/ 42863 h 442913"/>
                                  <a:gd name="T6" fmla="*/ 71438 w 176729"/>
                                  <a:gd name="T7" fmla="*/ 66675 h 442913"/>
                                  <a:gd name="T8" fmla="*/ 90488 w 176729"/>
                                  <a:gd name="T9" fmla="*/ 100013 h 442913"/>
                                  <a:gd name="T10" fmla="*/ 104775 w 176729"/>
                                  <a:gd name="T11" fmla="*/ 114300 h 442913"/>
                                  <a:gd name="T12" fmla="*/ 133350 w 176729"/>
                                  <a:gd name="T13" fmla="*/ 157163 h 442913"/>
                                  <a:gd name="T14" fmla="*/ 152400 w 176729"/>
                                  <a:gd name="T15" fmla="*/ 185738 h 442913"/>
                                  <a:gd name="T16" fmla="*/ 166688 w 176729"/>
                                  <a:gd name="T17" fmla="*/ 228600 h 442913"/>
                                  <a:gd name="T18" fmla="*/ 166688 w 176729"/>
                                  <a:gd name="T19" fmla="*/ 442913 h 44291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76729" h="442913">
                                    <a:moveTo>
                                      <a:pt x="0" y="0"/>
                                    </a:moveTo>
                                    <a:cubicBezTo>
                                      <a:pt x="4763" y="7938"/>
                                      <a:pt x="7742" y="17267"/>
                                      <a:pt x="14288" y="23813"/>
                                    </a:cubicBezTo>
                                    <a:cubicBezTo>
                                      <a:pt x="22383" y="31908"/>
                                      <a:pt x="33338" y="36513"/>
                                      <a:pt x="42863" y="42863"/>
                                    </a:cubicBezTo>
                                    <a:cubicBezTo>
                                      <a:pt x="56909" y="52227"/>
                                      <a:pt x="59981" y="52927"/>
                                      <a:pt x="71438" y="66675"/>
                                    </a:cubicBezTo>
                                    <a:cubicBezTo>
                                      <a:pt x="93929" y="93664"/>
                                      <a:pt x="67205" y="67417"/>
                                      <a:pt x="90488" y="100013"/>
                                    </a:cubicBezTo>
                                    <a:cubicBezTo>
                                      <a:pt x="94403" y="105493"/>
                                      <a:pt x="100640" y="108984"/>
                                      <a:pt x="104775" y="114300"/>
                                    </a:cubicBezTo>
                                    <a:cubicBezTo>
                                      <a:pt x="104783" y="114310"/>
                                      <a:pt x="128584" y="150014"/>
                                      <a:pt x="133350" y="157163"/>
                                    </a:cubicBezTo>
                                    <a:lnTo>
                                      <a:pt x="152400" y="185738"/>
                                    </a:lnTo>
                                    <a:lnTo>
                                      <a:pt x="166688" y="228600"/>
                                    </a:lnTo>
                                    <a:cubicBezTo>
                                      <a:pt x="189281" y="296371"/>
                                      <a:pt x="166688" y="371475"/>
                                      <a:pt x="166688" y="442913"/>
                                    </a:cubicBezTo>
                                  </a:path>
                                </a:pathLst>
                              </a:custGeom>
                              <a:noFill/>
                              <a:ln w="28575"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52" o:spid="_x0000_s1026" style="position:absolute;margin-left:280.1pt;margin-top:62.2pt;width:13.9pt;height:34.9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76729,4429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" path="m,c4763,7938,7742,17267,14288,23813v8095,8095,19050,12700,28575,19050c56909,52227,59981,52927,71438,66675v22491,26989,-4233,742,19050,33338c94403,105493,100640,108984,104775,114300v8,10,23809,35714,28575,42863l152400,185738r14288,42862c189281,296371,166688,371475,166688,442913e" filled="f" strokecolor="black [3213]" strokeweight="2.25pt">
                      <v:stroke joinstyle="miter"/>
                      <v:path arrowok="t" o:connecttype="custom" o:connectlocs="0,0;14272,23830;42815,42894;71358,66723;90386,100085;104657,114382;133200,157275;152228,185871;166500,228764;166500,443230" o:connectangles="0,0,0,0,0,0,0,0,0,0"/>
                    </v:shape>
                  </w:pict>
                </mc:Fallback>
              </mc:AlternateContent>
            </w:r>
            <w:r w:rsidR="005D7B21">
              <w:rPr>
                <w:noProof/>
                <w:lang w:eastAsia="en-GB"/>
              </w:rPr>
              <mc:AlternateContent>
                <mc:Choice Requires="wps">
                  <w:drawing>
                    <wp:anchor distT="0" distB="0" distL="114300" distR="114300" simplePos="0" relativeHeight="251674112" behindDoc="0" locked="0" layoutInCell="1" allowOverlap="1" wp14:anchorId="39A25DE0" wp14:editId="24F82142">
                      <wp:simplePos x="0" y="0"/>
                      <wp:positionH relativeFrom="column">
                        <wp:posOffset>3366770</wp:posOffset>
                      </wp:positionH>
                      <wp:positionV relativeFrom="paragraph">
                        <wp:posOffset>589915</wp:posOffset>
                      </wp:positionV>
                      <wp:extent cx="152400" cy="147955"/>
                      <wp:effectExtent l="20955" t="27305" r="17145" b="15240"/>
                      <wp:wrapNone/>
                      <wp:docPr id="163" name="Freeform 1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147955"/>
                              </a:xfrm>
                              <a:custGeom>
                                <a:avLst/>
                                <a:gdLst>
                                  <a:gd name="T0" fmla="*/ 0 w 152400"/>
                                  <a:gd name="T1" fmla="*/ 4770 h 147645"/>
                                  <a:gd name="T2" fmla="*/ 38100 w 152400"/>
                                  <a:gd name="T3" fmla="*/ 4770 h 147645"/>
                                  <a:gd name="T4" fmla="*/ 57150 w 152400"/>
                                  <a:gd name="T5" fmla="*/ 33345 h 147645"/>
                                  <a:gd name="T6" fmla="*/ 76200 w 152400"/>
                                  <a:gd name="T7" fmla="*/ 61920 h 147645"/>
                                  <a:gd name="T8" fmla="*/ 90487 w 152400"/>
                                  <a:gd name="T9" fmla="*/ 80970 h 147645"/>
                                  <a:gd name="T10" fmla="*/ 133350 w 152400"/>
                                  <a:gd name="T11" fmla="*/ 123832 h 147645"/>
                                  <a:gd name="T12" fmla="*/ 142875 w 152400"/>
                                  <a:gd name="T13" fmla="*/ 138120 h 147645"/>
                                  <a:gd name="T14" fmla="*/ 152400 w 152400"/>
                                  <a:gd name="T15" fmla="*/ 147645 h 147645"/>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152400" h="147645">
                                    <a:moveTo>
                                      <a:pt x="0" y="4770"/>
                                    </a:moveTo>
                                    <a:cubicBezTo>
                                      <a:pt x="9059" y="2958"/>
                                      <a:pt x="28336" y="-4994"/>
                                      <a:pt x="38100" y="4770"/>
                                    </a:cubicBezTo>
                                    <a:cubicBezTo>
                                      <a:pt x="46195" y="12865"/>
                                      <a:pt x="50800" y="23820"/>
                                      <a:pt x="57150" y="33345"/>
                                    </a:cubicBezTo>
                                    <a:lnTo>
                                      <a:pt x="76200" y="61920"/>
                                    </a:lnTo>
                                    <a:cubicBezTo>
                                      <a:pt x="80603" y="68524"/>
                                      <a:pt x="85177" y="75070"/>
                                      <a:pt x="90487" y="80970"/>
                                    </a:cubicBezTo>
                                    <a:cubicBezTo>
                                      <a:pt x="90508" y="80993"/>
                                      <a:pt x="126195" y="116677"/>
                                      <a:pt x="133350" y="123832"/>
                                    </a:cubicBezTo>
                                    <a:cubicBezTo>
                                      <a:pt x="137398" y="127879"/>
                                      <a:pt x="139299" y="133650"/>
                                      <a:pt x="142875" y="138120"/>
                                    </a:cubicBezTo>
                                    <a:cubicBezTo>
                                      <a:pt x="145680" y="141626"/>
                                      <a:pt x="149225" y="144470"/>
                                      <a:pt x="152400" y="147645"/>
                                    </a:cubicBezTo>
                                  </a:path>
                                </a:pathLst>
                              </a:custGeom>
                              <a:noFill/>
                              <a:ln w="28575"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51" o:spid="_x0000_s1026" style="position:absolute;margin-left:265.1pt;margin-top:46.45pt;width:12pt;height:11.6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52400,1476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" path="m,4770v9059,-1812,28336,-9764,38100,c46195,12865,50800,23820,57150,33345l76200,61920v4403,6604,8977,13150,14287,19050c90508,80993,126195,116677,133350,123832v4048,4047,5949,9818,9525,14288c145680,141626,149225,144470,152400,147645e" filled="f" strokecolor="black [3213]" strokeweight="2.25pt">
                      <v:stroke joinstyle="miter"/>
                      <v:path arrowok="t" o:connecttype="custom" o:connectlocs="0,4780;38100,4780;57150,33415;76200,62050;90487,81140;133350,124092;142875,138410;152400,147955" o:connectangles="0,0,0,0,0,0,0,0"/>
                    </v:shape>
                  </w:pict>
                </mc:Fallback>
              </mc:AlternateContent>
            </w:r>
            <w:r w:rsidR="005D7B21">
              <w:rPr>
                <w:noProof/>
                <w:lang w:eastAsia="en-GB"/>
              </w:rPr>
              <mc:AlternateContent>
                <mc:Choice Requires="wps">
                  <w:drawing>
                    <wp:anchor distT="0" distB="0" distL="114300" distR="114300" simplePos="0" relativeHeight="251673088" behindDoc="0" locked="0" layoutInCell="1" allowOverlap="1" wp14:anchorId="5E20B45F" wp14:editId="27B480B9">
                      <wp:simplePos x="0" y="0"/>
                      <wp:positionH relativeFrom="column">
                        <wp:posOffset>2804795</wp:posOffset>
                      </wp:positionH>
                      <wp:positionV relativeFrom="paragraph">
                        <wp:posOffset>3371215</wp:posOffset>
                      </wp:positionV>
                      <wp:extent cx="106045" cy="976630"/>
                      <wp:effectExtent l="20955" t="17780" r="15875" b="15240"/>
                      <wp:wrapNone/>
                      <wp:docPr id="162" name="Freeform 1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045" cy="976630"/>
                              </a:xfrm>
                              <a:custGeom>
                                <a:avLst/>
                                <a:gdLst>
                                  <a:gd name="T0" fmla="*/ 105881 w 105881"/>
                                  <a:gd name="T1" fmla="*/ 0 h 976313"/>
                                  <a:gd name="T2" fmla="*/ 24918 w 105881"/>
                                  <a:gd name="T3" fmla="*/ 104775 h 976313"/>
                                  <a:gd name="T4" fmla="*/ 1106 w 105881"/>
                                  <a:gd name="T5" fmla="*/ 195263 h 976313"/>
                                  <a:gd name="T6" fmla="*/ 53493 w 105881"/>
                                  <a:gd name="T7" fmla="*/ 747713 h 976313"/>
                                  <a:gd name="T8" fmla="*/ 77306 w 105881"/>
                                  <a:gd name="T9" fmla="*/ 976313 h 9763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05881" h="976313">
                                    <a:moveTo>
                                      <a:pt x="105881" y="0"/>
                                    </a:moveTo>
                                    <a:cubicBezTo>
                                      <a:pt x="74130" y="36115"/>
                                      <a:pt x="42380" y="72231"/>
                                      <a:pt x="24918" y="104775"/>
                                    </a:cubicBezTo>
                                    <a:cubicBezTo>
                                      <a:pt x="7455" y="137319"/>
                                      <a:pt x="-3657" y="88107"/>
                                      <a:pt x="1106" y="195263"/>
                                    </a:cubicBezTo>
                                    <a:cubicBezTo>
                                      <a:pt x="5868" y="302419"/>
                                      <a:pt x="40793" y="617538"/>
                                      <a:pt x="53493" y="747713"/>
                                    </a:cubicBezTo>
                                    <a:cubicBezTo>
                                      <a:pt x="66193" y="877888"/>
                                      <a:pt x="70162" y="938213"/>
                                      <a:pt x="77306" y="976313"/>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48" o:spid="_x0000_s1026" style="position:absolute;margin-left:220.85pt;margin-top:265.45pt;width:8.35pt;height:76.9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05881,976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" path="m105881,c74130,36115,42380,72231,24918,104775,7455,137319,-3657,88107,1106,195263,5868,302419,40793,617538,53493,747713,66193,877888,70162,938213,77306,976313e" filled="f" strokecolor="black [3213]" strokeweight="1.5pt">
                      <v:stroke joinstyle="miter"/>
                      <v:path arrowok="t" o:connecttype="custom" o:connectlocs="106045,0;24957,104809;1108,195326;53576,747956;77426,976630" o:connectangles="0,0,0,0,0"/>
                    </v:shape>
                  </w:pict>
                </mc:Fallback>
              </mc:AlternateContent>
            </w:r>
            <w:r w:rsidR="005D7B21">
              <w:rPr>
                <w:noProof/>
                <w:lang w:eastAsia="en-GB"/>
              </w:rPr>
              <mc:AlternateContent>
                <mc:Choice Requires="wps">
                  <w:drawing>
                    <wp:anchor distT="0" distB="0" distL="114300" distR="114300" simplePos="0" relativeHeight="251672064" behindDoc="0" locked="0" layoutInCell="1" allowOverlap="1" wp14:anchorId="52BAF560" wp14:editId="6964383E">
                      <wp:simplePos x="0" y="0"/>
                      <wp:positionH relativeFrom="column">
                        <wp:posOffset>2909570</wp:posOffset>
                      </wp:positionH>
                      <wp:positionV relativeFrom="paragraph">
                        <wp:posOffset>3390265</wp:posOffset>
                      </wp:positionV>
                      <wp:extent cx="219075" cy="1433830"/>
                      <wp:effectExtent l="11430" t="17780" r="17145" b="15240"/>
                      <wp:wrapNone/>
                      <wp:docPr id="161" name="Freeform 1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9075" cy="1433830"/>
                              </a:xfrm>
                              <a:custGeom>
                                <a:avLst/>
                                <a:gdLst>
                                  <a:gd name="T0" fmla="*/ 0 w 219075"/>
                                  <a:gd name="T1" fmla="*/ 0 h 1433513"/>
                                  <a:gd name="T2" fmla="*/ 42863 w 219075"/>
                                  <a:gd name="T3" fmla="*/ 338138 h 1433513"/>
                                  <a:gd name="T4" fmla="*/ 52388 w 219075"/>
                                  <a:gd name="T5" fmla="*/ 723900 h 1433513"/>
                                  <a:gd name="T6" fmla="*/ 52388 w 219075"/>
                                  <a:gd name="T7" fmla="*/ 1071563 h 1433513"/>
                                  <a:gd name="T8" fmla="*/ 95250 w 219075"/>
                                  <a:gd name="T9" fmla="*/ 1209944 h 1433513"/>
                                  <a:gd name="T10" fmla="*/ 219075 w 219075"/>
                                  <a:gd name="T11" fmla="*/ 1433513 h 143351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19075" h="1433513">
                                    <a:moveTo>
                                      <a:pt x="0" y="0"/>
                                    </a:moveTo>
                                    <a:cubicBezTo>
                                      <a:pt x="17066" y="108744"/>
                                      <a:pt x="34132" y="217488"/>
                                      <a:pt x="42863" y="338138"/>
                                    </a:cubicBezTo>
                                    <a:cubicBezTo>
                                      <a:pt x="51594" y="458788"/>
                                      <a:pt x="50801" y="601663"/>
                                      <a:pt x="52388" y="723900"/>
                                    </a:cubicBezTo>
                                    <a:cubicBezTo>
                                      <a:pt x="53976" y="846138"/>
                                      <a:pt x="45244" y="990556"/>
                                      <a:pt x="52388" y="1071563"/>
                                    </a:cubicBezTo>
                                    <a:cubicBezTo>
                                      <a:pt x="59532" y="1152570"/>
                                      <a:pt x="67469" y="1149619"/>
                                      <a:pt x="95250" y="1209944"/>
                                    </a:cubicBezTo>
                                    <a:cubicBezTo>
                                      <a:pt x="123031" y="1270269"/>
                                      <a:pt x="202406" y="1393826"/>
                                      <a:pt x="219075" y="1433513"/>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47" o:spid="_x0000_s1026" style="position:absolute;margin-left:229.1pt;margin-top:266.95pt;width:17.25pt;height:112.9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19075,14335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" path="m,c17066,108744,34132,217488,42863,338138v8731,120650,7938,263525,9525,385762c53976,846138,45244,990556,52388,1071563v7144,81007,15081,78056,42862,138381c123031,1270269,202406,1393826,219075,1433513e" filled="f" strokecolor="black [3213]" strokeweight="1.5pt">
                      <v:stroke joinstyle="miter"/>
                      <v:path arrowok="t" o:connecttype="custom" o:connectlocs="0,0;42863,338213;52388,724060;52388,1071800;95250,1210212;219075,1433830" o:connectangles="0,0,0,0,0,0"/>
                    </v:shape>
                  </w:pict>
                </mc:Fallback>
              </mc:AlternateContent>
            </w:r>
            <w:r w:rsidR="005D7B21">
              <w:rPr>
                <w:noProof/>
                <w:lang w:eastAsia="en-GB"/>
              </w:rPr>
              <mc:AlternateContent>
                <mc:Choice Requires="wps">
                  <w:drawing>
                    <wp:anchor distT="0" distB="0" distL="114300" distR="114300" simplePos="0" relativeHeight="251671040" behindDoc="0" locked="0" layoutInCell="1" allowOverlap="1" wp14:anchorId="44CE9098" wp14:editId="438DEA8A">
                      <wp:simplePos x="0" y="0"/>
                      <wp:positionH relativeFrom="column">
                        <wp:posOffset>2757170</wp:posOffset>
                      </wp:positionH>
                      <wp:positionV relativeFrom="paragraph">
                        <wp:posOffset>3218815</wp:posOffset>
                      </wp:positionV>
                      <wp:extent cx="131445" cy="1200150"/>
                      <wp:effectExtent l="20955" t="17780" r="9525" b="10795"/>
                      <wp:wrapNone/>
                      <wp:docPr id="149" name="Freeform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1445" cy="1200150"/>
                              </a:xfrm>
                              <a:custGeom>
                                <a:avLst/>
                                <a:gdLst>
                                  <a:gd name="T0" fmla="*/ 131139 w 131139"/>
                                  <a:gd name="T1" fmla="*/ 0 h 1200150"/>
                                  <a:gd name="T2" fmla="*/ 93039 w 131139"/>
                                  <a:gd name="T3" fmla="*/ 142875 h 1200150"/>
                                  <a:gd name="T4" fmla="*/ 21602 w 131139"/>
                                  <a:gd name="T5" fmla="*/ 266700 h 1200150"/>
                                  <a:gd name="T6" fmla="*/ 7314 w 131139"/>
                                  <a:gd name="T7" fmla="*/ 519113 h 1200150"/>
                                  <a:gd name="T8" fmla="*/ 126377 w 131139"/>
                                  <a:gd name="T9" fmla="*/ 1200150 h 12001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31139" h="1200150">
                                    <a:moveTo>
                                      <a:pt x="131139" y="0"/>
                                    </a:moveTo>
                                    <a:cubicBezTo>
                                      <a:pt x="121217" y="49212"/>
                                      <a:pt x="111295" y="98425"/>
                                      <a:pt x="93039" y="142875"/>
                                    </a:cubicBezTo>
                                    <a:cubicBezTo>
                                      <a:pt x="74783" y="187325"/>
                                      <a:pt x="35889" y="203994"/>
                                      <a:pt x="21602" y="266700"/>
                                    </a:cubicBezTo>
                                    <a:cubicBezTo>
                                      <a:pt x="7315" y="329406"/>
                                      <a:pt x="-10148" y="363538"/>
                                      <a:pt x="7314" y="519113"/>
                                    </a:cubicBezTo>
                                    <a:cubicBezTo>
                                      <a:pt x="24776" y="674688"/>
                                      <a:pt x="118440" y="1086644"/>
                                      <a:pt x="126377" y="1200150"/>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46" o:spid="_x0000_s1026" style="position:absolute;margin-left:217.1pt;margin-top:253.45pt;width:10.35pt;height:94.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131139,1200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" path="m131139,c121217,49212,111295,98425,93039,142875,74783,187325,35889,203994,21602,266700,7315,329406,-10148,363538,7314,519113v17462,155575,111126,567531,119063,681037e" filled="f" strokecolor="black [3213]" strokeweight="1.5pt">
                      <v:stroke joinstyle="miter"/>
                      <v:path arrowok="t" o:connecttype="custom" o:connectlocs="131445,0;93256,142875;21652,266700;7331,519113;126672,1200150" o:connectangles="0,0,0,0,0"/>
                    </v:shape>
                  </w:pict>
                </mc:Fallback>
              </mc:AlternateContent>
            </w:r>
            <w:r w:rsidR="005D7B21">
              <w:rPr>
                <w:noProof/>
                <w:lang w:eastAsia="en-GB"/>
              </w:rPr>
              <mc:AlternateContent>
                <mc:Choice Requires="wps">
                  <w:drawing>
                    <wp:anchor distT="0" distB="0" distL="114300" distR="114300" simplePos="0" relativeHeight="251670016" behindDoc="0" locked="0" layoutInCell="1" allowOverlap="1" wp14:anchorId="366B8960" wp14:editId="5681E82A">
                      <wp:simplePos x="0" y="0"/>
                      <wp:positionH relativeFrom="column">
                        <wp:posOffset>2919095</wp:posOffset>
                      </wp:positionH>
                      <wp:positionV relativeFrom="paragraph">
                        <wp:posOffset>3066415</wp:posOffset>
                      </wp:positionV>
                      <wp:extent cx="276860" cy="1833880"/>
                      <wp:effectExtent l="11430" t="17780" r="16510" b="15240"/>
                      <wp:wrapNone/>
                      <wp:docPr id="145" name="Freeform 1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76860" cy="1833880"/>
                              </a:xfrm>
                              <a:custGeom>
                                <a:avLst/>
                                <a:gdLst>
                                  <a:gd name="T0" fmla="*/ 0 w 276754"/>
                                  <a:gd name="T1" fmla="*/ 0 h 1833909"/>
                                  <a:gd name="T2" fmla="*/ 57150 w 276754"/>
                                  <a:gd name="T3" fmla="*/ 347663 h 1833909"/>
                                  <a:gd name="T4" fmla="*/ 100013 w 276754"/>
                                  <a:gd name="T5" fmla="*/ 681038 h 1833909"/>
                                  <a:gd name="T6" fmla="*/ 90488 w 276754"/>
                                  <a:gd name="T7" fmla="*/ 1076325 h 1833909"/>
                                  <a:gd name="T8" fmla="*/ 100013 w 276754"/>
                                  <a:gd name="T9" fmla="*/ 1366838 h 1833909"/>
                                  <a:gd name="T10" fmla="*/ 119063 w 276754"/>
                                  <a:gd name="T11" fmla="*/ 1495425 h 1833909"/>
                                  <a:gd name="T12" fmla="*/ 252413 w 276754"/>
                                  <a:gd name="T13" fmla="*/ 1762125 h 1833909"/>
                                  <a:gd name="T14" fmla="*/ 271463 w 276754"/>
                                  <a:gd name="T15" fmla="*/ 1833563 h 1833909"/>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276754" h="1833909">
                                    <a:moveTo>
                                      <a:pt x="0" y="0"/>
                                    </a:moveTo>
                                    <a:cubicBezTo>
                                      <a:pt x="20240" y="117078"/>
                                      <a:pt x="40481" y="234157"/>
                                      <a:pt x="57150" y="347663"/>
                                    </a:cubicBezTo>
                                    <a:cubicBezTo>
                                      <a:pt x="73819" y="461169"/>
                                      <a:pt x="94457" y="559594"/>
                                      <a:pt x="100013" y="681038"/>
                                    </a:cubicBezTo>
                                    <a:cubicBezTo>
                                      <a:pt x="105569" y="802482"/>
                                      <a:pt x="90488" y="962025"/>
                                      <a:pt x="90488" y="1076325"/>
                                    </a:cubicBezTo>
                                    <a:cubicBezTo>
                                      <a:pt x="90488" y="1190625"/>
                                      <a:pt x="95251" y="1296988"/>
                                      <a:pt x="100013" y="1366838"/>
                                    </a:cubicBezTo>
                                    <a:cubicBezTo>
                                      <a:pt x="104776" y="1436688"/>
                                      <a:pt x="93663" y="1429544"/>
                                      <a:pt x="119063" y="1495425"/>
                                    </a:cubicBezTo>
                                    <a:cubicBezTo>
                                      <a:pt x="144463" y="1561306"/>
                                      <a:pt x="227013" y="1705769"/>
                                      <a:pt x="252413" y="1762125"/>
                                    </a:cubicBezTo>
                                    <a:cubicBezTo>
                                      <a:pt x="277813" y="1818481"/>
                                      <a:pt x="281782" y="1836738"/>
                                      <a:pt x="271463" y="1833563"/>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44" o:spid="_x0000_s1026" style="position:absolute;margin-left:229.85pt;margin-top:241.45pt;width:21.8pt;height:144.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76754,18339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" path="m,c20240,117078,40481,234157,57150,347663v16669,113506,37307,211931,42863,333375c105569,802482,90488,962025,90488,1076325v,114300,4763,220663,9525,290513c104776,1436688,93663,1429544,119063,1495425v25400,65881,107950,210344,133350,266700c277813,1818481,281782,1836738,271463,1833563e" filled="f" strokecolor="black [3213]" strokeweight="1.5pt">
                      <v:stroke joinstyle="miter"/>
                      <v:path arrowok="t" o:connecttype="custom" o:connectlocs="0,0;57172,347658;100051,681027;90523,1076308;100051,1366816;119109,1495401;252510,1762097;271567,1833534" o:connectangles="0,0,0,0,0,0,0,0"/>
                    </v:shape>
                  </w:pict>
                </mc:Fallback>
              </mc:AlternateContent>
            </w:r>
            <w:r w:rsidR="005D7B21">
              <w:rPr>
                <w:noProof/>
                <w:lang w:eastAsia="en-GB"/>
              </w:rPr>
              <mc:AlternateContent>
                <mc:Choice Requires="wps">
                  <w:drawing>
                    <wp:anchor distT="0" distB="0" distL="114300" distR="114300" simplePos="0" relativeHeight="251668992" behindDoc="0" locked="0" layoutInCell="1" allowOverlap="1" wp14:anchorId="50B46740" wp14:editId="33E9F3D8">
                      <wp:simplePos x="0" y="0"/>
                      <wp:positionH relativeFrom="column">
                        <wp:posOffset>2642870</wp:posOffset>
                      </wp:positionH>
                      <wp:positionV relativeFrom="paragraph">
                        <wp:posOffset>3114040</wp:posOffset>
                      </wp:positionV>
                      <wp:extent cx="252730" cy="1828800"/>
                      <wp:effectExtent l="20955" t="17780" r="21590" b="10795"/>
                      <wp:wrapNone/>
                      <wp:docPr id="141" name="Freeform 1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2730" cy="1828800"/>
                              </a:xfrm>
                              <a:custGeom>
                                <a:avLst/>
                                <a:gdLst>
                                  <a:gd name="T0" fmla="*/ 222360 w 253022"/>
                                  <a:gd name="T1" fmla="*/ 0 h 1828800"/>
                                  <a:gd name="T2" fmla="*/ 89010 w 253022"/>
                                  <a:gd name="T3" fmla="*/ 109538 h 1828800"/>
                                  <a:gd name="T4" fmla="*/ 12810 w 253022"/>
                                  <a:gd name="T5" fmla="*/ 238125 h 1828800"/>
                                  <a:gd name="T6" fmla="*/ 8048 w 253022"/>
                                  <a:gd name="T7" fmla="*/ 471488 h 1828800"/>
                                  <a:gd name="T8" fmla="*/ 93773 w 253022"/>
                                  <a:gd name="T9" fmla="*/ 895350 h 1828800"/>
                                  <a:gd name="T10" fmla="*/ 189023 w 253022"/>
                                  <a:gd name="T11" fmla="*/ 1319213 h 1828800"/>
                                  <a:gd name="T12" fmla="*/ 246173 w 253022"/>
                                  <a:gd name="T13" fmla="*/ 1552575 h 1828800"/>
                                  <a:gd name="T14" fmla="*/ 246173 w 253022"/>
                                  <a:gd name="T15" fmla="*/ 1633538 h 1828800"/>
                                  <a:gd name="T16" fmla="*/ 193785 w 253022"/>
                                  <a:gd name="T17" fmla="*/ 1828800 h 18288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53022" h="1828800">
                                    <a:moveTo>
                                      <a:pt x="222360" y="0"/>
                                    </a:moveTo>
                                    <a:cubicBezTo>
                                      <a:pt x="173147" y="34925"/>
                                      <a:pt x="123935" y="69851"/>
                                      <a:pt x="89010" y="109538"/>
                                    </a:cubicBezTo>
                                    <a:cubicBezTo>
                                      <a:pt x="54085" y="149225"/>
                                      <a:pt x="26304" y="177800"/>
                                      <a:pt x="12810" y="238125"/>
                                    </a:cubicBezTo>
                                    <a:cubicBezTo>
                                      <a:pt x="-684" y="298450"/>
                                      <a:pt x="-5446" y="361951"/>
                                      <a:pt x="8048" y="471488"/>
                                    </a:cubicBezTo>
                                    <a:cubicBezTo>
                                      <a:pt x="21542" y="581025"/>
                                      <a:pt x="63611" y="754063"/>
                                      <a:pt x="93773" y="895350"/>
                                    </a:cubicBezTo>
                                    <a:cubicBezTo>
                                      <a:pt x="123935" y="1036637"/>
                                      <a:pt x="163623" y="1209676"/>
                                      <a:pt x="189023" y="1319213"/>
                                    </a:cubicBezTo>
                                    <a:cubicBezTo>
                                      <a:pt x="214423" y="1428751"/>
                                      <a:pt x="236648" y="1500188"/>
                                      <a:pt x="246173" y="1552575"/>
                                    </a:cubicBezTo>
                                    <a:cubicBezTo>
                                      <a:pt x="255698" y="1604962"/>
                                      <a:pt x="254904" y="1587501"/>
                                      <a:pt x="246173" y="1633538"/>
                                    </a:cubicBezTo>
                                    <a:cubicBezTo>
                                      <a:pt x="237442" y="1679576"/>
                                      <a:pt x="211248" y="1803400"/>
                                      <a:pt x="193785" y="1828800"/>
                                    </a:cubicBezTo>
                                  </a:path>
                                </a:pathLst>
                              </a:custGeom>
                              <a:noFill/>
                              <a:ln w="19050"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43" o:spid="_x0000_s1026" style="position:absolute;margin-left:208.1pt;margin-top:245.2pt;width:19.9pt;height:2in;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53022,18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" path="m222360,c173147,34925,123935,69851,89010,109538,54085,149225,26304,177800,12810,238125,-684,298450,-5446,361951,8048,471488,21542,581025,63611,754063,93773,895350v30162,141287,69850,314326,95250,423863c214423,1428751,236648,1500188,246173,1552575v9525,52387,8731,34926,,80963c237442,1679576,211248,1803400,193785,1828800e" filled="f" strokecolor="black [3213]" strokeweight="1.5pt">
                      <v:stroke joinstyle="miter"/>
                      <v:path arrowok="t" o:connecttype="custom" o:connectlocs="222103,0;88907,109538;12795,238125;8039,471488;93665,895350;188805,1319213;245889,1552575;245889,1633538;193561,1828800" o:connectangles="0,0,0,0,0,0,0,0,0"/>
                    </v:shape>
                  </w:pict>
                </mc:Fallback>
              </mc:AlternateContent>
            </w:r>
            <w:r w:rsidR="005D7B21">
              <w:rPr>
                <w:noProof/>
                <w:lang w:eastAsia="en-GB"/>
              </w:rPr>
              <mc:AlternateContent>
                <mc:Choice Requires="wps">
                  <w:drawing>
                    <wp:anchor distT="0" distB="0" distL="114300" distR="114300" simplePos="0" relativeHeight="251666944" behindDoc="0" locked="0" layoutInCell="1" allowOverlap="1" wp14:anchorId="313C6708" wp14:editId="75497545">
                      <wp:simplePos x="0" y="0"/>
                      <wp:positionH relativeFrom="column">
                        <wp:posOffset>3090545</wp:posOffset>
                      </wp:positionH>
                      <wp:positionV relativeFrom="paragraph">
                        <wp:posOffset>599440</wp:posOffset>
                      </wp:positionV>
                      <wp:extent cx="290830" cy="180975"/>
                      <wp:effectExtent l="20955" t="17780" r="21590" b="20320"/>
                      <wp:wrapNone/>
                      <wp:docPr id="140" name="Freeform 1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0830" cy="180975"/>
                              </a:xfrm>
                              <a:custGeom>
                                <a:avLst/>
                                <a:gdLst>
                                  <a:gd name="T0" fmla="*/ 290513 w 290513"/>
                                  <a:gd name="T1" fmla="*/ 0 h 180975"/>
                                  <a:gd name="T2" fmla="*/ 266700 w 290513"/>
                                  <a:gd name="T3" fmla="*/ 4762 h 180975"/>
                                  <a:gd name="T4" fmla="*/ 257175 w 290513"/>
                                  <a:gd name="T5" fmla="*/ 19050 h 180975"/>
                                  <a:gd name="T6" fmla="*/ 238125 w 290513"/>
                                  <a:gd name="T7" fmla="*/ 33337 h 180975"/>
                                  <a:gd name="T8" fmla="*/ 214313 w 290513"/>
                                  <a:gd name="T9" fmla="*/ 52387 h 180975"/>
                                  <a:gd name="T10" fmla="*/ 200025 w 290513"/>
                                  <a:gd name="T11" fmla="*/ 66675 h 180975"/>
                                  <a:gd name="T12" fmla="*/ 161925 w 290513"/>
                                  <a:gd name="T13" fmla="*/ 85725 h 180975"/>
                                  <a:gd name="T14" fmla="*/ 133350 w 290513"/>
                                  <a:gd name="T15" fmla="*/ 100012 h 180975"/>
                                  <a:gd name="T16" fmla="*/ 119063 w 290513"/>
                                  <a:gd name="T17" fmla="*/ 104775 h 180975"/>
                                  <a:gd name="T18" fmla="*/ 90488 w 290513"/>
                                  <a:gd name="T19" fmla="*/ 119062 h 180975"/>
                                  <a:gd name="T20" fmla="*/ 76200 w 290513"/>
                                  <a:gd name="T21" fmla="*/ 128587 h 180975"/>
                                  <a:gd name="T22" fmla="*/ 42863 w 290513"/>
                                  <a:gd name="T23" fmla="*/ 157162 h 180975"/>
                                  <a:gd name="T24" fmla="*/ 14288 w 290513"/>
                                  <a:gd name="T25" fmla="*/ 166687 h 180975"/>
                                  <a:gd name="T26" fmla="*/ 0 w 290513"/>
                                  <a:gd name="T27" fmla="*/ 180975 h 180975"/>
                                  <a:gd name="T28" fmla="*/ 0 60000 65536"/>
                                  <a:gd name="T29" fmla="*/ 0 60000 65536"/>
                                  <a:gd name="T30" fmla="*/ 0 60000 65536"/>
                                  <a:gd name="T31" fmla="*/ 0 60000 65536"/>
                                  <a:gd name="T32" fmla="*/ 0 60000 65536"/>
                                  <a:gd name="T33" fmla="*/ 0 60000 65536"/>
                                  <a:gd name="T34" fmla="*/ 0 60000 65536"/>
                                  <a:gd name="T35" fmla="*/ 0 60000 65536"/>
                                  <a:gd name="T36" fmla="*/ 0 60000 65536"/>
                                  <a:gd name="T37" fmla="*/ 0 60000 65536"/>
                                  <a:gd name="T38" fmla="*/ 0 60000 65536"/>
                                  <a:gd name="T39" fmla="*/ 0 60000 65536"/>
                                  <a:gd name="T40" fmla="*/ 0 60000 65536"/>
                                  <a:gd name="T41" fmla="*/ 0 60000 65536"/>
                                </a:gdLst>
                                <a:ahLst/>
                                <a:cxnLst>
                                  <a:cxn ang="T28">
                                    <a:pos x="T0" y="T1"/>
                                  </a:cxn>
                                  <a:cxn ang="T29">
                                    <a:pos x="T2" y="T3"/>
                                  </a:cxn>
                                  <a:cxn ang="T30">
                                    <a:pos x="T4" y="T5"/>
                                  </a:cxn>
                                  <a:cxn ang="T31">
                                    <a:pos x="T6" y="T7"/>
                                  </a:cxn>
                                  <a:cxn ang="T32">
                                    <a:pos x="T8" y="T9"/>
                                  </a:cxn>
                                  <a:cxn ang="T33">
                                    <a:pos x="T10" y="T11"/>
                                  </a:cxn>
                                  <a:cxn ang="T34">
                                    <a:pos x="T12" y="T13"/>
                                  </a:cxn>
                                  <a:cxn ang="T35">
                                    <a:pos x="T14" y="T15"/>
                                  </a:cxn>
                                  <a:cxn ang="T36">
                                    <a:pos x="T16" y="T17"/>
                                  </a:cxn>
                                  <a:cxn ang="T37">
                                    <a:pos x="T18" y="T19"/>
                                  </a:cxn>
                                  <a:cxn ang="T38">
                                    <a:pos x="T20" y="T21"/>
                                  </a:cxn>
                                  <a:cxn ang="T39">
                                    <a:pos x="T22" y="T23"/>
                                  </a:cxn>
                                  <a:cxn ang="T40">
                                    <a:pos x="T24" y="T25"/>
                                  </a:cxn>
                                  <a:cxn ang="T41">
                                    <a:pos x="T26" y="T27"/>
                                  </a:cxn>
                                </a:cxnLst>
                                <a:rect l="0" t="0" r="r" b="b"/>
                                <a:pathLst>
                                  <a:path w="290513" h="180975">
                                    <a:moveTo>
                                      <a:pt x="290513" y="0"/>
                                    </a:moveTo>
                                    <a:cubicBezTo>
                                      <a:pt x="282575" y="1587"/>
                                      <a:pt x="273728" y="746"/>
                                      <a:pt x="266700" y="4762"/>
                                    </a:cubicBezTo>
                                    <a:cubicBezTo>
                                      <a:pt x="261730" y="7602"/>
                                      <a:pt x="261222" y="15003"/>
                                      <a:pt x="257175" y="19050"/>
                                    </a:cubicBezTo>
                                    <a:cubicBezTo>
                                      <a:pt x="251562" y="24663"/>
                                      <a:pt x="244475" y="28575"/>
                                      <a:pt x="238125" y="33337"/>
                                    </a:cubicBezTo>
                                    <a:cubicBezTo>
                                      <a:pt x="216822" y="65292"/>
                                      <a:pt x="241917" y="33984"/>
                                      <a:pt x="214313" y="52387"/>
                                    </a:cubicBezTo>
                                    <a:cubicBezTo>
                                      <a:pt x="208709" y="56123"/>
                                      <a:pt x="205707" y="63059"/>
                                      <a:pt x="200025" y="66675"/>
                                    </a:cubicBezTo>
                                    <a:cubicBezTo>
                                      <a:pt x="188046" y="74298"/>
                                      <a:pt x="174625" y="79375"/>
                                      <a:pt x="161925" y="85725"/>
                                    </a:cubicBezTo>
                                    <a:cubicBezTo>
                                      <a:pt x="152400" y="90487"/>
                                      <a:pt x="143453" y="96644"/>
                                      <a:pt x="133350" y="100012"/>
                                    </a:cubicBezTo>
                                    <a:cubicBezTo>
                                      <a:pt x="128588" y="101600"/>
                                      <a:pt x="123553" y="102530"/>
                                      <a:pt x="119063" y="104775"/>
                                    </a:cubicBezTo>
                                    <a:cubicBezTo>
                                      <a:pt x="82142" y="123236"/>
                                      <a:pt x="126391" y="107095"/>
                                      <a:pt x="90488" y="119062"/>
                                    </a:cubicBezTo>
                                    <a:cubicBezTo>
                                      <a:pt x="85725" y="122237"/>
                                      <a:pt x="80597" y="124923"/>
                                      <a:pt x="76200" y="128587"/>
                                    </a:cubicBezTo>
                                    <a:cubicBezTo>
                                      <a:pt x="61899" y="140505"/>
                                      <a:pt x="60704" y="148242"/>
                                      <a:pt x="42863" y="157162"/>
                                    </a:cubicBezTo>
                                    <a:cubicBezTo>
                                      <a:pt x="33883" y="161652"/>
                                      <a:pt x="14288" y="166687"/>
                                      <a:pt x="14288" y="166687"/>
                                    </a:cubicBezTo>
                                    <a:lnTo>
                                      <a:pt x="0" y="180975"/>
                                    </a:lnTo>
                                  </a:path>
                                </a:pathLst>
                              </a:custGeom>
                              <a:noFill/>
                              <a:ln w="28575"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37" o:spid="_x0000_s1026" style="position:absolute;margin-left:243.35pt;margin-top:47.2pt;width:22.9pt;height:14.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90513,180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" path="m290513,v-7938,1587,-16785,746,-23813,4762c261730,7602,261222,15003,257175,19050v-5613,5613,-12700,9525,-19050,14287c216822,65292,241917,33984,214313,52387v-5604,3736,-8606,10672,-14288,14288c188046,74298,174625,79375,161925,85725v-9525,4762,-18472,10919,-28575,14287c128588,101600,123553,102530,119063,104775v-36921,18461,7328,2320,-28575,14287c85725,122237,80597,124923,76200,128587,61899,140505,60704,148242,42863,157162v-8980,4490,-28575,9525,-28575,9525l,180975e" filled="f" strokecolor="black [3213]" strokeweight="2.25pt">
                      <v:stroke joinstyle="miter"/>
                      <v:path arrowok="t" o:connecttype="custom" o:connectlocs="290830,0;266991,4762;257456,19050;238385,33337;214547,52387;200243,66675;162102,85725;133496,100012;119193,104775;90587,119062;76283,128587;42910,157162;14304,166687;0,180975" o:connectangles="0,0,0,0,0,0,0,0,0,0,0,0,0,0"/>
                    </v:shape>
                  </w:pict>
                </mc:Fallback>
              </mc:AlternateContent>
            </w:r>
            <w:r w:rsidR="005D7B21">
              <w:rPr>
                <w:noProof/>
                <w:lang w:eastAsia="en-GB"/>
              </w:rPr>
              <mc:AlternateContent>
                <mc:Choice Requires="wps">
                  <w:drawing>
                    <wp:anchor distT="0" distB="0" distL="114300" distR="114300" simplePos="0" relativeHeight="251665920" behindDoc="0" locked="0" layoutInCell="1" allowOverlap="1" wp14:anchorId="1E24D054" wp14:editId="0558EE87">
                      <wp:simplePos x="0" y="0"/>
                      <wp:positionH relativeFrom="column">
                        <wp:posOffset>2671445</wp:posOffset>
                      </wp:positionH>
                      <wp:positionV relativeFrom="paragraph">
                        <wp:posOffset>1428115</wp:posOffset>
                      </wp:positionV>
                      <wp:extent cx="228600" cy="1571625"/>
                      <wp:effectExtent l="20955" t="17780" r="36195" b="20320"/>
                      <wp:wrapNone/>
                      <wp:docPr id="139" name="Freeform 1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 cy="1571625"/>
                              </a:xfrm>
                              <a:custGeom>
                                <a:avLst/>
                                <a:gdLst>
                                  <a:gd name="T0" fmla="*/ 0 w 228600"/>
                                  <a:gd name="T1" fmla="*/ 0 h 1571625"/>
                                  <a:gd name="T2" fmla="*/ 4762 w 228600"/>
                                  <a:gd name="T3" fmla="*/ 23812 h 1571625"/>
                                  <a:gd name="T4" fmla="*/ 14287 w 228600"/>
                                  <a:gd name="T5" fmla="*/ 95250 h 1571625"/>
                                  <a:gd name="T6" fmla="*/ 19050 w 228600"/>
                                  <a:gd name="T7" fmla="*/ 204787 h 1571625"/>
                                  <a:gd name="T8" fmla="*/ 28575 w 228600"/>
                                  <a:gd name="T9" fmla="*/ 276225 h 1571625"/>
                                  <a:gd name="T10" fmla="*/ 33337 w 228600"/>
                                  <a:gd name="T11" fmla="*/ 323850 h 1571625"/>
                                  <a:gd name="T12" fmla="*/ 38100 w 228600"/>
                                  <a:gd name="T13" fmla="*/ 342900 h 1571625"/>
                                  <a:gd name="T14" fmla="*/ 47625 w 228600"/>
                                  <a:gd name="T15" fmla="*/ 390525 h 1571625"/>
                                  <a:gd name="T16" fmla="*/ 52387 w 228600"/>
                                  <a:gd name="T17" fmla="*/ 452437 h 1571625"/>
                                  <a:gd name="T18" fmla="*/ 61912 w 228600"/>
                                  <a:gd name="T19" fmla="*/ 471487 h 1571625"/>
                                  <a:gd name="T20" fmla="*/ 71437 w 228600"/>
                                  <a:gd name="T21" fmla="*/ 528637 h 1571625"/>
                                  <a:gd name="T22" fmla="*/ 76200 w 228600"/>
                                  <a:gd name="T23" fmla="*/ 585787 h 1571625"/>
                                  <a:gd name="T24" fmla="*/ 95250 w 228600"/>
                                  <a:gd name="T25" fmla="*/ 633412 h 1571625"/>
                                  <a:gd name="T26" fmla="*/ 104775 w 228600"/>
                                  <a:gd name="T27" fmla="*/ 666750 h 1571625"/>
                                  <a:gd name="T28" fmla="*/ 114300 w 228600"/>
                                  <a:gd name="T29" fmla="*/ 733425 h 1571625"/>
                                  <a:gd name="T30" fmla="*/ 119062 w 228600"/>
                                  <a:gd name="T31" fmla="*/ 747712 h 1571625"/>
                                  <a:gd name="T32" fmla="*/ 123825 w 228600"/>
                                  <a:gd name="T33" fmla="*/ 766762 h 1571625"/>
                                  <a:gd name="T34" fmla="*/ 128587 w 228600"/>
                                  <a:gd name="T35" fmla="*/ 814387 h 1571625"/>
                                  <a:gd name="T36" fmla="*/ 138112 w 228600"/>
                                  <a:gd name="T37" fmla="*/ 857250 h 1571625"/>
                                  <a:gd name="T38" fmla="*/ 142875 w 228600"/>
                                  <a:gd name="T39" fmla="*/ 876300 h 1571625"/>
                                  <a:gd name="T40" fmla="*/ 152400 w 228600"/>
                                  <a:gd name="T41" fmla="*/ 904875 h 1571625"/>
                                  <a:gd name="T42" fmla="*/ 166687 w 228600"/>
                                  <a:gd name="T43" fmla="*/ 947737 h 1571625"/>
                                  <a:gd name="T44" fmla="*/ 176212 w 228600"/>
                                  <a:gd name="T45" fmla="*/ 981075 h 1571625"/>
                                  <a:gd name="T46" fmla="*/ 180975 w 228600"/>
                                  <a:gd name="T47" fmla="*/ 1057275 h 1571625"/>
                                  <a:gd name="T48" fmla="*/ 190500 w 228600"/>
                                  <a:gd name="T49" fmla="*/ 1085850 h 1571625"/>
                                  <a:gd name="T50" fmla="*/ 195262 w 228600"/>
                                  <a:gd name="T51" fmla="*/ 1104900 h 1571625"/>
                                  <a:gd name="T52" fmla="*/ 204787 w 228600"/>
                                  <a:gd name="T53" fmla="*/ 1133475 h 1571625"/>
                                  <a:gd name="T54" fmla="*/ 209550 w 228600"/>
                                  <a:gd name="T55" fmla="*/ 1147762 h 1571625"/>
                                  <a:gd name="T56" fmla="*/ 214312 w 228600"/>
                                  <a:gd name="T57" fmla="*/ 1166812 h 1571625"/>
                                  <a:gd name="T58" fmla="*/ 219075 w 228600"/>
                                  <a:gd name="T59" fmla="*/ 1328737 h 1571625"/>
                                  <a:gd name="T60" fmla="*/ 214312 w 228600"/>
                                  <a:gd name="T61" fmla="*/ 1347787 h 1571625"/>
                                  <a:gd name="T62" fmla="*/ 219075 w 228600"/>
                                  <a:gd name="T63" fmla="*/ 1404937 h 1571625"/>
                                  <a:gd name="T64" fmla="*/ 228600 w 228600"/>
                                  <a:gd name="T65" fmla="*/ 1433512 h 1571625"/>
                                  <a:gd name="T66" fmla="*/ 214312 w 228600"/>
                                  <a:gd name="T67" fmla="*/ 1443037 h 1571625"/>
                                  <a:gd name="T68" fmla="*/ 209550 w 228600"/>
                                  <a:gd name="T69" fmla="*/ 1471612 h 1571625"/>
                                  <a:gd name="T70" fmla="*/ 204787 w 228600"/>
                                  <a:gd name="T71" fmla="*/ 1495425 h 1571625"/>
                                  <a:gd name="T72" fmla="*/ 200025 w 228600"/>
                                  <a:gd name="T73" fmla="*/ 1571625 h 1571625"/>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Lst>
                                <a:ahLst/>
                                <a:cxnLst>
                                  <a:cxn ang="T74">
                                    <a:pos x="T0" y="T1"/>
                                  </a:cxn>
                                  <a:cxn ang="T75">
                                    <a:pos x="T2" y="T3"/>
                                  </a:cxn>
                                  <a:cxn ang="T76">
                                    <a:pos x="T4" y="T5"/>
                                  </a:cxn>
                                  <a:cxn ang="T77">
                                    <a:pos x="T6" y="T7"/>
                                  </a:cxn>
                                  <a:cxn ang="T78">
                                    <a:pos x="T8" y="T9"/>
                                  </a:cxn>
                                  <a:cxn ang="T79">
                                    <a:pos x="T10" y="T11"/>
                                  </a:cxn>
                                  <a:cxn ang="T80">
                                    <a:pos x="T12" y="T13"/>
                                  </a:cxn>
                                  <a:cxn ang="T81">
                                    <a:pos x="T14" y="T15"/>
                                  </a:cxn>
                                  <a:cxn ang="T82">
                                    <a:pos x="T16" y="T17"/>
                                  </a:cxn>
                                  <a:cxn ang="T83">
                                    <a:pos x="T18" y="T19"/>
                                  </a:cxn>
                                  <a:cxn ang="T84">
                                    <a:pos x="T20" y="T21"/>
                                  </a:cxn>
                                  <a:cxn ang="T85">
                                    <a:pos x="T22" y="T23"/>
                                  </a:cxn>
                                  <a:cxn ang="T86">
                                    <a:pos x="T24" y="T25"/>
                                  </a:cxn>
                                  <a:cxn ang="T87">
                                    <a:pos x="T26" y="T27"/>
                                  </a:cxn>
                                  <a:cxn ang="T88">
                                    <a:pos x="T28" y="T29"/>
                                  </a:cxn>
                                  <a:cxn ang="T89">
                                    <a:pos x="T30" y="T31"/>
                                  </a:cxn>
                                  <a:cxn ang="T90">
                                    <a:pos x="T32" y="T33"/>
                                  </a:cxn>
                                  <a:cxn ang="T91">
                                    <a:pos x="T34" y="T35"/>
                                  </a:cxn>
                                  <a:cxn ang="T92">
                                    <a:pos x="T36" y="T37"/>
                                  </a:cxn>
                                  <a:cxn ang="T93">
                                    <a:pos x="T38" y="T39"/>
                                  </a:cxn>
                                  <a:cxn ang="T94">
                                    <a:pos x="T40" y="T41"/>
                                  </a:cxn>
                                  <a:cxn ang="T95">
                                    <a:pos x="T42" y="T43"/>
                                  </a:cxn>
                                  <a:cxn ang="T96">
                                    <a:pos x="T44" y="T45"/>
                                  </a:cxn>
                                  <a:cxn ang="T97">
                                    <a:pos x="T46" y="T47"/>
                                  </a:cxn>
                                  <a:cxn ang="T98">
                                    <a:pos x="T48" y="T49"/>
                                  </a:cxn>
                                  <a:cxn ang="T99">
                                    <a:pos x="T50" y="T51"/>
                                  </a:cxn>
                                  <a:cxn ang="T100">
                                    <a:pos x="T52" y="T53"/>
                                  </a:cxn>
                                  <a:cxn ang="T101">
                                    <a:pos x="T54" y="T55"/>
                                  </a:cxn>
                                  <a:cxn ang="T102">
                                    <a:pos x="T56" y="T57"/>
                                  </a:cxn>
                                  <a:cxn ang="T103">
                                    <a:pos x="T58" y="T59"/>
                                  </a:cxn>
                                  <a:cxn ang="T104">
                                    <a:pos x="T60" y="T61"/>
                                  </a:cxn>
                                  <a:cxn ang="T105">
                                    <a:pos x="T62" y="T63"/>
                                  </a:cxn>
                                  <a:cxn ang="T106">
                                    <a:pos x="T64" y="T65"/>
                                  </a:cxn>
                                  <a:cxn ang="T107">
                                    <a:pos x="T66" y="T67"/>
                                  </a:cxn>
                                  <a:cxn ang="T108">
                                    <a:pos x="T68" y="T69"/>
                                  </a:cxn>
                                  <a:cxn ang="T109">
                                    <a:pos x="T70" y="T71"/>
                                  </a:cxn>
                                  <a:cxn ang="T110">
                                    <a:pos x="T72" y="T73"/>
                                  </a:cxn>
                                </a:cxnLst>
                                <a:rect l="0" t="0" r="r" b="b"/>
                                <a:pathLst>
                                  <a:path w="228600" h="1571625">
                                    <a:moveTo>
                                      <a:pt x="0" y="0"/>
                                    </a:moveTo>
                                    <a:cubicBezTo>
                                      <a:pt x="1587" y="7937"/>
                                      <a:pt x="3816" y="15773"/>
                                      <a:pt x="4762" y="23812"/>
                                    </a:cubicBezTo>
                                    <a:cubicBezTo>
                                      <a:pt x="13237" y="95853"/>
                                      <a:pt x="2615" y="60230"/>
                                      <a:pt x="14287" y="95250"/>
                                    </a:cubicBezTo>
                                    <a:cubicBezTo>
                                      <a:pt x="15875" y="131762"/>
                                      <a:pt x="16770" y="168311"/>
                                      <a:pt x="19050" y="204787"/>
                                    </a:cubicBezTo>
                                    <a:cubicBezTo>
                                      <a:pt x="22432" y="258907"/>
                                      <a:pt x="23091" y="232356"/>
                                      <a:pt x="28575" y="276225"/>
                                    </a:cubicBezTo>
                                    <a:cubicBezTo>
                                      <a:pt x="30554" y="292056"/>
                                      <a:pt x="31081" y="308056"/>
                                      <a:pt x="33337" y="323850"/>
                                    </a:cubicBezTo>
                                    <a:cubicBezTo>
                                      <a:pt x="34263" y="330330"/>
                                      <a:pt x="36816" y="336482"/>
                                      <a:pt x="38100" y="342900"/>
                                    </a:cubicBezTo>
                                    <a:cubicBezTo>
                                      <a:pt x="49777" y="401286"/>
                                      <a:pt x="36562" y="346277"/>
                                      <a:pt x="47625" y="390525"/>
                                    </a:cubicBezTo>
                                    <a:cubicBezTo>
                                      <a:pt x="49212" y="411162"/>
                                      <a:pt x="48790" y="432054"/>
                                      <a:pt x="52387" y="452437"/>
                                    </a:cubicBezTo>
                                    <a:cubicBezTo>
                                      <a:pt x="53621" y="459428"/>
                                      <a:pt x="60190" y="464599"/>
                                      <a:pt x="61912" y="471487"/>
                                    </a:cubicBezTo>
                                    <a:cubicBezTo>
                                      <a:pt x="66596" y="490223"/>
                                      <a:pt x="68262" y="509587"/>
                                      <a:pt x="71437" y="528637"/>
                                    </a:cubicBezTo>
                                    <a:cubicBezTo>
                                      <a:pt x="74580" y="547493"/>
                                      <a:pt x="73057" y="566931"/>
                                      <a:pt x="76200" y="585787"/>
                                    </a:cubicBezTo>
                                    <a:cubicBezTo>
                                      <a:pt x="80142" y="609441"/>
                                      <a:pt x="86770" y="613624"/>
                                      <a:pt x="95250" y="633412"/>
                                    </a:cubicBezTo>
                                    <a:cubicBezTo>
                                      <a:pt x="98652" y="641350"/>
                                      <a:pt x="103266" y="659205"/>
                                      <a:pt x="104775" y="666750"/>
                                    </a:cubicBezTo>
                                    <a:cubicBezTo>
                                      <a:pt x="120381" y="744778"/>
                                      <a:pt x="96755" y="636929"/>
                                      <a:pt x="114300" y="733425"/>
                                    </a:cubicBezTo>
                                    <a:cubicBezTo>
                                      <a:pt x="115198" y="738364"/>
                                      <a:pt x="117683" y="742885"/>
                                      <a:pt x="119062" y="747712"/>
                                    </a:cubicBezTo>
                                    <a:cubicBezTo>
                                      <a:pt x="120860" y="754006"/>
                                      <a:pt x="122237" y="760412"/>
                                      <a:pt x="123825" y="766762"/>
                                    </a:cubicBezTo>
                                    <a:cubicBezTo>
                                      <a:pt x="125412" y="782637"/>
                                      <a:pt x="126206" y="799306"/>
                                      <a:pt x="128587" y="814387"/>
                                    </a:cubicBezTo>
                                    <a:cubicBezTo>
                                      <a:pt x="130968" y="829468"/>
                                      <a:pt x="135731" y="846931"/>
                                      <a:pt x="138112" y="857250"/>
                                    </a:cubicBezTo>
                                    <a:cubicBezTo>
                                      <a:pt x="140493" y="867569"/>
                                      <a:pt x="140994" y="870031"/>
                                      <a:pt x="142875" y="876300"/>
                                    </a:cubicBezTo>
                                    <a:cubicBezTo>
                                      <a:pt x="145760" y="885917"/>
                                      <a:pt x="152400" y="904875"/>
                                      <a:pt x="152400" y="904875"/>
                                    </a:cubicBezTo>
                                    <a:cubicBezTo>
                                      <a:pt x="163807" y="973326"/>
                                      <a:pt x="162718" y="935037"/>
                                      <a:pt x="166687" y="947737"/>
                                    </a:cubicBezTo>
                                    <a:cubicBezTo>
                                      <a:pt x="170656" y="960437"/>
                                      <a:pt x="173831" y="962819"/>
                                      <a:pt x="176212" y="981075"/>
                                    </a:cubicBezTo>
                                    <a:cubicBezTo>
                                      <a:pt x="177800" y="1006475"/>
                                      <a:pt x="177536" y="1032059"/>
                                      <a:pt x="180975" y="1057275"/>
                                    </a:cubicBezTo>
                                    <a:cubicBezTo>
                                      <a:pt x="182332" y="1067223"/>
                                      <a:pt x="188065" y="1076109"/>
                                      <a:pt x="190500" y="1085850"/>
                                    </a:cubicBezTo>
                                    <a:cubicBezTo>
                                      <a:pt x="192087" y="1092200"/>
                                      <a:pt x="193381" y="1098631"/>
                                      <a:pt x="195262" y="1104900"/>
                                    </a:cubicBezTo>
                                    <a:cubicBezTo>
                                      <a:pt x="198147" y="1114517"/>
                                      <a:pt x="201612" y="1123950"/>
                                      <a:pt x="204787" y="1133475"/>
                                    </a:cubicBezTo>
                                    <a:cubicBezTo>
                                      <a:pt x="206375" y="1138237"/>
                                      <a:pt x="208333" y="1142892"/>
                                      <a:pt x="209550" y="1147762"/>
                                    </a:cubicBezTo>
                                    <a:cubicBezTo>
                                      <a:pt x="211137" y="1154112"/>
                                      <a:pt x="212725" y="1136650"/>
                                      <a:pt x="214312" y="1166812"/>
                                    </a:cubicBezTo>
                                    <a:cubicBezTo>
                                      <a:pt x="215899" y="1196974"/>
                                      <a:pt x="219075" y="1298575"/>
                                      <a:pt x="219075" y="1328737"/>
                                    </a:cubicBezTo>
                                    <a:cubicBezTo>
                                      <a:pt x="218625" y="1335267"/>
                                      <a:pt x="214312" y="1341242"/>
                                      <a:pt x="214312" y="1347787"/>
                                    </a:cubicBezTo>
                                    <a:cubicBezTo>
                                      <a:pt x="214312" y="1366903"/>
                                      <a:pt x="215932" y="1386081"/>
                                      <a:pt x="219075" y="1404937"/>
                                    </a:cubicBezTo>
                                    <a:cubicBezTo>
                                      <a:pt x="220726" y="1414841"/>
                                      <a:pt x="228600" y="1433512"/>
                                      <a:pt x="228600" y="1433512"/>
                                    </a:cubicBezTo>
                                    <a:cubicBezTo>
                                      <a:pt x="223837" y="1436687"/>
                                      <a:pt x="216872" y="1437917"/>
                                      <a:pt x="214312" y="1443037"/>
                                    </a:cubicBezTo>
                                    <a:cubicBezTo>
                                      <a:pt x="209994" y="1451674"/>
                                      <a:pt x="211277" y="1462111"/>
                                      <a:pt x="209550" y="1471612"/>
                                    </a:cubicBezTo>
                                    <a:cubicBezTo>
                                      <a:pt x="208102" y="1479576"/>
                                      <a:pt x="206375" y="1487487"/>
                                      <a:pt x="204787" y="1495425"/>
                                    </a:cubicBezTo>
                                    <a:cubicBezTo>
                                      <a:pt x="199306" y="1555717"/>
                                      <a:pt x="200025" y="1530278"/>
                                      <a:pt x="200025" y="1571625"/>
                                    </a:cubicBezTo>
                                  </a:path>
                                </a:pathLst>
                              </a:custGeom>
                              <a:noFill/>
                              <a:ln w="28575"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36" o:spid="_x0000_s1026" style="position:absolute;margin-left:210.35pt;margin-top:112.45pt;width:18pt;height:123.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28600,1571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" path="m,c1587,7937,3816,15773,4762,23812v8475,72041,-2147,36418,9525,71438c15875,131762,16770,168311,19050,204787v3382,54120,4041,27569,9525,71438c30554,292056,31081,308056,33337,323850v926,6480,3479,12632,4763,19050c49777,401286,36562,346277,47625,390525v1587,20637,1165,41529,4762,61912c53621,459428,60190,464599,61912,471487v4684,18736,6350,38100,9525,57150c74580,547493,73057,566931,76200,585787v3942,23654,10570,27837,19050,47625c98652,641350,103266,659205,104775,666750v15606,78028,-8020,-29821,9525,66675c115198,738364,117683,742885,119062,747712v1798,6294,3175,12700,4763,19050c125412,782637,126206,799306,128587,814387v2381,15081,7144,32544,9525,42863c140493,867569,140994,870031,142875,876300v2885,9617,9525,28575,9525,28575c163807,973326,162718,935037,166687,947737v3969,12700,7144,15082,9525,33338c177800,1006475,177536,1032059,180975,1057275v1357,9948,7090,18834,9525,28575c192087,1092200,193381,1098631,195262,1104900v2885,9617,6350,19050,9525,28575c206375,1138237,208333,1142892,209550,1147762v1587,6350,3175,-11112,4762,19050c215899,1196974,219075,1298575,219075,1328737v-450,6530,-4763,12505,-4763,19050c214312,1366903,215932,1386081,219075,1404937v1651,9904,9525,28575,9525,28575c223837,1436687,216872,1437917,214312,1443037v-4318,8637,-3035,19074,-4762,28575c208102,1479576,206375,1487487,204787,1495425v-5481,60292,-4762,34853,-4762,76200e" filled="f" strokecolor="black [3213]" strokeweight="2.25pt">
                      <v:stroke joinstyle="miter"/>
                      <v:path arrowok="t" o:connecttype="custom" o:connectlocs="0,0;4762,23812;14287,95250;19050,204787;28575,276225;33337,323850;38100,342900;47625,390525;52387,452437;61912,471487;71437,528637;76200,585787;95250,633412;104775,666750;114300,733425;119062,747712;123825,766762;128587,814387;138112,857250;142875,876300;152400,904875;166687,947737;176212,981075;180975,1057275;190500,1085850;195262,1104900;204787,1133475;209550,1147762;214312,1166812;219075,1328737;214312,1347787;219075,1404937;228600,1433512;214312,1443037;209550,1471612;204787,1495425;200025,1571625" o:connectangles="0,0,0,0,0,0,0,0,0,0,0,0,0,0,0,0,0,0,0,0,0,0,0,0,0,0,0,0,0,0,0,0,0,0,0,0,0"/>
                    </v:shape>
                  </w:pict>
                </mc:Fallback>
              </mc:AlternateContent>
            </w:r>
            <w:r w:rsidR="005D7B21">
              <w:rPr>
                <w:noProof/>
                <w:lang w:eastAsia="en-GB"/>
              </w:rPr>
              <mc:AlternateContent>
                <mc:Choice Requires="wps">
                  <w:drawing>
                    <wp:anchor distT="0" distB="0" distL="114300" distR="114300" simplePos="0" relativeHeight="251664896" behindDoc="0" locked="0" layoutInCell="1" allowOverlap="1" wp14:anchorId="3FC35383" wp14:editId="43679158">
                      <wp:simplePos x="0" y="0"/>
                      <wp:positionH relativeFrom="column">
                        <wp:posOffset>2661920</wp:posOffset>
                      </wp:positionH>
                      <wp:positionV relativeFrom="paragraph">
                        <wp:posOffset>94615</wp:posOffset>
                      </wp:positionV>
                      <wp:extent cx="638175" cy="1238250"/>
                      <wp:effectExtent l="30480" t="17780" r="17145" b="20320"/>
                      <wp:wrapNone/>
                      <wp:docPr id="134" name="Freeform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8175" cy="1238250"/>
                              </a:xfrm>
                              <a:custGeom>
                                <a:avLst/>
                                <a:gdLst>
                                  <a:gd name="T0" fmla="*/ 638175 w 638175"/>
                                  <a:gd name="T1" fmla="*/ 0 h 1238250"/>
                                  <a:gd name="T2" fmla="*/ 633412 w 638175"/>
                                  <a:gd name="T3" fmla="*/ 61913 h 1238250"/>
                                  <a:gd name="T4" fmla="*/ 623887 w 638175"/>
                                  <a:gd name="T5" fmla="*/ 90488 h 1238250"/>
                                  <a:gd name="T6" fmla="*/ 619125 w 638175"/>
                                  <a:gd name="T7" fmla="*/ 161925 h 1238250"/>
                                  <a:gd name="T8" fmla="*/ 609600 w 638175"/>
                                  <a:gd name="T9" fmla="*/ 190500 h 1238250"/>
                                  <a:gd name="T10" fmla="*/ 595312 w 638175"/>
                                  <a:gd name="T11" fmla="*/ 285750 h 1238250"/>
                                  <a:gd name="T12" fmla="*/ 585787 w 638175"/>
                                  <a:gd name="T13" fmla="*/ 314325 h 1238250"/>
                                  <a:gd name="T14" fmla="*/ 581025 w 638175"/>
                                  <a:gd name="T15" fmla="*/ 328613 h 1238250"/>
                                  <a:gd name="T16" fmla="*/ 576262 w 638175"/>
                                  <a:gd name="T17" fmla="*/ 352425 h 1238250"/>
                                  <a:gd name="T18" fmla="*/ 561975 w 638175"/>
                                  <a:gd name="T19" fmla="*/ 366713 h 1238250"/>
                                  <a:gd name="T20" fmla="*/ 552450 w 638175"/>
                                  <a:gd name="T21" fmla="*/ 381000 h 1238250"/>
                                  <a:gd name="T22" fmla="*/ 538162 w 638175"/>
                                  <a:gd name="T23" fmla="*/ 400050 h 1238250"/>
                                  <a:gd name="T24" fmla="*/ 523875 w 638175"/>
                                  <a:gd name="T25" fmla="*/ 414338 h 1238250"/>
                                  <a:gd name="T26" fmla="*/ 519112 w 638175"/>
                                  <a:gd name="T27" fmla="*/ 428625 h 1238250"/>
                                  <a:gd name="T28" fmla="*/ 495300 w 638175"/>
                                  <a:gd name="T29" fmla="*/ 461963 h 1238250"/>
                                  <a:gd name="T30" fmla="*/ 485775 w 638175"/>
                                  <a:gd name="T31" fmla="*/ 476250 h 1238250"/>
                                  <a:gd name="T32" fmla="*/ 466725 w 638175"/>
                                  <a:gd name="T33" fmla="*/ 481013 h 1238250"/>
                                  <a:gd name="T34" fmla="*/ 452437 w 638175"/>
                                  <a:gd name="T35" fmla="*/ 495300 h 1238250"/>
                                  <a:gd name="T36" fmla="*/ 438150 w 638175"/>
                                  <a:gd name="T37" fmla="*/ 500063 h 1238250"/>
                                  <a:gd name="T38" fmla="*/ 409575 w 638175"/>
                                  <a:gd name="T39" fmla="*/ 528638 h 1238250"/>
                                  <a:gd name="T40" fmla="*/ 395287 w 638175"/>
                                  <a:gd name="T41" fmla="*/ 538163 h 1238250"/>
                                  <a:gd name="T42" fmla="*/ 376237 w 638175"/>
                                  <a:gd name="T43" fmla="*/ 552450 h 1238250"/>
                                  <a:gd name="T44" fmla="*/ 333375 w 638175"/>
                                  <a:gd name="T45" fmla="*/ 585788 h 1238250"/>
                                  <a:gd name="T46" fmla="*/ 290512 w 638175"/>
                                  <a:gd name="T47" fmla="*/ 614363 h 1238250"/>
                                  <a:gd name="T48" fmla="*/ 247650 w 638175"/>
                                  <a:gd name="T49" fmla="*/ 642938 h 1238250"/>
                                  <a:gd name="T50" fmla="*/ 233362 w 638175"/>
                                  <a:gd name="T51" fmla="*/ 647700 h 1238250"/>
                                  <a:gd name="T52" fmla="*/ 214312 w 638175"/>
                                  <a:gd name="T53" fmla="*/ 661988 h 1238250"/>
                                  <a:gd name="T54" fmla="*/ 176212 w 638175"/>
                                  <a:gd name="T55" fmla="*/ 695325 h 1238250"/>
                                  <a:gd name="T56" fmla="*/ 166687 w 638175"/>
                                  <a:gd name="T57" fmla="*/ 709613 h 1238250"/>
                                  <a:gd name="T58" fmla="*/ 152400 w 638175"/>
                                  <a:gd name="T59" fmla="*/ 719138 h 1238250"/>
                                  <a:gd name="T60" fmla="*/ 147637 w 638175"/>
                                  <a:gd name="T61" fmla="*/ 733425 h 1238250"/>
                                  <a:gd name="T62" fmla="*/ 128587 w 638175"/>
                                  <a:gd name="T63" fmla="*/ 762000 h 1238250"/>
                                  <a:gd name="T64" fmla="*/ 119062 w 638175"/>
                                  <a:gd name="T65" fmla="*/ 776288 h 1238250"/>
                                  <a:gd name="T66" fmla="*/ 109537 w 638175"/>
                                  <a:gd name="T67" fmla="*/ 790575 h 1238250"/>
                                  <a:gd name="T68" fmla="*/ 104775 w 638175"/>
                                  <a:gd name="T69" fmla="*/ 804863 h 1238250"/>
                                  <a:gd name="T70" fmla="*/ 76200 w 638175"/>
                                  <a:gd name="T71" fmla="*/ 833438 h 1238250"/>
                                  <a:gd name="T72" fmla="*/ 71437 w 638175"/>
                                  <a:gd name="T73" fmla="*/ 847725 h 1238250"/>
                                  <a:gd name="T74" fmla="*/ 57150 w 638175"/>
                                  <a:gd name="T75" fmla="*/ 852488 h 1238250"/>
                                  <a:gd name="T76" fmla="*/ 42862 w 638175"/>
                                  <a:gd name="T77" fmla="*/ 866775 h 1238250"/>
                                  <a:gd name="T78" fmla="*/ 33337 w 638175"/>
                                  <a:gd name="T79" fmla="*/ 904875 h 1238250"/>
                                  <a:gd name="T80" fmla="*/ 23812 w 638175"/>
                                  <a:gd name="T81" fmla="*/ 938213 h 1238250"/>
                                  <a:gd name="T82" fmla="*/ 14287 w 638175"/>
                                  <a:gd name="T83" fmla="*/ 952500 h 1238250"/>
                                  <a:gd name="T84" fmla="*/ 4762 w 638175"/>
                                  <a:gd name="T85" fmla="*/ 1004888 h 1238250"/>
                                  <a:gd name="T86" fmla="*/ 0 w 638175"/>
                                  <a:gd name="T87" fmla="*/ 1123950 h 1238250"/>
                                  <a:gd name="T88" fmla="*/ 4762 w 638175"/>
                                  <a:gd name="T89" fmla="*/ 1195388 h 1238250"/>
                                  <a:gd name="T90" fmla="*/ 9525 w 638175"/>
                                  <a:gd name="T91" fmla="*/ 1238250 h 1238250"/>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0" t="0" r="r" b="b"/>
                                <a:pathLst>
                                  <a:path w="638175" h="1238250">
                                    <a:moveTo>
                                      <a:pt x="638175" y="0"/>
                                    </a:moveTo>
                                    <a:cubicBezTo>
                                      <a:pt x="636587" y="20638"/>
                                      <a:pt x="636640" y="41468"/>
                                      <a:pt x="633412" y="61913"/>
                                    </a:cubicBezTo>
                                    <a:cubicBezTo>
                                      <a:pt x="631846" y="71830"/>
                                      <a:pt x="623887" y="90488"/>
                                      <a:pt x="623887" y="90488"/>
                                    </a:cubicBezTo>
                                    <a:cubicBezTo>
                                      <a:pt x="622300" y="114300"/>
                                      <a:pt x="622500" y="138300"/>
                                      <a:pt x="619125" y="161925"/>
                                    </a:cubicBezTo>
                                    <a:cubicBezTo>
                                      <a:pt x="617705" y="171864"/>
                                      <a:pt x="609600" y="190500"/>
                                      <a:pt x="609600" y="190500"/>
                                    </a:cubicBezTo>
                                    <a:cubicBezTo>
                                      <a:pt x="603226" y="254234"/>
                                      <a:pt x="607966" y="222481"/>
                                      <a:pt x="595312" y="285750"/>
                                    </a:cubicBezTo>
                                    <a:cubicBezTo>
                                      <a:pt x="593343" y="295595"/>
                                      <a:pt x="588962" y="304800"/>
                                      <a:pt x="585787" y="314325"/>
                                    </a:cubicBezTo>
                                    <a:lnTo>
                                      <a:pt x="581025" y="328613"/>
                                    </a:lnTo>
                                    <a:cubicBezTo>
                                      <a:pt x="578466" y="336292"/>
                                      <a:pt x="579882" y="345185"/>
                                      <a:pt x="576262" y="352425"/>
                                    </a:cubicBezTo>
                                    <a:cubicBezTo>
                                      <a:pt x="573250" y="358449"/>
                                      <a:pt x="566287" y="361539"/>
                                      <a:pt x="561975" y="366713"/>
                                    </a:cubicBezTo>
                                    <a:cubicBezTo>
                                      <a:pt x="558311" y="371110"/>
                                      <a:pt x="555777" y="376343"/>
                                      <a:pt x="552450" y="381000"/>
                                    </a:cubicBezTo>
                                    <a:cubicBezTo>
                                      <a:pt x="547836" y="387459"/>
                                      <a:pt x="543328" y="394023"/>
                                      <a:pt x="538162" y="400050"/>
                                    </a:cubicBezTo>
                                    <a:cubicBezTo>
                                      <a:pt x="533779" y="405164"/>
                                      <a:pt x="528637" y="409575"/>
                                      <a:pt x="523875" y="414338"/>
                                    </a:cubicBezTo>
                                    <a:cubicBezTo>
                                      <a:pt x="522287" y="419100"/>
                                      <a:pt x="521357" y="424135"/>
                                      <a:pt x="519112" y="428625"/>
                                    </a:cubicBezTo>
                                    <a:cubicBezTo>
                                      <a:pt x="515370" y="436109"/>
                                      <a:pt x="498897" y="456928"/>
                                      <a:pt x="495300" y="461963"/>
                                    </a:cubicBezTo>
                                    <a:cubicBezTo>
                                      <a:pt x="491973" y="466621"/>
                                      <a:pt x="490537" y="473075"/>
                                      <a:pt x="485775" y="476250"/>
                                    </a:cubicBezTo>
                                    <a:cubicBezTo>
                                      <a:pt x="480329" y="479881"/>
                                      <a:pt x="473075" y="479425"/>
                                      <a:pt x="466725" y="481013"/>
                                    </a:cubicBezTo>
                                    <a:cubicBezTo>
                                      <a:pt x="461962" y="485775"/>
                                      <a:pt x="458041" y="491564"/>
                                      <a:pt x="452437" y="495300"/>
                                    </a:cubicBezTo>
                                    <a:cubicBezTo>
                                      <a:pt x="448260" y="498085"/>
                                      <a:pt x="442113" y="496981"/>
                                      <a:pt x="438150" y="500063"/>
                                    </a:cubicBezTo>
                                    <a:cubicBezTo>
                                      <a:pt x="427517" y="508333"/>
                                      <a:pt x="419100" y="519113"/>
                                      <a:pt x="409575" y="528638"/>
                                    </a:cubicBezTo>
                                    <a:cubicBezTo>
                                      <a:pt x="405528" y="532685"/>
                                      <a:pt x="399945" y="534836"/>
                                      <a:pt x="395287" y="538163"/>
                                    </a:cubicBezTo>
                                    <a:cubicBezTo>
                                      <a:pt x="388828" y="542776"/>
                                      <a:pt x="382263" y="547284"/>
                                      <a:pt x="376237" y="552450"/>
                                    </a:cubicBezTo>
                                    <a:cubicBezTo>
                                      <a:pt x="337064" y="586027"/>
                                      <a:pt x="347662" y="575469"/>
                                      <a:pt x="333375" y="585788"/>
                                    </a:cubicBezTo>
                                    <a:cubicBezTo>
                                      <a:pt x="319088" y="596107"/>
                                      <a:pt x="304799" y="604838"/>
                                      <a:pt x="290512" y="614363"/>
                                    </a:cubicBezTo>
                                    <a:cubicBezTo>
                                      <a:pt x="290505" y="614367"/>
                                      <a:pt x="254797" y="638173"/>
                                      <a:pt x="247650" y="642938"/>
                                    </a:cubicBezTo>
                                    <a:cubicBezTo>
                                      <a:pt x="243473" y="645723"/>
                                      <a:pt x="238125" y="646113"/>
                                      <a:pt x="233362" y="647700"/>
                                    </a:cubicBezTo>
                                    <a:cubicBezTo>
                                      <a:pt x="227012" y="652463"/>
                                      <a:pt x="223837" y="654051"/>
                                      <a:pt x="214312" y="661988"/>
                                    </a:cubicBezTo>
                                    <a:cubicBezTo>
                                      <a:pt x="204787" y="669925"/>
                                      <a:pt x="184149" y="687388"/>
                                      <a:pt x="176212" y="695325"/>
                                    </a:cubicBezTo>
                                    <a:cubicBezTo>
                                      <a:pt x="168275" y="703262"/>
                                      <a:pt x="170734" y="705565"/>
                                      <a:pt x="166687" y="709613"/>
                                    </a:cubicBezTo>
                                    <a:cubicBezTo>
                                      <a:pt x="162640" y="713660"/>
                                      <a:pt x="155976" y="714669"/>
                                      <a:pt x="152400" y="719138"/>
                                    </a:cubicBezTo>
                                    <a:cubicBezTo>
                                      <a:pt x="149264" y="723058"/>
                                      <a:pt x="150075" y="729037"/>
                                      <a:pt x="147637" y="733425"/>
                                    </a:cubicBezTo>
                                    <a:cubicBezTo>
                                      <a:pt x="142077" y="743432"/>
                                      <a:pt x="134937" y="752475"/>
                                      <a:pt x="128587" y="762000"/>
                                    </a:cubicBezTo>
                                    <a:lnTo>
                                      <a:pt x="119062" y="776288"/>
                                    </a:lnTo>
                                    <a:lnTo>
                                      <a:pt x="109537" y="790575"/>
                                    </a:lnTo>
                                    <a:cubicBezTo>
                                      <a:pt x="107950" y="795338"/>
                                      <a:pt x="107857" y="800900"/>
                                      <a:pt x="104775" y="804863"/>
                                    </a:cubicBezTo>
                                    <a:cubicBezTo>
                                      <a:pt x="96505" y="815496"/>
                                      <a:pt x="76200" y="833438"/>
                                      <a:pt x="76200" y="833438"/>
                                    </a:cubicBezTo>
                                    <a:cubicBezTo>
                                      <a:pt x="74612" y="838200"/>
                                      <a:pt x="74987" y="844175"/>
                                      <a:pt x="71437" y="847725"/>
                                    </a:cubicBezTo>
                                    <a:cubicBezTo>
                                      <a:pt x="67887" y="851275"/>
                                      <a:pt x="61327" y="849703"/>
                                      <a:pt x="57150" y="852488"/>
                                    </a:cubicBezTo>
                                    <a:cubicBezTo>
                                      <a:pt x="51546" y="856224"/>
                                      <a:pt x="47625" y="862013"/>
                                      <a:pt x="42862" y="866775"/>
                                    </a:cubicBezTo>
                                    <a:lnTo>
                                      <a:pt x="33337" y="904875"/>
                                    </a:lnTo>
                                    <a:cubicBezTo>
                                      <a:pt x="31810" y="910984"/>
                                      <a:pt x="27230" y="931377"/>
                                      <a:pt x="23812" y="938213"/>
                                    </a:cubicBezTo>
                                    <a:cubicBezTo>
                                      <a:pt x="21252" y="943332"/>
                                      <a:pt x="17462" y="947738"/>
                                      <a:pt x="14287" y="952500"/>
                                    </a:cubicBezTo>
                                    <a:cubicBezTo>
                                      <a:pt x="6808" y="974939"/>
                                      <a:pt x="6756" y="971982"/>
                                      <a:pt x="4762" y="1004888"/>
                                    </a:cubicBezTo>
                                    <a:cubicBezTo>
                                      <a:pt x="2359" y="1044534"/>
                                      <a:pt x="1587" y="1084263"/>
                                      <a:pt x="0" y="1123950"/>
                                    </a:cubicBezTo>
                                    <a:cubicBezTo>
                                      <a:pt x="1587" y="1147763"/>
                                      <a:pt x="2780" y="1171605"/>
                                      <a:pt x="4762" y="1195388"/>
                                    </a:cubicBezTo>
                                    <a:cubicBezTo>
                                      <a:pt x="5956" y="1209714"/>
                                      <a:pt x="9525" y="1238250"/>
                                      <a:pt x="9525" y="1238250"/>
                                    </a:cubicBezTo>
                                  </a:path>
                                </a:pathLst>
                              </a:custGeom>
                              <a:noFill/>
                              <a:ln w="28575"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35" o:spid="_x0000_s1026" style="position:absolute;margin-left:209.6pt;margin-top:7.45pt;width:50.25pt;height:9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638175,12382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" path="m638175,v-1588,20638,-1535,41468,-4763,61913c631846,71830,623887,90488,623887,90488v-1587,23812,-1387,47812,-4762,71437c617705,171864,609600,190500,609600,190500v-6374,63734,-1634,31981,-14288,95250c593343,295595,588962,304800,585787,314325r-4762,14288c578466,336292,579882,345185,576262,352425v-3012,6024,-9975,9114,-14287,14288c558311,371110,555777,376343,552450,381000v-4614,6459,-9122,13023,-14288,19050c533779,405164,528637,409575,523875,414338v-1588,4762,-2518,9797,-4763,14287c515370,436109,498897,456928,495300,461963v-3327,4658,-4763,11112,-9525,14287c480329,479881,473075,479425,466725,481013v-4763,4762,-8684,10551,-14288,14287c448260,498085,442113,496981,438150,500063v-10633,8270,-19050,19050,-28575,28575c405528,532685,399945,534836,395287,538163v-6459,4613,-13024,9121,-19050,14287c337064,586027,347662,575469,333375,585788v-14287,10319,-28576,19050,-42863,28575c290505,614367,254797,638173,247650,642938v-4177,2785,-9525,3175,-14288,4762c227012,652463,223837,654051,214312,661988v-9525,7937,-30163,25400,-38100,33337c168275,703262,170734,705565,166687,709613v-4047,4047,-10711,5056,-14287,9525c149264,723058,150075,729037,147637,733425v-5560,10007,-12700,19050,-19050,28575l119062,776288r-9525,14287c107950,795338,107857,800900,104775,804863v-8270,10633,-28575,28575,-28575,28575c74612,838200,74987,844175,71437,847725v-3550,3550,-10110,1978,-14287,4763c51546,856224,47625,862013,42862,866775r-9525,38100c31810,910984,27230,931377,23812,938213v-2560,5119,-6350,9525,-9525,14287c6808,974939,6756,971982,4762,1004888,2359,1044534,1587,1084263,,1123950v1587,23813,2780,47655,4762,71438c5956,1209714,9525,1238250,9525,1238250e" filled="f" strokecolor="black [3213]" strokeweight="2.25pt">
                      <v:stroke joinstyle="miter"/>
                      <v:path arrowok="t" o:connecttype="custom" o:connectlocs="638175,0;633412,61913;623887,90488;619125,161925;609600,190500;595312,285750;585787,314325;581025,328613;576262,352425;561975,366713;552450,381000;538162,400050;523875,414338;519112,428625;495300,461963;485775,476250;466725,481013;452437,495300;438150,500063;409575,528638;395287,538163;376237,552450;333375,585788;290512,614363;247650,642938;233362,647700;214312,661988;176212,695325;166687,709613;152400,719138;147637,733425;128587,762000;119062,776288;109537,790575;104775,804863;76200,833438;71437,847725;57150,852488;42862,866775;33337,904875;23812,938213;14287,952500;4762,1004888;0,1123950;4762,1195388;9525,1238250" o:connectangles="0,0,0,0,0,0,0,0,0,0,0,0,0,0,0,0,0,0,0,0,0,0,0,0,0,0,0,0,0,0,0,0,0,0,0,0,0,0,0,0,0,0,0,0,0,0"/>
                    </v:shape>
                  </w:pict>
                </mc:Fallback>
              </mc:AlternateContent>
            </w:r>
            <w:r w:rsidR="005D7B21">
              <w:rPr>
                <w:noProof/>
                <w:lang w:eastAsia="en-GB"/>
              </w:rPr>
              <mc:AlternateContent>
                <mc:Choice Requires="wps">
                  <w:drawing>
                    <wp:anchor distT="0" distB="0" distL="114300" distR="114300" simplePos="0" relativeHeight="251663872" behindDoc="0" locked="0" layoutInCell="1" allowOverlap="1" wp14:anchorId="773FC51E" wp14:editId="6479FC2B">
                      <wp:simplePos x="0" y="0"/>
                      <wp:positionH relativeFrom="column">
                        <wp:posOffset>2766695</wp:posOffset>
                      </wp:positionH>
                      <wp:positionV relativeFrom="paragraph">
                        <wp:posOffset>818515</wp:posOffset>
                      </wp:positionV>
                      <wp:extent cx="261620" cy="1828800"/>
                      <wp:effectExtent l="38100" t="19050" r="24130" b="0"/>
                      <wp:wrapNone/>
                      <wp:docPr id="133" name="Freeform 1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1620" cy="1828800"/>
                              </a:xfrm>
                              <a:custGeom>
                                <a:avLst/>
                                <a:gdLst>
                                  <a:gd name="T0" fmla="*/ 261620 w 261937"/>
                                  <a:gd name="T1" fmla="*/ 0 h 1828800"/>
                                  <a:gd name="T2" fmla="*/ 237837 w 261937"/>
                                  <a:gd name="T3" fmla="*/ 9525 h 1828800"/>
                                  <a:gd name="T4" fmla="*/ 209296 w 261937"/>
                                  <a:gd name="T5" fmla="*/ 28575 h 1828800"/>
                                  <a:gd name="T6" fmla="*/ 195026 w 261937"/>
                                  <a:gd name="T7" fmla="*/ 38100 h 1828800"/>
                                  <a:gd name="T8" fmla="*/ 180756 w 261937"/>
                                  <a:gd name="T9" fmla="*/ 47625 h 1828800"/>
                                  <a:gd name="T10" fmla="*/ 161729 w 261937"/>
                                  <a:gd name="T11" fmla="*/ 52387 h 1828800"/>
                                  <a:gd name="T12" fmla="*/ 133189 w 261937"/>
                                  <a:gd name="T13" fmla="*/ 80962 h 1828800"/>
                                  <a:gd name="T14" fmla="*/ 109404 w 261937"/>
                                  <a:gd name="T15" fmla="*/ 109537 h 1828800"/>
                                  <a:gd name="T16" fmla="*/ 99891 w 261937"/>
                                  <a:gd name="T17" fmla="*/ 133350 h 1828800"/>
                                  <a:gd name="T18" fmla="*/ 76108 w 261937"/>
                                  <a:gd name="T19" fmla="*/ 161925 h 1828800"/>
                                  <a:gd name="T20" fmla="*/ 71351 w 261937"/>
                                  <a:gd name="T21" fmla="*/ 176212 h 1828800"/>
                                  <a:gd name="T22" fmla="*/ 47567 w 261937"/>
                                  <a:gd name="T23" fmla="*/ 209550 h 1828800"/>
                                  <a:gd name="T24" fmla="*/ 33297 w 261937"/>
                                  <a:gd name="T25" fmla="*/ 252412 h 1828800"/>
                                  <a:gd name="T26" fmla="*/ 23783 w 261937"/>
                                  <a:gd name="T27" fmla="*/ 266700 h 1828800"/>
                                  <a:gd name="T28" fmla="*/ 19027 w 261937"/>
                                  <a:gd name="T29" fmla="*/ 280987 h 1828800"/>
                                  <a:gd name="T30" fmla="*/ 9513 w 261937"/>
                                  <a:gd name="T31" fmla="*/ 295275 h 1828800"/>
                                  <a:gd name="T32" fmla="*/ 4756 w 261937"/>
                                  <a:gd name="T33" fmla="*/ 361950 h 1828800"/>
                                  <a:gd name="T34" fmla="*/ 0 w 261937"/>
                                  <a:gd name="T35" fmla="*/ 385762 h 1828800"/>
                                  <a:gd name="T36" fmla="*/ 4756 w 261937"/>
                                  <a:gd name="T37" fmla="*/ 576262 h 1828800"/>
                                  <a:gd name="T38" fmla="*/ 14270 w 261937"/>
                                  <a:gd name="T39" fmla="*/ 614362 h 1828800"/>
                                  <a:gd name="T40" fmla="*/ 23783 w 261937"/>
                                  <a:gd name="T41" fmla="*/ 819150 h 1828800"/>
                                  <a:gd name="T42" fmla="*/ 33297 w 261937"/>
                                  <a:gd name="T43" fmla="*/ 890587 h 1828800"/>
                                  <a:gd name="T44" fmla="*/ 42810 w 261937"/>
                                  <a:gd name="T45" fmla="*/ 919162 h 1828800"/>
                                  <a:gd name="T46" fmla="*/ 52324 w 261937"/>
                                  <a:gd name="T47" fmla="*/ 1014412 h 1828800"/>
                                  <a:gd name="T48" fmla="*/ 66594 w 261937"/>
                                  <a:gd name="T49" fmla="*/ 1057275 h 1828800"/>
                                  <a:gd name="T50" fmla="*/ 71351 w 261937"/>
                                  <a:gd name="T51" fmla="*/ 1071562 h 1828800"/>
                                  <a:gd name="T52" fmla="*/ 80864 w 261937"/>
                                  <a:gd name="T53" fmla="*/ 1157287 h 1828800"/>
                                  <a:gd name="T54" fmla="*/ 85621 w 261937"/>
                                  <a:gd name="T55" fmla="*/ 1171575 h 1828800"/>
                                  <a:gd name="T56" fmla="*/ 90377 w 261937"/>
                                  <a:gd name="T57" fmla="*/ 1219200 h 1828800"/>
                                  <a:gd name="T58" fmla="*/ 99891 w 261937"/>
                                  <a:gd name="T59" fmla="*/ 1262062 h 1828800"/>
                                  <a:gd name="T60" fmla="*/ 104648 w 261937"/>
                                  <a:gd name="T61" fmla="*/ 1319212 h 1828800"/>
                                  <a:gd name="T62" fmla="*/ 114162 w 261937"/>
                                  <a:gd name="T63" fmla="*/ 1347787 h 1828800"/>
                                  <a:gd name="T64" fmla="*/ 118918 w 261937"/>
                                  <a:gd name="T65" fmla="*/ 1366837 h 1828800"/>
                                  <a:gd name="T66" fmla="*/ 128431 w 261937"/>
                                  <a:gd name="T67" fmla="*/ 1395412 h 1828800"/>
                                  <a:gd name="T68" fmla="*/ 133189 w 261937"/>
                                  <a:gd name="T69" fmla="*/ 1419225 h 1828800"/>
                                  <a:gd name="T70" fmla="*/ 137945 w 261937"/>
                                  <a:gd name="T71" fmla="*/ 1438275 h 1828800"/>
                                  <a:gd name="T72" fmla="*/ 142702 w 261937"/>
                                  <a:gd name="T73" fmla="*/ 1476375 h 1828800"/>
                                  <a:gd name="T74" fmla="*/ 147458 w 261937"/>
                                  <a:gd name="T75" fmla="*/ 1519237 h 1828800"/>
                                  <a:gd name="T76" fmla="*/ 156972 w 261937"/>
                                  <a:gd name="T77" fmla="*/ 1533525 h 1828800"/>
                                  <a:gd name="T78" fmla="*/ 161729 w 261937"/>
                                  <a:gd name="T79" fmla="*/ 1566862 h 1828800"/>
                                  <a:gd name="T80" fmla="*/ 166485 w 261937"/>
                                  <a:gd name="T81" fmla="*/ 1590675 h 1828800"/>
                                  <a:gd name="T82" fmla="*/ 175999 w 261937"/>
                                  <a:gd name="T83" fmla="*/ 1709737 h 1828800"/>
                                  <a:gd name="T84" fmla="*/ 185512 w 261937"/>
                                  <a:gd name="T85" fmla="*/ 1828800 h 1828800"/>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Lst>
                                <a:ahLst/>
                                <a:cxnLst>
                                  <a:cxn ang="T86">
                                    <a:pos x="T0" y="T1"/>
                                  </a:cxn>
                                  <a:cxn ang="T87">
                                    <a:pos x="T2" y="T3"/>
                                  </a:cxn>
                                  <a:cxn ang="T88">
                                    <a:pos x="T4" y="T5"/>
                                  </a:cxn>
                                  <a:cxn ang="T89">
                                    <a:pos x="T6" y="T7"/>
                                  </a:cxn>
                                  <a:cxn ang="T90">
                                    <a:pos x="T8" y="T9"/>
                                  </a:cxn>
                                  <a:cxn ang="T91">
                                    <a:pos x="T10" y="T11"/>
                                  </a:cxn>
                                  <a:cxn ang="T92">
                                    <a:pos x="T12" y="T13"/>
                                  </a:cxn>
                                  <a:cxn ang="T93">
                                    <a:pos x="T14" y="T15"/>
                                  </a:cxn>
                                  <a:cxn ang="T94">
                                    <a:pos x="T16" y="T17"/>
                                  </a:cxn>
                                  <a:cxn ang="T95">
                                    <a:pos x="T18" y="T19"/>
                                  </a:cxn>
                                  <a:cxn ang="T96">
                                    <a:pos x="T20" y="T21"/>
                                  </a:cxn>
                                  <a:cxn ang="T97">
                                    <a:pos x="T22" y="T23"/>
                                  </a:cxn>
                                  <a:cxn ang="T98">
                                    <a:pos x="T24" y="T25"/>
                                  </a:cxn>
                                  <a:cxn ang="T99">
                                    <a:pos x="T26" y="T27"/>
                                  </a:cxn>
                                  <a:cxn ang="T100">
                                    <a:pos x="T28" y="T29"/>
                                  </a:cxn>
                                  <a:cxn ang="T101">
                                    <a:pos x="T30" y="T31"/>
                                  </a:cxn>
                                  <a:cxn ang="T102">
                                    <a:pos x="T32" y="T33"/>
                                  </a:cxn>
                                  <a:cxn ang="T103">
                                    <a:pos x="T34" y="T35"/>
                                  </a:cxn>
                                  <a:cxn ang="T104">
                                    <a:pos x="T36" y="T37"/>
                                  </a:cxn>
                                  <a:cxn ang="T105">
                                    <a:pos x="T38" y="T39"/>
                                  </a:cxn>
                                  <a:cxn ang="T106">
                                    <a:pos x="T40" y="T41"/>
                                  </a:cxn>
                                  <a:cxn ang="T107">
                                    <a:pos x="T42" y="T43"/>
                                  </a:cxn>
                                  <a:cxn ang="T108">
                                    <a:pos x="T44" y="T45"/>
                                  </a:cxn>
                                  <a:cxn ang="T109">
                                    <a:pos x="T46" y="T47"/>
                                  </a:cxn>
                                  <a:cxn ang="T110">
                                    <a:pos x="T48" y="T49"/>
                                  </a:cxn>
                                  <a:cxn ang="T111">
                                    <a:pos x="T50" y="T51"/>
                                  </a:cxn>
                                  <a:cxn ang="T112">
                                    <a:pos x="T52" y="T53"/>
                                  </a:cxn>
                                  <a:cxn ang="T113">
                                    <a:pos x="T54" y="T55"/>
                                  </a:cxn>
                                  <a:cxn ang="T114">
                                    <a:pos x="T56" y="T57"/>
                                  </a:cxn>
                                  <a:cxn ang="T115">
                                    <a:pos x="T58" y="T59"/>
                                  </a:cxn>
                                  <a:cxn ang="T116">
                                    <a:pos x="T60" y="T61"/>
                                  </a:cxn>
                                  <a:cxn ang="T117">
                                    <a:pos x="T62" y="T63"/>
                                  </a:cxn>
                                  <a:cxn ang="T118">
                                    <a:pos x="T64" y="T65"/>
                                  </a:cxn>
                                  <a:cxn ang="T119">
                                    <a:pos x="T66" y="T67"/>
                                  </a:cxn>
                                  <a:cxn ang="T120">
                                    <a:pos x="T68" y="T69"/>
                                  </a:cxn>
                                  <a:cxn ang="T121">
                                    <a:pos x="T70" y="T71"/>
                                  </a:cxn>
                                  <a:cxn ang="T122">
                                    <a:pos x="T72" y="T73"/>
                                  </a:cxn>
                                  <a:cxn ang="T123">
                                    <a:pos x="T74" y="T75"/>
                                  </a:cxn>
                                  <a:cxn ang="T124">
                                    <a:pos x="T76" y="T77"/>
                                  </a:cxn>
                                  <a:cxn ang="T125">
                                    <a:pos x="T78" y="T79"/>
                                  </a:cxn>
                                  <a:cxn ang="T126">
                                    <a:pos x="T80" y="T81"/>
                                  </a:cxn>
                                  <a:cxn ang="T127">
                                    <a:pos x="T82" y="T83"/>
                                  </a:cxn>
                                  <a:cxn ang="T128">
                                    <a:pos x="T84" y="T85"/>
                                  </a:cxn>
                                </a:cxnLst>
                                <a:rect l="0" t="0" r="r" b="b"/>
                                <a:pathLst>
                                  <a:path w="261937" h="1828800">
                                    <a:moveTo>
                                      <a:pt x="261937" y="0"/>
                                    </a:moveTo>
                                    <a:cubicBezTo>
                                      <a:pt x="254000" y="3175"/>
                                      <a:pt x="245630" y="5431"/>
                                      <a:pt x="238125" y="9525"/>
                                    </a:cubicBezTo>
                                    <a:cubicBezTo>
                                      <a:pt x="228075" y="15007"/>
                                      <a:pt x="219075" y="22225"/>
                                      <a:pt x="209550" y="28575"/>
                                    </a:cubicBezTo>
                                    <a:lnTo>
                                      <a:pt x="195262" y="38100"/>
                                    </a:lnTo>
                                    <a:cubicBezTo>
                                      <a:pt x="190500" y="41275"/>
                                      <a:pt x="186528" y="46237"/>
                                      <a:pt x="180975" y="47625"/>
                                    </a:cubicBezTo>
                                    <a:lnTo>
                                      <a:pt x="161925" y="52387"/>
                                    </a:lnTo>
                                    <a:cubicBezTo>
                                      <a:pt x="152400" y="61912"/>
                                      <a:pt x="140822" y="69754"/>
                                      <a:pt x="133350" y="80962"/>
                                    </a:cubicBezTo>
                                    <a:cubicBezTo>
                                      <a:pt x="120089" y="100854"/>
                                      <a:pt x="127873" y="91203"/>
                                      <a:pt x="109537" y="109537"/>
                                    </a:cubicBezTo>
                                    <a:cubicBezTo>
                                      <a:pt x="106362" y="117475"/>
                                      <a:pt x="104543" y="126100"/>
                                      <a:pt x="100012" y="133350"/>
                                    </a:cubicBezTo>
                                    <a:cubicBezTo>
                                      <a:pt x="73671" y="175496"/>
                                      <a:pt x="96265" y="121796"/>
                                      <a:pt x="76200" y="161925"/>
                                    </a:cubicBezTo>
                                    <a:cubicBezTo>
                                      <a:pt x="73955" y="166415"/>
                                      <a:pt x="73682" y="171722"/>
                                      <a:pt x="71437" y="176212"/>
                                    </a:cubicBezTo>
                                    <a:cubicBezTo>
                                      <a:pt x="67954" y="183177"/>
                                      <a:pt x="50862" y="205234"/>
                                      <a:pt x="47625" y="209550"/>
                                    </a:cubicBezTo>
                                    <a:lnTo>
                                      <a:pt x="33337" y="252412"/>
                                    </a:lnTo>
                                    <a:cubicBezTo>
                                      <a:pt x="31527" y="257842"/>
                                      <a:pt x="26987" y="261937"/>
                                      <a:pt x="23812" y="266700"/>
                                    </a:cubicBezTo>
                                    <a:cubicBezTo>
                                      <a:pt x="22225" y="271462"/>
                                      <a:pt x="21295" y="276497"/>
                                      <a:pt x="19050" y="280987"/>
                                    </a:cubicBezTo>
                                    <a:cubicBezTo>
                                      <a:pt x="16490" y="286107"/>
                                      <a:pt x="10520" y="289638"/>
                                      <a:pt x="9525" y="295275"/>
                                    </a:cubicBezTo>
                                    <a:cubicBezTo>
                                      <a:pt x="5653" y="317218"/>
                                      <a:pt x="7095" y="339791"/>
                                      <a:pt x="4762" y="361950"/>
                                    </a:cubicBezTo>
                                    <a:cubicBezTo>
                                      <a:pt x="3915" y="370000"/>
                                      <a:pt x="1587" y="377825"/>
                                      <a:pt x="0" y="385762"/>
                                    </a:cubicBezTo>
                                    <a:cubicBezTo>
                                      <a:pt x="1587" y="449262"/>
                                      <a:pt x="800" y="512866"/>
                                      <a:pt x="4762" y="576262"/>
                                    </a:cubicBezTo>
                                    <a:cubicBezTo>
                                      <a:pt x="5579" y="589327"/>
                                      <a:pt x="14287" y="614362"/>
                                      <a:pt x="14287" y="614362"/>
                                    </a:cubicBezTo>
                                    <a:cubicBezTo>
                                      <a:pt x="17462" y="682625"/>
                                      <a:pt x="19950" y="750923"/>
                                      <a:pt x="23812" y="819150"/>
                                    </a:cubicBezTo>
                                    <a:cubicBezTo>
                                      <a:pt x="24849" y="837472"/>
                                      <a:pt x="27745" y="870084"/>
                                      <a:pt x="33337" y="890587"/>
                                    </a:cubicBezTo>
                                    <a:cubicBezTo>
                                      <a:pt x="35979" y="900273"/>
                                      <a:pt x="42862" y="919162"/>
                                      <a:pt x="42862" y="919162"/>
                                    </a:cubicBezTo>
                                    <a:cubicBezTo>
                                      <a:pt x="46037" y="950912"/>
                                      <a:pt x="48429" y="982750"/>
                                      <a:pt x="52387" y="1014412"/>
                                    </a:cubicBezTo>
                                    <a:cubicBezTo>
                                      <a:pt x="54382" y="1030370"/>
                                      <a:pt x="61043" y="1042256"/>
                                      <a:pt x="66675" y="1057275"/>
                                    </a:cubicBezTo>
                                    <a:cubicBezTo>
                                      <a:pt x="68438" y="1061975"/>
                                      <a:pt x="69850" y="1066800"/>
                                      <a:pt x="71437" y="1071562"/>
                                    </a:cubicBezTo>
                                    <a:cubicBezTo>
                                      <a:pt x="73871" y="1100763"/>
                                      <a:pt x="74639" y="1128835"/>
                                      <a:pt x="80962" y="1157287"/>
                                    </a:cubicBezTo>
                                    <a:cubicBezTo>
                                      <a:pt x="82051" y="1162188"/>
                                      <a:pt x="84137" y="1166812"/>
                                      <a:pt x="85725" y="1171575"/>
                                    </a:cubicBezTo>
                                    <a:cubicBezTo>
                                      <a:pt x="87312" y="1187450"/>
                                      <a:pt x="88378" y="1203386"/>
                                      <a:pt x="90487" y="1219200"/>
                                    </a:cubicBezTo>
                                    <a:cubicBezTo>
                                      <a:pt x="92213" y="1232146"/>
                                      <a:pt x="96781" y="1249136"/>
                                      <a:pt x="100012" y="1262062"/>
                                    </a:cubicBezTo>
                                    <a:cubicBezTo>
                                      <a:pt x="101600" y="1281112"/>
                                      <a:pt x="101632" y="1300356"/>
                                      <a:pt x="104775" y="1319212"/>
                                    </a:cubicBezTo>
                                    <a:cubicBezTo>
                                      <a:pt x="106426" y="1329116"/>
                                      <a:pt x="111865" y="1338046"/>
                                      <a:pt x="114300" y="1347787"/>
                                    </a:cubicBezTo>
                                    <a:cubicBezTo>
                                      <a:pt x="115887" y="1354137"/>
                                      <a:pt x="117181" y="1360568"/>
                                      <a:pt x="119062" y="1366837"/>
                                    </a:cubicBezTo>
                                    <a:cubicBezTo>
                                      <a:pt x="121947" y="1376454"/>
                                      <a:pt x="126618" y="1385567"/>
                                      <a:pt x="128587" y="1395412"/>
                                    </a:cubicBezTo>
                                    <a:cubicBezTo>
                                      <a:pt x="130175" y="1403350"/>
                                      <a:pt x="131594" y="1411323"/>
                                      <a:pt x="133350" y="1419225"/>
                                    </a:cubicBezTo>
                                    <a:cubicBezTo>
                                      <a:pt x="134770" y="1425615"/>
                                      <a:pt x="137036" y="1431819"/>
                                      <a:pt x="138112" y="1438275"/>
                                    </a:cubicBezTo>
                                    <a:cubicBezTo>
                                      <a:pt x="140216" y="1450900"/>
                                      <a:pt x="141380" y="1463664"/>
                                      <a:pt x="142875" y="1476375"/>
                                    </a:cubicBezTo>
                                    <a:cubicBezTo>
                                      <a:pt x="144555" y="1490652"/>
                                      <a:pt x="144151" y="1505291"/>
                                      <a:pt x="147637" y="1519237"/>
                                    </a:cubicBezTo>
                                    <a:cubicBezTo>
                                      <a:pt x="149025" y="1524790"/>
                                      <a:pt x="153987" y="1528762"/>
                                      <a:pt x="157162" y="1533525"/>
                                    </a:cubicBezTo>
                                    <a:cubicBezTo>
                                      <a:pt x="158750" y="1544637"/>
                                      <a:pt x="160080" y="1555790"/>
                                      <a:pt x="161925" y="1566862"/>
                                    </a:cubicBezTo>
                                    <a:cubicBezTo>
                                      <a:pt x="163256" y="1574847"/>
                                      <a:pt x="165882" y="1582620"/>
                                      <a:pt x="166687" y="1590675"/>
                                    </a:cubicBezTo>
                                    <a:cubicBezTo>
                                      <a:pt x="169112" y="1614924"/>
                                      <a:pt x="171348" y="1680553"/>
                                      <a:pt x="176212" y="1709737"/>
                                    </a:cubicBezTo>
                                    <a:cubicBezTo>
                                      <a:pt x="192282" y="1806163"/>
                                      <a:pt x="185737" y="1668479"/>
                                      <a:pt x="185737" y="1828800"/>
                                    </a:cubicBezTo>
                                  </a:path>
                                </a:pathLst>
                              </a:custGeom>
                              <a:noFill/>
                              <a:ln w="28575" cap="flat" cmpd="sng" algn="ctr">
                                <a:solidFill>
                                  <a:schemeClr val="tx1">
                                    <a:lumMod val="100000"/>
                                    <a:lumOff val="0"/>
                                  </a:schemeClr>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Freeform 138" o:spid="_x0000_s1026" style="position:absolute;margin-left:217.85pt;margin-top:64.45pt;width:20.6pt;height:2in;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coordsize="261937,18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" path="m261937,v-7937,3175,-16307,5431,-23812,9525c228075,15007,219075,22225,209550,28575r-14288,9525c190500,41275,186528,46237,180975,47625r-19050,4762c152400,61912,140822,69754,133350,80962v-13261,19892,-5477,10241,-23813,28575c106362,117475,104543,126100,100012,133350,73671,175496,96265,121796,76200,161925v-2245,4490,-2518,9797,-4763,14287c67954,183177,50862,205234,47625,209550l33337,252412v-1810,5430,-6350,9525,-9525,14288c22225,271462,21295,276497,19050,280987v-2560,5120,-8530,8651,-9525,14288c5653,317218,7095,339791,4762,361950,3915,370000,1587,377825,,385762v1587,63500,800,127104,4762,190500c5579,589327,14287,614362,14287,614362v3175,68263,5663,136561,9525,204788c24849,837472,27745,870084,33337,890587v2642,9686,9525,28575,9525,28575c46037,950912,48429,982750,52387,1014412v1995,15958,8656,27844,14288,42863c68438,1061975,69850,1066800,71437,1071562v2434,29201,3202,57273,9525,85725c82051,1162188,84137,1166812,85725,1171575v1587,15875,2653,31811,4762,47625c92213,1232146,96781,1249136,100012,1262062v1588,19050,1620,38294,4763,57150c106426,1329116,111865,1338046,114300,1347787v1587,6350,2881,12781,4762,19050c121947,1376454,126618,1385567,128587,1395412v1588,7938,3007,15911,4763,23813c134770,1425615,137036,1431819,138112,1438275v2104,12625,3268,25389,4763,38100c144555,1490652,144151,1505291,147637,1519237v1388,5553,6350,9525,9525,14288c158750,1544637,160080,1555790,161925,1566862v1331,7985,3957,15758,4762,23813c169112,1614924,171348,1680553,176212,1709737v16070,96426,9525,-41258,9525,119063e" filled="f" strokecolor="black [3213]" strokeweight="2.25pt">
                      <v:stroke joinstyle="miter"/>
                      <v:path arrowok="t" o:connecttype="custom" o:connectlocs="261303,0;237549,9525;209043,28575;194790,38100;180537,47625;161533,52387;133028,80962;109272,109537;99770,133350;76016,161925;71265,176212;47509,209550;33257,252412;23754,266700;19004,280987;9501,295275;4750,361950;0,385762;4750,576262;14253,614362;23754,819150;33257,890587;42758,919162;52261,1014412;66513,1057275;71265,1071562;80766,1157287;85517,1171575;90268,1219200;99770,1262062;104521,1319212;114024,1347787;118774,1366837;128276,1395412;133028,1419225;137778,1438275;142529,1476375;147280,1519237;156782,1533525;161533,1566862;166284,1590675;175786,1709737;185287,1828800" o:connectangles="0,0,0,0,0,0,0,0,0,0,0,0,0,0,0,0,0,0,0,0,0,0,0,0,0,0,0,0,0,0,0,0,0,0,0,0,0,0,0,0,0,0,0"/>
                    </v:shape>
                  </w:pict>
                </mc:Fallback>
              </mc:AlternateContent>
            </w:r>
            <w:r w:rsidR="005D7B21">
              <w:rPr>
                <w:noProof/>
                <w:lang w:eastAsia="en-GB"/>
              </w:rPr>
              <mc:AlternateContent>
                <mc:Choice Requires="wps">
                  <w:drawing>
                    <wp:anchor distT="45720" distB="45720" distL="114300" distR="114300" simplePos="0" relativeHeight="251655680" behindDoc="0" locked="0" layoutInCell="1" allowOverlap="1" wp14:anchorId="36CBE998" wp14:editId="47CD3C3E">
                      <wp:simplePos x="0" y="0"/>
                      <wp:positionH relativeFrom="column">
                        <wp:posOffset>781685</wp:posOffset>
                      </wp:positionH>
                      <wp:positionV relativeFrom="paragraph">
                        <wp:posOffset>4932045</wp:posOffset>
                      </wp:positionV>
                      <wp:extent cx="1151890" cy="467995"/>
                      <wp:effectExtent l="19685" t="26670" r="19050" b="19685"/>
                      <wp:wrapNone/>
                      <wp:docPr id="13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7995"/>
                              </a:xfrm>
                              <a:prstGeom prst="rect">
                                <a:avLst/>
                              </a:prstGeom>
                              <a:solidFill>
                                <a:srgbClr val="FFFFFF"/>
                              </a:solidFill>
                              <a:ln w="3810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C0C0C0"/>
                                      </a:outerShdw>
                                    </a:effectLst>
                                  </a14:hiddenEffects>
                                </a:ext>
                              </a:extLst>
                            </wps:spPr>
                            <wps:txbx>
                              <w:txbxContent>
                                <w:p w:rsidR="006434ED" w:rsidRDefault="006434ED" w:rsidP="004071DB">
                                  <w:pPr>
                                    <w:pStyle w:val="CUSTOMNormal"/>
                                    <w:spacing w:line="360" w:lineRule="auto"/>
                                    <w:rPr>
                                      <w:b/>
                                      <w:szCs w:val="16"/>
                                      <w:lang w:val="es-ES"/>
                                    </w:rPr>
                                  </w:pPr>
                                  <w:r>
                                    <w:rPr>
                                      <w:b/>
                                      <w:szCs w:val="16"/>
                                      <w:lang w:val="es-ES"/>
                                    </w:rPr>
                                    <w:t>R</w:t>
                                  </w:r>
                                  <w:r w:rsidRPr="004071DB">
                                    <w:rPr>
                                      <w:b/>
                                      <w:szCs w:val="16"/>
                                      <w:lang w:val="es-ES"/>
                                    </w:rPr>
                                    <w:t xml:space="preserve">TBPI = </w:t>
                                  </w:r>
                                  <w:r>
                                    <w:rPr>
                                      <w:b/>
                                      <w:szCs w:val="16"/>
                                      <w:lang w:val="es-ES"/>
                                    </w:rPr>
                                    <w:t>0.18</w:t>
                                  </w:r>
                                </w:p>
                                <w:p w:rsidR="006434ED" w:rsidRPr="004071DB" w:rsidRDefault="006434ED" w:rsidP="004071DB">
                                  <w:pPr>
                                    <w:pStyle w:val="CUSTOMNormal"/>
                                    <w:spacing w:line="360" w:lineRule="auto"/>
                                    <w:rPr>
                                      <w:b/>
                                      <w:szCs w:val="16"/>
                                      <w:lang w:val="es-ES"/>
                                    </w:rPr>
                                  </w:pPr>
                                  <w:r>
                                    <w:rPr>
                                      <w:b/>
                                      <w:szCs w:val="16"/>
                                      <w:lang w:val="es-ES"/>
                                    </w:rPr>
                                    <w:t>Toe= 35mmHg</w:t>
                                  </w:r>
                                </w:p>
                              </w:txbxContent>
                            </wps:txbx>
                            <wps:bodyPr rot="0" vert="horz" wrap="square" lIns="36000" tIns="43200" rIns="36000" bIns="432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61.55pt;margin-top:388.35pt;width:90.7pt;height:36.85pt;z-index:2516556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" strokecolor="red" strokeweight="3pt">
                      <v:shadow color="silver"/>
                      <v:textbox inset="1mm,1.2mm,1mm,1.2mm">
                        <w:txbxContent>
                          <w:p w:rsidR="004E704A" w:rsidRDefault="004E704A" w:rsidP="004071DB">
                            <w:pPr>
                              <w:pStyle w:val="CUSTOMNormal"/>
                              <w:spacing w:line="360" w:lineRule="auto"/>
                              <w:rPr>
                                <w:b/>
                                <w:szCs w:val="16"/>
                                <w:lang w:val="es-ES"/>
                              </w:rPr>
                            </w:pPr>
                            <w:r>
                              <w:rPr>
                                <w:b/>
                                <w:szCs w:val="16"/>
                                <w:lang w:val="es-ES"/>
                              </w:rPr>
                              <w:t>R</w:t>
                            </w:r>
                            <w:r w:rsidRPr="004071DB">
                              <w:rPr>
                                <w:b/>
                                <w:szCs w:val="16"/>
                                <w:lang w:val="es-ES"/>
                              </w:rPr>
                              <w:t xml:space="preserve">TBPI = </w:t>
                            </w:r>
                            <w:r w:rsidR="000D73D9">
                              <w:rPr>
                                <w:b/>
                                <w:szCs w:val="16"/>
                                <w:lang w:val="es-ES"/>
                              </w:rPr>
                              <w:t>0.18</w:t>
                            </w:r>
                          </w:p>
                          <w:p w:rsidR="000D73D9" w:rsidRPr="004071DB" w:rsidRDefault="000D73D9" w:rsidP="004071DB">
                            <w:pPr>
                              <w:pStyle w:val="CUSTOMNormal"/>
                              <w:spacing w:line="360" w:lineRule="auto"/>
                              <w:rPr>
                                <w:b/>
                                <w:szCs w:val="16"/>
                                <w:lang w:val="es-ES"/>
                              </w:rPr>
                            </w:pPr>
                            <w:r>
                              <w:rPr>
                                <w:b/>
                                <w:szCs w:val="16"/>
                                <w:lang w:val="es-ES"/>
                              </w:rPr>
                              <w:t>Toe= 35mmHg</w:t>
                            </w:r>
                          </w:p>
                        </w:txbxContent>
                      </v:textbox>
                    </v:shape>
                  </w:pict>
                </mc:Fallback>
              </mc:AlternateContent>
            </w:r>
            <w:r w:rsidR="005D7B21">
              <w:rPr>
                <w:noProof/>
                <w:lang w:eastAsia="en-GB"/>
              </w:rPr>
              <mc:AlternateContent>
                <mc:Choice Requires="wps">
                  <w:drawing>
                    <wp:anchor distT="45720" distB="45720" distL="114300" distR="114300" simplePos="0" relativeHeight="251658752" behindDoc="0" locked="0" layoutInCell="1" allowOverlap="1" wp14:anchorId="278CF011" wp14:editId="64E271F9">
                      <wp:simplePos x="0" y="0"/>
                      <wp:positionH relativeFrom="column">
                        <wp:posOffset>4497070</wp:posOffset>
                      </wp:positionH>
                      <wp:positionV relativeFrom="paragraph">
                        <wp:posOffset>4932045</wp:posOffset>
                      </wp:positionV>
                      <wp:extent cx="1151890" cy="467995"/>
                      <wp:effectExtent l="20320" t="26670" r="27940" b="19685"/>
                      <wp:wrapNone/>
                      <wp:docPr id="131"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7995"/>
                              </a:xfrm>
                              <a:prstGeom prst="rect">
                                <a:avLst/>
                              </a:prstGeom>
                              <a:solidFill>
                                <a:srgbClr val="FFFFFF"/>
                              </a:solidFill>
                              <a:ln w="38100">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C0C0C0"/>
                                      </a:outerShdw>
                                    </a:effectLst>
                                  </a14:hiddenEffects>
                                </a:ext>
                              </a:extLst>
                            </wps:spPr>
                            <wps:txbx>
                              <w:txbxContent>
                                <w:p w:rsidR="006434ED" w:rsidRPr="004071DB" w:rsidRDefault="006434ED" w:rsidP="004071DB">
                                  <w:pPr>
                                    <w:pStyle w:val="CUSTOMNormal"/>
                                    <w:spacing w:line="360" w:lineRule="auto"/>
                                    <w:rPr>
                                      <w:b/>
                                      <w:szCs w:val="16"/>
                                      <w:lang w:val="es-ES"/>
                                    </w:rPr>
                                  </w:pPr>
                                  <w:r>
                                    <w:rPr>
                                      <w:b/>
                                      <w:szCs w:val="16"/>
                                      <w:lang w:val="es-ES"/>
                                    </w:rPr>
                                    <w:t>L</w:t>
                                  </w:r>
                                  <w:r w:rsidRPr="004071DB">
                                    <w:rPr>
                                      <w:b/>
                                      <w:szCs w:val="16"/>
                                      <w:lang w:val="es-ES"/>
                                    </w:rPr>
                                    <w:t xml:space="preserve">TBPI = </w:t>
                                  </w:r>
                                  <w:r>
                                    <w:rPr>
                                      <w:b/>
                                      <w:szCs w:val="16"/>
                                      <w:lang w:val="es-ES"/>
                                    </w:rPr>
                                    <w:t>No usable digit</w:t>
                                  </w:r>
                                </w:p>
                              </w:txbxContent>
                            </wps:txbx>
                            <wps:bodyPr rot="0" vert="horz" wrap="square" lIns="36000" tIns="43200" rIns="36000" bIns="4320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27" type="#_x0000_t202" style="position:absolute;margin-left:354.1pt;margin-top:388.35pt;width:90.7pt;height:36.8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" strokecolor="red" strokeweight="3pt">
                      <v:shadow color="silver"/>
                      <v:textbox inset="1mm,1.2mm,1mm,1.2mm">
                        <w:txbxContent>
                          <w:p w:rsidR="004E704A" w:rsidRPr="004071DB" w:rsidRDefault="004E704A" w:rsidP="004071DB">
                            <w:pPr>
                              <w:pStyle w:val="CUSTOMNormal"/>
                              <w:spacing w:line="360" w:lineRule="auto"/>
                              <w:rPr>
                                <w:b/>
                                <w:szCs w:val="16"/>
                                <w:lang w:val="es-ES"/>
                              </w:rPr>
                            </w:pPr>
                            <w:r>
                              <w:rPr>
                                <w:b/>
                                <w:szCs w:val="16"/>
                                <w:lang w:val="es-ES"/>
                              </w:rPr>
                              <w:t>L</w:t>
                            </w:r>
                            <w:r w:rsidRPr="004071DB">
                              <w:rPr>
                                <w:b/>
                                <w:szCs w:val="16"/>
                                <w:lang w:val="es-ES"/>
                              </w:rPr>
                              <w:t xml:space="preserve">TBPI = </w:t>
                            </w:r>
                            <w:r w:rsidR="00D12EFB">
                              <w:rPr>
                                <w:b/>
                                <w:szCs w:val="16"/>
                                <w:lang w:val="es-ES"/>
                              </w:rPr>
                              <w:t>No usable digit</w:t>
                            </w:r>
                          </w:p>
                        </w:txbxContent>
                      </v:textbox>
                    </v:shape>
                  </w:pict>
                </mc:Fallback>
              </mc:AlternateContent>
            </w:r>
            <w:r w:rsidR="005D7B21">
              <w:rPr>
                <w:noProof/>
                <w:lang w:eastAsia="en-GB"/>
              </w:rPr>
              <mc:AlternateContent>
                <mc:Choice Requires="wps">
                  <w:drawing>
                    <wp:anchor distT="45720" distB="45720" distL="114300" distR="114300" simplePos="0" relativeHeight="251659776" behindDoc="0" locked="1" layoutInCell="1" allowOverlap="1" wp14:anchorId="5E3B4754" wp14:editId="232C549C">
                      <wp:simplePos x="0" y="0"/>
                      <wp:positionH relativeFrom="page">
                        <wp:posOffset>4868545</wp:posOffset>
                      </wp:positionH>
                      <wp:positionV relativeFrom="page">
                        <wp:posOffset>953770</wp:posOffset>
                      </wp:positionV>
                      <wp:extent cx="1649095" cy="3782060"/>
                      <wp:effectExtent l="1270" t="1270" r="0" b="4445"/>
                      <wp:wrapNone/>
                      <wp:docPr id="13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49095" cy="37820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34ED" w:rsidRPr="00DA781F" w:rsidRDefault="006434ED" w:rsidP="00FA7ABC">
                                  <w:pPr>
                                    <w:pStyle w:val="CUSTOMNormal"/>
                                    <w:tabs>
                                      <w:tab w:val="left" w:pos="392"/>
                                    </w:tabs>
                                    <w:rPr>
                                      <w:b/>
                                      <w:color w:val="000000"/>
                                      <w:sz w:val="14"/>
                                      <w:szCs w:val="14"/>
                                    </w:rPr>
                                  </w:pPr>
                                  <w:r w:rsidRPr="00DA781F">
                                    <w:rPr>
                                      <w:b/>
                                      <w:color w:val="000000"/>
                                      <w:sz w:val="14"/>
                                      <w:szCs w:val="14"/>
                                    </w:rPr>
                                    <w:t>LEFT LEG:</w:t>
                                  </w:r>
                                </w:p>
                                <w:p w:rsidR="006434ED" w:rsidRPr="00DA781F" w:rsidRDefault="006434ED" w:rsidP="002923BD">
                                  <w:pPr>
                                    <w:pStyle w:val="CUSTOMNormal"/>
                                    <w:tabs>
                                      <w:tab w:val="left" w:pos="392"/>
                                    </w:tabs>
                                    <w:rPr>
                                      <w:color w:val="000000"/>
                                      <w:sz w:val="14"/>
                                      <w:szCs w:val="14"/>
                                    </w:rPr>
                                  </w:pPr>
                                </w:p>
                                <w:p w:rsidR="006434ED" w:rsidRDefault="006434ED" w:rsidP="005E4AD5">
                                  <w:pPr>
                                    <w:pStyle w:val="CUSTOMNormal"/>
                                    <w:tabs>
                                      <w:tab w:val="left" w:pos="392"/>
                                    </w:tabs>
                                    <w:rPr>
                                      <w:color w:val="000000"/>
                                      <w:sz w:val="14"/>
                                      <w:szCs w:val="14"/>
                                    </w:rPr>
                                  </w:pPr>
                                  <w:r w:rsidRPr="00DA781F">
                                    <w:rPr>
                                      <w:color w:val="000000"/>
                                      <w:sz w:val="14"/>
                                      <w:szCs w:val="14"/>
                                    </w:rPr>
                                    <w:t xml:space="preserve">CIA = </w:t>
                                  </w:r>
                                  <w:r>
                                    <w:rPr>
                                      <w:color w:val="000000"/>
                                      <w:sz w:val="14"/>
                                      <w:szCs w:val="14"/>
                                    </w:rPr>
                                    <w:t xml:space="preserve">Triphasic </w:t>
                                  </w:r>
                                </w:p>
                                <w:p w:rsidR="006434ED" w:rsidRPr="00DA781F" w:rsidRDefault="006434ED" w:rsidP="002923BD">
                                  <w:pPr>
                                    <w:pStyle w:val="CUSTOMNormal"/>
                                    <w:tabs>
                                      <w:tab w:val="left" w:pos="392"/>
                                    </w:tabs>
                                    <w:rPr>
                                      <w:color w:val="000000"/>
                                      <w:sz w:val="14"/>
                                      <w:szCs w:val="14"/>
                                    </w:rPr>
                                  </w:pPr>
                                </w:p>
                                <w:p w:rsidR="006434ED" w:rsidRDefault="006434ED" w:rsidP="005E4AD5">
                                  <w:pPr>
                                    <w:pStyle w:val="CUSTOMNormal"/>
                                    <w:tabs>
                                      <w:tab w:val="left" w:pos="392"/>
                                    </w:tabs>
                                    <w:rPr>
                                      <w:color w:val="000000"/>
                                      <w:sz w:val="14"/>
                                      <w:szCs w:val="14"/>
                                    </w:rPr>
                                  </w:pPr>
                                  <w:r w:rsidRPr="00DA781F">
                                    <w:rPr>
                                      <w:color w:val="000000"/>
                                      <w:sz w:val="14"/>
                                      <w:szCs w:val="14"/>
                                    </w:rPr>
                                    <w:t xml:space="preserve">EIA = </w:t>
                                  </w:r>
                                  <w:r>
                                    <w:rPr>
                                      <w:color w:val="000000"/>
                                      <w:sz w:val="14"/>
                                      <w:szCs w:val="14"/>
                                    </w:rPr>
                                    <w:t>Triphasic</w:t>
                                  </w:r>
                                </w:p>
                                <w:p w:rsidR="006434ED" w:rsidRPr="00DA781F" w:rsidRDefault="006434ED" w:rsidP="005E4AD5">
                                  <w:pPr>
                                    <w:pStyle w:val="CUSTOMNormal"/>
                                    <w:tabs>
                                      <w:tab w:val="left" w:pos="392"/>
                                    </w:tabs>
                                    <w:rPr>
                                      <w:color w:val="000000"/>
                                      <w:sz w:val="14"/>
                                      <w:szCs w:val="14"/>
                                    </w:rPr>
                                  </w:pPr>
                                </w:p>
                                <w:p w:rsidR="006434ED" w:rsidRDefault="006434ED" w:rsidP="00830365">
                                  <w:pPr>
                                    <w:pStyle w:val="CUSTOMNormal"/>
                                    <w:tabs>
                                      <w:tab w:val="left" w:pos="392"/>
                                    </w:tabs>
                                    <w:rPr>
                                      <w:color w:val="000000"/>
                                      <w:sz w:val="14"/>
                                      <w:szCs w:val="14"/>
                                    </w:rPr>
                                  </w:pPr>
                                  <w:r w:rsidRPr="00DA781F">
                                    <w:rPr>
                                      <w:color w:val="000000"/>
                                      <w:sz w:val="14"/>
                                      <w:szCs w:val="14"/>
                                    </w:rPr>
                                    <w:t xml:space="preserve">CFA = </w:t>
                                  </w:r>
                                  <w:r>
                                    <w:rPr>
                                      <w:color w:val="000000"/>
                                      <w:sz w:val="14"/>
                                      <w:szCs w:val="14"/>
                                    </w:rPr>
                                    <w:t>Triphasic</w:t>
                                  </w:r>
                                </w:p>
                                <w:p w:rsidR="006434ED" w:rsidRPr="00DA781F" w:rsidRDefault="006434ED" w:rsidP="00830365">
                                  <w:pPr>
                                    <w:pStyle w:val="CUSTOMNormal"/>
                                    <w:tabs>
                                      <w:tab w:val="left" w:pos="392"/>
                                    </w:tabs>
                                    <w:rPr>
                                      <w:color w:val="000000"/>
                                      <w:sz w:val="14"/>
                                      <w:szCs w:val="14"/>
                                    </w:rPr>
                                  </w:pPr>
                                </w:p>
                                <w:p w:rsidR="006434ED" w:rsidRDefault="006434ED" w:rsidP="005E4AD5">
                                  <w:pPr>
                                    <w:pStyle w:val="CUSTOMNormal"/>
                                    <w:tabs>
                                      <w:tab w:val="left" w:pos="392"/>
                                    </w:tabs>
                                    <w:rPr>
                                      <w:color w:val="000000"/>
                                      <w:sz w:val="14"/>
                                      <w:szCs w:val="14"/>
                                    </w:rPr>
                                  </w:pPr>
                                  <w:r w:rsidRPr="00DA781F">
                                    <w:rPr>
                                      <w:color w:val="000000"/>
                                      <w:sz w:val="14"/>
                                      <w:szCs w:val="14"/>
                                    </w:rPr>
                                    <w:t xml:space="preserve">PFA = </w:t>
                                  </w:r>
                                  <w:r>
                                    <w:rPr>
                                      <w:color w:val="000000"/>
                                      <w:sz w:val="14"/>
                                      <w:szCs w:val="14"/>
                                    </w:rPr>
                                    <w:t>Triphasic</w:t>
                                  </w:r>
                                </w:p>
                                <w:p w:rsidR="006434ED" w:rsidRPr="00DA781F" w:rsidRDefault="006434ED" w:rsidP="005E4AD5">
                                  <w:pPr>
                                    <w:pStyle w:val="CUSTOMNormal"/>
                                    <w:tabs>
                                      <w:tab w:val="left" w:pos="392"/>
                                    </w:tabs>
                                    <w:rPr>
                                      <w:color w:val="000000"/>
                                      <w:sz w:val="14"/>
                                      <w:szCs w:val="14"/>
                                    </w:rPr>
                                  </w:pPr>
                                </w:p>
                                <w:p w:rsidR="006434ED" w:rsidRPr="00DA781F" w:rsidRDefault="006434ED" w:rsidP="005E4AD5">
                                  <w:pPr>
                                    <w:pStyle w:val="CUSTOMNormal"/>
                                    <w:tabs>
                                      <w:tab w:val="left" w:pos="392"/>
                                    </w:tabs>
                                    <w:rPr>
                                      <w:color w:val="000000"/>
                                      <w:sz w:val="14"/>
                                      <w:szCs w:val="14"/>
                                    </w:rPr>
                                  </w:pPr>
                                  <w:r w:rsidRPr="00DA781F">
                                    <w:rPr>
                                      <w:color w:val="000000"/>
                                      <w:sz w:val="14"/>
                                      <w:szCs w:val="14"/>
                                    </w:rPr>
                                    <w:t xml:space="preserve">SFA = </w:t>
                                  </w:r>
                                  <w:r>
                                    <w:rPr>
                                      <w:color w:val="000000"/>
                                      <w:sz w:val="14"/>
                                      <w:szCs w:val="14"/>
                                    </w:rPr>
                                    <w:t>focal stenosis mid-distal thigh, previously reported 50-75% similar findings today.</w:t>
                                  </w:r>
                                </w:p>
                                <w:p w:rsidR="006434ED" w:rsidRDefault="006434ED" w:rsidP="005E4AD5">
                                  <w:pPr>
                                    <w:pStyle w:val="CUSTOMNormal"/>
                                    <w:tabs>
                                      <w:tab w:val="left" w:pos="392"/>
                                    </w:tabs>
                                    <w:rPr>
                                      <w:color w:val="000000"/>
                                      <w:sz w:val="14"/>
                                      <w:szCs w:val="14"/>
                                    </w:rPr>
                                  </w:pPr>
                                  <w:r w:rsidRPr="00DA781F">
                                    <w:rPr>
                                      <w:color w:val="000000"/>
                                      <w:sz w:val="14"/>
                                      <w:szCs w:val="14"/>
                                    </w:rPr>
                                    <w:t xml:space="preserve">Pop = </w:t>
                                  </w:r>
                                  <w:r>
                                    <w:rPr>
                                      <w:color w:val="000000"/>
                                      <w:sz w:val="14"/>
                                      <w:szCs w:val="14"/>
                                    </w:rPr>
                                    <w:t>Triphasic</w:t>
                                  </w:r>
                                </w:p>
                                <w:p w:rsidR="006434ED" w:rsidRPr="00DA781F" w:rsidRDefault="006434ED" w:rsidP="005E4AD5">
                                  <w:pPr>
                                    <w:pStyle w:val="CUSTOMNormal"/>
                                    <w:tabs>
                                      <w:tab w:val="left" w:pos="392"/>
                                    </w:tabs>
                                    <w:rPr>
                                      <w:color w:val="000000"/>
                                      <w:sz w:val="14"/>
                                      <w:szCs w:val="14"/>
                                    </w:rPr>
                                  </w:pPr>
                                </w:p>
                                <w:p w:rsidR="006434ED" w:rsidRPr="00DA781F" w:rsidRDefault="006434ED" w:rsidP="005E4AD5">
                                  <w:pPr>
                                    <w:pStyle w:val="CUSTOMNormal"/>
                                    <w:tabs>
                                      <w:tab w:val="left" w:pos="392"/>
                                    </w:tabs>
                                    <w:rPr>
                                      <w:color w:val="000000"/>
                                      <w:sz w:val="14"/>
                                      <w:szCs w:val="14"/>
                                    </w:rPr>
                                  </w:pPr>
                                  <w:r w:rsidRPr="00DA781F">
                                    <w:rPr>
                                      <w:color w:val="000000"/>
                                      <w:sz w:val="14"/>
                                      <w:szCs w:val="14"/>
                                    </w:rPr>
                                    <w:t xml:space="preserve">TPT = </w:t>
                                  </w:r>
                                  <w:r>
                                    <w:rPr>
                                      <w:color w:val="000000"/>
                                      <w:sz w:val="14"/>
                                      <w:szCs w:val="14"/>
                                    </w:rPr>
                                    <w:t>Triphasic</w:t>
                                  </w:r>
                                </w:p>
                                <w:p w:rsidR="006434ED" w:rsidRDefault="006434ED" w:rsidP="002923BD">
                                  <w:pPr>
                                    <w:pStyle w:val="CUSTOMNormal"/>
                                    <w:tabs>
                                      <w:tab w:val="left" w:pos="392"/>
                                    </w:tabs>
                                    <w:rPr>
                                      <w:b/>
                                      <w:color w:val="000000"/>
                                      <w:sz w:val="14"/>
                                      <w:szCs w:val="14"/>
                                    </w:rPr>
                                  </w:pPr>
                                </w:p>
                                <w:p w:rsidR="006434ED" w:rsidRPr="00DA781F" w:rsidRDefault="006434ED" w:rsidP="005E4AD5">
                                  <w:pPr>
                                    <w:pStyle w:val="CUSTOMNormal"/>
                                    <w:tabs>
                                      <w:tab w:val="left" w:pos="392"/>
                                    </w:tabs>
                                    <w:rPr>
                                      <w:b/>
                                      <w:color w:val="000000"/>
                                      <w:sz w:val="14"/>
                                      <w:szCs w:val="14"/>
                                    </w:rPr>
                                  </w:pPr>
                                  <w:r w:rsidRPr="00DA781F">
                                    <w:rPr>
                                      <w:b/>
                                      <w:color w:val="000000"/>
                                      <w:sz w:val="14"/>
                                      <w:szCs w:val="14"/>
                                    </w:rPr>
                                    <w:t>Run off:</w:t>
                                  </w:r>
                                  <w:r w:rsidRPr="005E4AD5">
                                    <w:rPr>
                                      <w:b/>
                                      <w:color w:val="000000"/>
                                      <w:sz w:val="14"/>
                                      <w:szCs w:val="14"/>
                                    </w:rPr>
                                    <w:t xml:space="preserve"> </w:t>
                                  </w:r>
                                  <w:r>
                                    <w:rPr>
                                      <w:b/>
                                      <w:color w:val="000000"/>
                                      <w:sz w:val="14"/>
                                      <w:szCs w:val="14"/>
                                    </w:rPr>
                                    <w:t xml:space="preserve">Heavily and diffusely calcific crural arteries, with signal loss/acoustic shadowing. Findings consistent with small vessel disease. </w:t>
                                  </w:r>
                                </w:p>
                                <w:p w:rsidR="006434ED" w:rsidRPr="00DA781F" w:rsidRDefault="006434ED" w:rsidP="002923BD">
                                  <w:pPr>
                                    <w:pStyle w:val="CUSTOMNormal"/>
                                    <w:tabs>
                                      <w:tab w:val="left" w:pos="392"/>
                                    </w:tabs>
                                    <w:rPr>
                                      <w:color w:val="000000"/>
                                      <w:sz w:val="14"/>
                                      <w:szCs w:val="14"/>
                                    </w:rPr>
                                  </w:pPr>
                                </w:p>
                                <w:p w:rsidR="006434ED" w:rsidRPr="00DA781F" w:rsidRDefault="006434ED" w:rsidP="005E4AD5">
                                  <w:pPr>
                                    <w:pStyle w:val="CUSTOMNormal"/>
                                    <w:tabs>
                                      <w:tab w:val="left" w:pos="392"/>
                                    </w:tabs>
                                    <w:rPr>
                                      <w:color w:val="000000"/>
                                      <w:sz w:val="14"/>
                                      <w:szCs w:val="14"/>
                                    </w:rPr>
                                  </w:pPr>
                                  <w:r w:rsidRPr="00DA781F">
                                    <w:rPr>
                                      <w:color w:val="000000"/>
                                      <w:sz w:val="14"/>
                                      <w:szCs w:val="14"/>
                                    </w:rPr>
                                    <w:t xml:space="preserve">ATA = </w:t>
                                  </w:r>
                                  <w:r>
                                    <w:rPr>
                                      <w:color w:val="000000"/>
                                      <w:sz w:val="14"/>
                                      <w:szCs w:val="14"/>
                                    </w:rPr>
                                    <w:t xml:space="preserve">Monophasic distally. </w:t>
                                  </w:r>
                                </w:p>
                                <w:p w:rsidR="006434ED" w:rsidRPr="00DA781F" w:rsidRDefault="006434ED" w:rsidP="002923BD">
                                  <w:pPr>
                                    <w:pStyle w:val="CUSTOMNormal"/>
                                    <w:tabs>
                                      <w:tab w:val="left" w:pos="392"/>
                                    </w:tabs>
                                    <w:rPr>
                                      <w:color w:val="000000"/>
                                      <w:sz w:val="14"/>
                                      <w:szCs w:val="14"/>
                                    </w:rPr>
                                  </w:pPr>
                                </w:p>
                                <w:p w:rsidR="006434ED" w:rsidRPr="00DA781F" w:rsidRDefault="006434ED" w:rsidP="005E4AD5">
                                  <w:pPr>
                                    <w:pStyle w:val="CUSTOMNormal"/>
                                    <w:tabs>
                                      <w:tab w:val="left" w:pos="392"/>
                                    </w:tabs>
                                    <w:rPr>
                                      <w:color w:val="000000"/>
                                      <w:sz w:val="14"/>
                                      <w:szCs w:val="14"/>
                                    </w:rPr>
                                  </w:pPr>
                                  <w:r w:rsidRPr="00DA781F">
                                    <w:rPr>
                                      <w:color w:val="000000"/>
                                      <w:sz w:val="14"/>
                                      <w:szCs w:val="14"/>
                                    </w:rPr>
                                    <w:t xml:space="preserve">PTA = </w:t>
                                  </w:r>
                                  <w:r>
                                    <w:rPr>
                                      <w:color w:val="000000"/>
                                      <w:sz w:val="14"/>
                                      <w:szCs w:val="14"/>
                                    </w:rPr>
                                    <w:t xml:space="preserve">Monophasic </w:t>
                                  </w:r>
                                </w:p>
                                <w:p w:rsidR="006434ED" w:rsidRPr="00DA781F" w:rsidRDefault="006434ED" w:rsidP="002923BD">
                                  <w:pPr>
                                    <w:pStyle w:val="CUSTOMNormal"/>
                                    <w:tabs>
                                      <w:tab w:val="left" w:pos="392"/>
                                    </w:tabs>
                                    <w:rPr>
                                      <w:color w:val="000000"/>
                                      <w:sz w:val="14"/>
                                      <w:szCs w:val="14"/>
                                    </w:rPr>
                                  </w:pPr>
                                </w:p>
                                <w:p w:rsidR="006434ED" w:rsidRPr="00DA781F" w:rsidRDefault="006434ED" w:rsidP="007A34E3">
                                  <w:pPr>
                                    <w:pStyle w:val="CUSTOMNormal"/>
                                    <w:tabs>
                                      <w:tab w:val="left" w:pos="392"/>
                                    </w:tabs>
                                    <w:rPr>
                                      <w:color w:val="000000"/>
                                      <w:sz w:val="14"/>
                                      <w:szCs w:val="14"/>
                                    </w:rPr>
                                  </w:pPr>
                                  <w:r w:rsidRPr="00DA781F">
                                    <w:rPr>
                                      <w:color w:val="000000"/>
                                      <w:sz w:val="14"/>
                                      <w:szCs w:val="14"/>
                                    </w:rPr>
                                    <w:t xml:space="preserve">Peroneal = </w:t>
                                  </w:r>
                                  <w:r>
                                    <w:rPr>
                                      <w:color w:val="000000"/>
                                      <w:sz w:val="14"/>
                                      <w:szCs w:val="14"/>
                                    </w:rPr>
                                    <w:t>Monophasic</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25" o:spid="_x0000_s1028" type="#_x0000_t202" style="position:absolute;margin-left:383.35pt;margin-top:75.1pt;width:129.85pt;height:297.8pt;z-index:2516597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" filled="f" stroked="f" strokeweight=".5pt">
                      <v:textbox style="mso-fit-shape-to-text:t" inset="0,0,0,0">
                        <w:txbxContent>
                          <w:p w:rsidR="004E704A" w:rsidRPr="00DA781F" w:rsidRDefault="004E704A" w:rsidP="00FA7ABC">
                            <w:pPr>
                              <w:pStyle w:val="CUSTOMNormal"/>
                              <w:tabs>
                                <w:tab w:val="left" w:pos="392"/>
                              </w:tabs>
                              <w:rPr>
                                <w:b/>
                                <w:color w:val="000000"/>
                                <w:sz w:val="14"/>
                                <w:szCs w:val="14"/>
                              </w:rPr>
                            </w:pPr>
                            <w:r w:rsidRPr="00DA781F">
                              <w:rPr>
                                <w:b/>
                                <w:color w:val="000000"/>
                                <w:sz w:val="14"/>
                                <w:szCs w:val="14"/>
                              </w:rPr>
                              <w:t>LEFT LEG:</w:t>
                            </w:r>
                          </w:p>
                          <w:p w:rsidR="004E704A" w:rsidRPr="00DA781F" w:rsidRDefault="004E704A" w:rsidP="002923BD">
                            <w:pPr>
                              <w:pStyle w:val="CUSTOMNormal"/>
                              <w:tabs>
                                <w:tab w:val="left" w:pos="392"/>
                              </w:tabs>
                              <w:rPr>
                                <w:color w:val="000000"/>
                                <w:sz w:val="14"/>
                                <w:szCs w:val="14"/>
                              </w:rPr>
                            </w:pPr>
                          </w:p>
                          <w:p w:rsidR="004E704A" w:rsidRDefault="004E704A" w:rsidP="005E4AD5">
                            <w:pPr>
                              <w:pStyle w:val="CUSTOMNormal"/>
                              <w:tabs>
                                <w:tab w:val="left" w:pos="392"/>
                              </w:tabs>
                              <w:rPr>
                                <w:color w:val="000000"/>
                                <w:sz w:val="14"/>
                                <w:szCs w:val="14"/>
                              </w:rPr>
                            </w:pPr>
                            <w:r w:rsidRPr="00DA781F">
                              <w:rPr>
                                <w:color w:val="000000"/>
                                <w:sz w:val="14"/>
                                <w:szCs w:val="14"/>
                              </w:rPr>
                              <w:t xml:space="preserve">CIA = </w:t>
                            </w:r>
                            <w:r>
                              <w:rPr>
                                <w:color w:val="000000"/>
                                <w:sz w:val="14"/>
                                <w:szCs w:val="14"/>
                              </w:rPr>
                              <w:t xml:space="preserve">Triphasic </w:t>
                            </w:r>
                          </w:p>
                          <w:p w:rsidR="004E704A" w:rsidRPr="00DA781F" w:rsidRDefault="004E704A" w:rsidP="002923BD">
                            <w:pPr>
                              <w:pStyle w:val="CUSTOMNormal"/>
                              <w:tabs>
                                <w:tab w:val="left" w:pos="392"/>
                              </w:tabs>
                              <w:rPr>
                                <w:color w:val="000000"/>
                                <w:sz w:val="14"/>
                                <w:szCs w:val="14"/>
                              </w:rPr>
                            </w:pPr>
                          </w:p>
                          <w:p w:rsidR="004E704A" w:rsidRDefault="004E704A" w:rsidP="005E4AD5">
                            <w:pPr>
                              <w:pStyle w:val="CUSTOMNormal"/>
                              <w:tabs>
                                <w:tab w:val="left" w:pos="392"/>
                              </w:tabs>
                              <w:rPr>
                                <w:color w:val="000000"/>
                                <w:sz w:val="14"/>
                                <w:szCs w:val="14"/>
                              </w:rPr>
                            </w:pPr>
                            <w:r w:rsidRPr="00DA781F">
                              <w:rPr>
                                <w:color w:val="000000"/>
                                <w:sz w:val="14"/>
                                <w:szCs w:val="14"/>
                              </w:rPr>
                              <w:t xml:space="preserve">EIA = </w:t>
                            </w:r>
                            <w:r>
                              <w:rPr>
                                <w:color w:val="000000"/>
                                <w:sz w:val="14"/>
                                <w:szCs w:val="14"/>
                              </w:rPr>
                              <w:t>Triphasic</w:t>
                            </w:r>
                          </w:p>
                          <w:p w:rsidR="004E704A" w:rsidRPr="00DA781F" w:rsidRDefault="004E704A" w:rsidP="005E4AD5">
                            <w:pPr>
                              <w:pStyle w:val="CUSTOMNormal"/>
                              <w:tabs>
                                <w:tab w:val="left" w:pos="392"/>
                              </w:tabs>
                              <w:rPr>
                                <w:color w:val="000000"/>
                                <w:sz w:val="14"/>
                                <w:szCs w:val="14"/>
                              </w:rPr>
                            </w:pPr>
                          </w:p>
                          <w:p w:rsidR="00830365" w:rsidRDefault="004E704A" w:rsidP="00830365">
                            <w:pPr>
                              <w:pStyle w:val="CUSTOMNormal"/>
                              <w:tabs>
                                <w:tab w:val="left" w:pos="392"/>
                              </w:tabs>
                              <w:rPr>
                                <w:color w:val="000000"/>
                                <w:sz w:val="14"/>
                                <w:szCs w:val="14"/>
                              </w:rPr>
                            </w:pPr>
                            <w:r w:rsidRPr="00DA781F">
                              <w:rPr>
                                <w:color w:val="000000"/>
                                <w:sz w:val="14"/>
                                <w:szCs w:val="14"/>
                              </w:rPr>
                              <w:t xml:space="preserve">CFA = </w:t>
                            </w:r>
                            <w:r w:rsidR="00830365">
                              <w:rPr>
                                <w:color w:val="000000"/>
                                <w:sz w:val="14"/>
                                <w:szCs w:val="14"/>
                              </w:rPr>
                              <w:t>Triphasic</w:t>
                            </w:r>
                          </w:p>
                          <w:p w:rsidR="004E704A" w:rsidRPr="00DA781F" w:rsidRDefault="004E704A" w:rsidP="00830365">
                            <w:pPr>
                              <w:pStyle w:val="CUSTOMNormal"/>
                              <w:tabs>
                                <w:tab w:val="left" w:pos="392"/>
                              </w:tabs>
                              <w:rPr>
                                <w:color w:val="000000"/>
                                <w:sz w:val="14"/>
                                <w:szCs w:val="14"/>
                              </w:rPr>
                            </w:pPr>
                          </w:p>
                          <w:p w:rsidR="004E704A" w:rsidRDefault="004E704A" w:rsidP="005E4AD5">
                            <w:pPr>
                              <w:pStyle w:val="CUSTOMNormal"/>
                              <w:tabs>
                                <w:tab w:val="left" w:pos="392"/>
                              </w:tabs>
                              <w:rPr>
                                <w:color w:val="000000"/>
                                <w:sz w:val="14"/>
                                <w:szCs w:val="14"/>
                              </w:rPr>
                            </w:pPr>
                            <w:r w:rsidRPr="00DA781F">
                              <w:rPr>
                                <w:color w:val="000000"/>
                                <w:sz w:val="14"/>
                                <w:szCs w:val="14"/>
                              </w:rPr>
                              <w:t xml:space="preserve">PFA = </w:t>
                            </w:r>
                            <w:r>
                              <w:rPr>
                                <w:color w:val="000000"/>
                                <w:sz w:val="14"/>
                                <w:szCs w:val="14"/>
                              </w:rPr>
                              <w:t>Triphasic</w:t>
                            </w:r>
                          </w:p>
                          <w:p w:rsidR="004E704A" w:rsidRPr="00DA781F" w:rsidRDefault="004E704A" w:rsidP="005E4AD5">
                            <w:pPr>
                              <w:pStyle w:val="CUSTOMNormal"/>
                              <w:tabs>
                                <w:tab w:val="left" w:pos="392"/>
                              </w:tabs>
                              <w:rPr>
                                <w:color w:val="000000"/>
                                <w:sz w:val="14"/>
                                <w:szCs w:val="14"/>
                              </w:rPr>
                            </w:pPr>
                          </w:p>
                          <w:p w:rsidR="004E704A" w:rsidRPr="00DA781F" w:rsidRDefault="004E704A" w:rsidP="005E4AD5">
                            <w:pPr>
                              <w:pStyle w:val="CUSTOMNormal"/>
                              <w:tabs>
                                <w:tab w:val="left" w:pos="392"/>
                              </w:tabs>
                              <w:rPr>
                                <w:color w:val="000000"/>
                                <w:sz w:val="14"/>
                                <w:szCs w:val="14"/>
                              </w:rPr>
                            </w:pPr>
                            <w:r w:rsidRPr="00DA781F">
                              <w:rPr>
                                <w:color w:val="000000"/>
                                <w:sz w:val="14"/>
                                <w:szCs w:val="14"/>
                              </w:rPr>
                              <w:t xml:space="preserve">SFA = </w:t>
                            </w:r>
                            <w:r w:rsidR="00D12EFB">
                              <w:rPr>
                                <w:color w:val="000000"/>
                                <w:sz w:val="14"/>
                                <w:szCs w:val="14"/>
                              </w:rPr>
                              <w:t>focal stenosis mid-distal thigh, previously reported 50-75% similar findings today.</w:t>
                            </w:r>
                          </w:p>
                          <w:p w:rsidR="004E704A" w:rsidRDefault="004E704A" w:rsidP="005E4AD5">
                            <w:pPr>
                              <w:pStyle w:val="CUSTOMNormal"/>
                              <w:tabs>
                                <w:tab w:val="left" w:pos="392"/>
                              </w:tabs>
                              <w:rPr>
                                <w:color w:val="000000"/>
                                <w:sz w:val="14"/>
                                <w:szCs w:val="14"/>
                              </w:rPr>
                            </w:pPr>
                            <w:r w:rsidRPr="00DA781F">
                              <w:rPr>
                                <w:color w:val="000000"/>
                                <w:sz w:val="14"/>
                                <w:szCs w:val="14"/>
                              </w:rPr>
                              <w:t xml:space="preserve">Pop = </w:t>
                            </w:r>
                            <w:r>
                              <w:rPr>
                                <w:color w:val="000000"/>
                                <w:sz w:val="14"/>
                                <w:szCs w:val="14"/>
                              </w:rPr>
                              <w:t>Triphasic</w:t>
                            </w:r>
                          </w:p>
                          <w:p w:rsidR="004E704A" w:rsidRPr="00DA781F" w:rsidRDefault="004E704A" w:rsidP="005E4AD5">
                            <w:pPr>
                              <w:pStyle w:val="CUSTOMNormal"/>
                              <w:tabs>
                                <w:tab w:val="left" w:pos="392"/>
                              </w:tabs>
                              <w:rPr>
                                <w:color w:val="000000"/>
                                <w:sz w:val="14"/>
                                <w:szCs w:val="14"/>
                              </w:rPr>
                            </w:pPr>
                          </w:p>
                          <w:p w:rsidR="004E704A" w:rsidRPr="00DA781F" w:rsidRDefault="004E704A" w:rsidP="005E4AD5">
                            <w:pPr>
                              <w:pStyle w:val="CUSTOMNormal"/>
                              <w:tabs>
                                <w:tab w:val="left" w:pos="392"/>
                              </w:tabs>
                              <w:rPr>
                                <w:color w:val="000000"/>
                                <w:sz w:val="14"/>
                                <w:szCs w:val="14"/>
                              </w:rPr>
                            </w:pPr>
                            <w:r w:rsidRPr="00DA781F">
                              <w:rPr>
                                <w:color w:val="000000"/>
                                <w:sz w:val="14"/>
                                <w:szCs w:val="14"/>
                              </w:rPr>
                              <w:t xml:space="preserve">TPT = </w:t>
                            </w:r>
                            <w:r>
                              <w:rPr>
                                <w:color w:val="000000"/>
                                <w:sz w:val="14"/>
                                <w:szCs w:val="14"/>
                              </w:rPr>
                              <w:t>Triphasic</w:t>
                            </w:r>
                          </w:p>
                          <w:p w:rsidR="004E704A" w:rsidRDefault="004E704A" w:rsidP="002923BD">
                            <w:pPr>
                              <w:pStyle w:val="CUSTOMNormal"/>
                              <w:tabs>
                                <w:tab w:val="left" w:pos="392"/>
                              </w:tabs>
                              <w:rPr>
                                <w:b/>
                                <w:color w:val="000000"/>
                                <w:sz w:val="14"/>
                                <w:szCs w:val="14"/>
                              </w:rPr>
                            </w:pPr>
                          </w:p>
                          <w:p w:rsidR="004E704A" w:rsidRPr="00DA781F" w:rsidRDefault="004E704A" w:rsidP="005E4AD5">
                            <w:pPr>
                              <w:pStyle w:val="CUSTOMNormal"/>
                              <w:tabs>
                                <w:tab w:val="left" w:pos="392"/>
                              </w:tabs>
                              <w:rPr>
                                <w:b/>
                                <w:color w:val="000000"/>
                                <w:sz w:val="14"/>
                                <w:szCs w:val="14"/>
                              </w:rPr>
                            </w:pPr>
                            <w:r w:rsidRPr="00DA781F">
                              <w:rPr>
                                <w:b/>
                                <w:color w:val="000000"/>
                                <w:sz w:val="14"/>
                                <w:szCs w:val="14"/>
                              </w:rPr>
                              <w:t>Run off:</w:t>
                            </w:r>
                            <w:r w:rsidRPr="005E4AD5">
                              <w:rPr>
                                <w:b/>
                                <w:color w:val="000000"/>
                                <w:sz w:val="14"/>
                                <w:szCs w:val="14"/>
                              </w:rPr>
                              <w:t xml:space="preserve"> </w:t>
                            </w:r>
                            <w:r>
                              <w:rPr>
                                <w:b/>
                                <w:color w:val="000000"/>
                                <w:sz w:val="14"/>
                                <w:szCs w:val="14"/>
                              </w:rPr>
                              <w:t xml:space="preserve">Heavily and diffusely calcific crural arteries, with signal loss/acoustic shadowing. </w:t>
                            </w:r>
                            <w:r w:rsidR="007A34E3">
                              <w:rPr>
                                <w:b/>
                                <w:color w:val="000000"/>
                                <w:sz w:val="14"/>
                                <w:szCs w:val="14"/>
                              </w:rPr>
                              <w:t xml:space="preserve">Findings consistent with small vessel disease. </w:t>
                            </w:r>
                          </w:p>
                          <w:p w:rsidR="004E704A" w:rsidRPr="00DA781F" w:rsidRDefault="004E704A" w:rsidP="002923BD">
                            <w:pPr>
                              <w:pStyle w:val="CUSTOMNormal"/>
                              <w:tabs>
                                <w:tab w:val="left" w:pos="392"/>
                              </w:tabs>
                              <w:rPr>
                                <w:color w:val="000000"/>
                                <w:sz w:val="14"/>
                                <w:szCs w:val="14"/>
                              </w:rPr>
                            </w:pPr>
                          </w:p>
                          <w:p w:rsidR="004E704A" w:rsidRPr="00DA781F" w:rsidRDefault="004E704A" w:rsidP="005E4AD5">
                            <w:pPr>
                              <w:pStyle w:val="CUSTOMNormal"/>
                              <w:tabs>
                                <w:tab w:val="left" w:pos="392"/>
                              </w:tabs>
                              <w:rPr>
                                <w:color w:val="000000"/>
                                <w:sz w:val="14"/>
                                <w:szCs w:val="14"/>
                              </w:rPr>
                            </w:pPr>
                            <w:r w:rsidRPr="00DA781F">
                              <w:rPr>
                                <w:color w:val="000000"/>
                                <w:sz w:val="14"/>
                                <w:szCs w:val="14"/>
                              </w:rPr>
                              <w:t xml:space="preserve">ATA = </w:t>
                            </w:r>
                            <w:r w:rsidR="007A34E3">
                              <w:rPr>
                                <w:color w:val="000000"/>
                                <w:sz w:val="14"/>
                                <w:szCs w:val="14"/>
                              </w:rPr>
                              <w:t xml:space="preserve">Monophasic distally. </w:t>
                            </w:r>
                          </w:p>
                          <w:p w:rsidR="004E704A" w:rsidRPr="00DA781F" w:rsidRDefault="004E704A" w:rsidP="002923BD">
                            <w:pPr>
                              <w:pStyle w:val="CUSTOMNormal"/>
                              <w:tabs>
                                <w:tab w:val="left" w:pos="392"/>
                              </w:tabs>
                              <w:rPr>
                                <w:color w:val="000000"/>
                                <w:sz w:val="14"/>
                                <w:szCs w:val="14"/>
                              </w:rPr>
                            </w:pPr>
                          </w:p>
                          <w:p w:rsidR="004E704A" w:rsidRPr="00DA781F" w:rsidRDefault="004E704A" w:rsidP="005E4AD5">
                            <w:pPr>
                              <w:pStyle w:val="CUSTOMNormal"/>
                              <w:tabs>
                                <w:tab w:val="left" w:pos="392"/>
                              </w:tabs>
                              <w:rPr>
                                <w:color w:val="000000"/>
                                <w:sz w:val="14"/>
                                <w:szCs w:val="14"/>
                              </w:rPr>
                            </w:pPr>
                            <w:r w:rsidRPr="00DA781F">
                              <w:rPr>
                                <w:color w:val="000000"/>
                                <w:sz w:val="14"/>
                                <w:szCs w:val="14"/>
                              </w:rPr>
                              <w:t xml:space="preserve">PTA = </w:t>
                            </w:r>
                            <w:r w:rsidR="007A34E3">
                              <w:rPr>
                                <w:color w:val="000000"/>
                                <w:sz w:val="14"/>
                                <w:szCs w:val="14"/>
                              </w:rPr>
                              <w:t>Monophasic</w:t>
                            </w:r>
                            <w:r>
                              <w:rPr>
                                <w:color w:val="000000"/>
                                <w:sz w:val="14"/>
                                <w:szCs w:val="14"/>
                              </w:rPr>
                              <w:t xml:space="preserve"> </w:t>
                            </w:r>
                          </w:p>
                          <w:p w:rsidR="004E704A" w:rsidRPr="00DA781F" w:rsidRDefault="004E704A" w:rsidP="002923BD">
                            <w:pPr>
                              <w:pStyle w:val="CUSTOMNormal"/>
                              <w:tabs>
                                <w:tab w:val="left" w:pos="392"/>
                              </w:tabs>
                              <w:rPr>
                                <w:color w:val="000000"/>
                                <w:sz w:val="14"/>
                                <w:szCs w:val="14"/>
                              </w:rPr>
                            </w:pPr>
                          </w:p>
                          <w:p w:rsidR="004E704A" w:rsidRPr="00DA781F" w:rsidRDefault="004E704A" w:rsidP="007A34E3">
                            <w:pPr>
                              <w:pStyle w:val="CUSTOMNormal"/>
                              <w:tabs>
                                <w:tab w:val="left" w:pos="392"/>
                              </w:tabs>
                              <w:rPr>
                                <w:color w:val="000000"/>
                                <w:sz w:val="14"/>
                                <w:szCs w:val="14"/>
                              </w:rPr>
                            </w:pPr>
                            <w:r w:rsidRPr="00DA781F">
                              <w:rPr>
                                <w:color w:val="000000"/>
                                <w:sz w:val="14"/>
                                <w:szCs w:val="14"/>
                              </w:rPr>
                              <w:t xml:space="preserve">Peroneal = </w:t>
                            </w:r>
                            <w:r w:rsidR="007A34E3">
                              <w:rPr>
                                <w:color w:val="000000"/>
                                <w:sz w:val="14"/>
                                <w:szCs w:val="14"/>
                              </w:rPr>
                              <w:t>Monophasic</w:t>
                            </w:r>
                          </w:p>
                        </w:txbxContent>
                      </v:textbox>
                      <w10:wrap anchorx="page" anchory="page"/>
                      <w10:anchorlock/>
                    </v:shape>
                  </w:pict>
                </mc:Fallback>
              </mc:AlternateContent>
            </w:r>
            <w:r w:rsidR="005D7B21">
              <w:rPr>
                <w:noProof/>
                <w:lang w:eastAsia="en-GB"/>
              </w:rPr>
              <mc:AlternateContent>
                <mc:Choice Requires="wps">
                  <w:drawing>
                    <wp:anchor distT="45720" distB="45720" distL="114300" distR="114300" simplePos="0" relativeHeight="251657728" behindDoc="0" locked="1" layoutInCell="1" allowOverlap="1" wp14:anchorId="76B69825" wp14:editId="55F7BB7A">
                      <wp:simplePos x="0" y="0"/>
                      <wp:positionH relativeFrom="page">
                        <wp:posOffset>6985</wp:posOffset>
                      </wp:positionH>
                      <wp:positionV relativeFrom="page">
                        <wp:posOffset>219710</wp:posOffset>
                      </wp:positionV>
                      <wp:extent cx="1843405" cy="361950"/>
                      <wp:effectExtent l="0" t="635" r="0" b="0"/>
                      <wp:wrapNone/>
                      <wp:docPr id="129"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3405" cy="36195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34ED" w:rsidRPr="00DA781F" w:rsidRDefault="006434ED" w:rsidP="00C003DC">
                                  <w:pPr>
                                    <w:pStyle w:val="CUSTOMNormal"/>
                                    <w:tabs>
                                      <w:tab w:val="left" w:pos="392"/>
                                    </w:tabs>
                                    <w:rPr>
                                      <w:color w:val="000000"/>
                                      <w:sz w:val="14"/>
                                      <w:szCs w:val="14"/>
                                    </w:rPr>
                                  </w:pPr>
                                  <w:r w:rsidRPr="00DA781F">
                                    <w:rPr>
                                      <w:b/>
                                      <w:color w:val="000000"/>
                                      <w:sz w:val="14"/>
                                      <w:szCs w:val="14"/>
                                    </w:rPr>
                                    <w:t>Abdominal Aorta diameter</w:t>
                                  </w:r>
                                  <w:r>
                                    <w:rPr>
                                      <w:color w:val="000000"/>
                                      <w:sz w:val="14"/>
                                      <w:szCs w:val="14"/>
                                    </w:rPr>
                                    <w:t xml:space="preserve"> =1.8</w:t>
                                  </w:r>
                                  <w:r w:rsidRPr="00DA781F">
                                    <w:rPr>
                                      <w:color w:val="000000"/>
                                      <w:sz w:val="14"/>
                                      <w:szCs w:val="14"/>
                                    </w:rPr>
                                    <w:t>cm max AP</w:t>
                                  </w:r>
                                </w:p>
                                <w:p w:rsidR="006434ED" w:rsidRPr="00FA7ABC" w:rsidRDefault="006434ED" w:rsidP="00C003DC">
                                  <w:pPr>
                                    <w:pStyle w:val="CUSTOMNormal"/>
                                    <w:tabs>
                                      <w:tab w:val="left" w:pos="392"/>
                                    </w:tabs>
                                    <w:rPr>
                                      <w:color w:val="7F7F7F"/>
                                      <w:sz w:val="14"/>
                                      <w:szCs w:val="14"/>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2" o:spid="_x0000_s1029" type="#_x0000_t202" style="position:absolute;margin-left:.55pt;margin-top:17.3pt;width:145.15pt;height:28.5pt;z-index:25165772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" filled="f" stroked="f" strokeweight=".5pt">
                      <v:textbox inset="0,0,0,0">
                        <w:txbxContent>
                          <w:p w:rsidR="004E704A" w:rsidRPr="00DA781F" w:rsidRDefault="004E704A" w:rsidP="00C003DC">
                            <w:pPr>
                              <w:pStyle w:val="CUSTOMNormal"/>
                              <w:tabs>
                                <w:tab w:val="left" w:pos="392"/>
                              </w:tabs>
                              <w:rPr>
                                <w:color w:val="000000"/>
                                <w:sz w:val="14"/>
                                <w:szCs w:val="14"/>
                              </w:rPr>
                            </w:pPr>
                            <w:r w:rsidRPr="00DA781F">
                              <w:rPr>
                                <w:b/>
                                <w:color w:val="000000"/>
                                <w:sz w:val="14"/>
                                <w:szCs w:val="14"/>
                              </w:rPr>
                              <w:t>Abdominal Aorta diameter</w:t>
                            </w:r>
                            <w:r w:rsidR="00F02797">
                              <w:rPr>
                                <w:color w:val="000000"/>
                                <w:sz w:val="14"/>
                                <w:szCs w:val="14"/>
                              </w:rPr>
                              <w:t xml:space="preserve"> =1.8</w:t>
                            </w:r>
                            <w:bookmarkStart w:id="1" w:name="_GoBack"/>
                            <w:bookmarkEnd w:id="1"/>
                            <w:r w:rsidRPr="00DA781F">
                              <w:rPr>
                                <w:color w:val="000000"/>
                                <w:sz w:val="14"/>
                                <w:szCs w:val="14"/>
                              </w:rPr>
                              <w:t>cm max AP</w:t>
                            </w:r>
                          </w:p>
                          <w:p w:rsidR="004E704A" w:rsidRPr="00FA7ABC" w:rsidRDefault="004E704A" w:rsidP="00C003DC">
                            <w:pPr>
                              <w:pStyle w:val="CUSTOMNormal"/>
                              <w:tabs>
                                <w:tab w:val="left" w:pos="392"/>
                              </w:tabs>
                              <w:rPr>
                                <w:color w:val="7F7F7F"/>
                                <w:sz w:val="14"/>
                                <w:szCs w:val="14"/>
                              </w:rPr>
                            </w:pPr>
                          </w:p>
                        </w:txbxContent>
                      </v:textbox>
                      <w10:wrap anchorx="page" anchory="page"/>
                      <w10:anchorlock/>
                    </v:shape>
                  </w:pict>
                </mc:Fallback>
              </mc:AlternateContent>
            </w:r>
            <w:r w:rsidR="005D7B21">
              <w:rPr>
                <w:noProof/>
                <w:lang w:eastAsia="en-GB"/>
              </w:rPr>
              <mc:AlternateContent>
                <mc:Choice Requires="wps">
                  <w:drawing>
                    <wp:anchor distT="45720" distB="45720" distL="114300" distR="114300" simplePos="0" relativeHeight="251656704" behindDoc="0" locked="1" layoutInCell="1" allowOverlap="1" wp14:anchorId="1BE010B6" wp14:editId="7DEDE457">
                      <wp:simplePos x="0" y="0"/>
                      <wp:positionH relativeFrom="page">
                        <wp:posOffset>6985</wp:posOffset>
                      </wp:positionH>
                      <wp:positionV relativeFrom="page">
                        <wp:posOffset>953770</wp:posOffset>
                      </wp:positionV>
                      <wp:extent cx="1774190" cy="3475990"/>
                      <wp:effectExtent l="0" t="1270" r="0" b="3810"/>
                      <wp:wrapNone/>
                      <wp:docPr id="12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4190" cy="347599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34ED" w:rsidRPr="00DA781F" w:rsidRDefault="006434ED" w:rsidP="00FA7ABC">
                                  <w:pPr>
                                    <w:pStyle w:val="CUSTOMNormal"/>
                                    <w:tabs>
                                      <w:tab w:val="left" w:pos="392"/>
                                    </w:tabs>
                                    <w:rPr>
                                      <w:b/>
                                      <w:color w:val="000000"/>
                                      <w:sz w:val="14"/>
                                      <w:szCs w:val="14"/>
                                    </w:rPr>
                                  </w:pPr>
                                  <w:r w:rsidRPr="00DA781F">
                                    <w:rPr>
                                      <w:b/>
                                      <w:color w:val="000000"/>
                                      <w:sz w:val="14"/>
                                      <w:szCs w:val="14"/>
                                    </w:rPr>
                                    <w:t>RIGHT LEG:</w:t>
                                  </w:r>
                                </w:p>
                                <w:p w:rsidR="006434ED" w:rsidRPr="00DA781F" w:rsidRDefault="006434ED" w:rsidP="002923BD">
                                  <w:pPr>
                                    <w:pStyle w:val="CUSTOMNormal"/>
                                    <w:tabs>
                                      <w:tab w:val="left" w:pos="392"/>
                                    </w:tabs>
                                    <w:rPr>
                                      <w:color w:val="000000"/>
                                      <w:sz w:val="14"/>
                                      <w:szCs w:val="14"/>
                                    </w:rPr>
                                  </w:pPr>
                                </w:p>
                                <w:p w:rsidR="006434ED" w:rsidRDefault="006434ED" w:rsidP="005D7B21">
                                  <w:pPr>
                                    <w:pStyle w:val="CUSTOMNormal"/>
                                    <w:tabs>
                                      <w:tab w:val="left" w:pos="392"/>
                                    </w:tabs>
                                    <w:rPr>
                                      <w:color w:val="000000"/>
                                      <w:sz w:val="14"/>
                                      <w:szCs w:val="14"/>
                                    </w:rPr>
                                  </w:pPr>
                                  <w:r w:rsidRPr="00DA781F">
                                    <w:rPr>
                                      <w:color w:val="000000"/>
                                      <w:sz w:val="14"/>
                                      <w:szCs w:val="14"/>
                                    </w:rPr>
                                    <w:t xml:space="preserve">CIA = </w:t>
                                  </w:r>
                                  <w:r>
                                    <w:rPr>
                                      <w:color w:val="000000"/>
                                      <w:sz w:val="14"/>
                                      <w:szCs w:val="14"/>
                                    </w:rPr>
                                    <w:t xml:space="preserve">Biphasic </w:t>
                                  </w:r>
                                </w:p>
                                <w:p w:rsidR="006434ED" w:rsidRPr="00DA781F" w:rsidRDefault="006434ED" w:rsidP="002923BD">
                                  <w:pPr>
                                    <w:pStyle w:val="CUSTOMNormal"/>
                                    <w:tabs>
                                      <w:tab w:val="left" w:pos="392"/>
                                    </w:tabs>
                                    <w:rPr>
                                      <w:color w:val="000000"/>
                                      <w:sz w:val="14"/>
                                      <w:szCs w:val="14"/>
                                    </w:rPr>
                                  </w:pPr>
                                </w:p>
                                <w:p w:rsidR="006434ED" w:rsidRDefault="006434ED" w:rsidP="005D7B21">
                                  <w:pPr>
                                    <w:pStyle w:val="CUSTOMNormal"/>
                                    <w:tabs>
                                      <w:tab w:val="left" w:pos="392"/>
                                    </w:tabs>
                                    <w:rPr>
                                      <w:color w:val="000000"/>
                                      <w:sz w:val="14"/>
                                      <w:szCs w:val="14"/>
                                    </w:rPr>
                                  </w:pPr>
                                  <w:r w:rsidRPr="00DA781F">
                                    <w:rPr>
                                      <w:color w:val="000000"/>
                                      <w:sz w:val="14"/>
                                      <w:szCs w:val="14"/>
                                    </w:rPr>
                                    <w:t xml:space="preserve">EIA = </w:t>
                                  </w:r>
                                  <w:r>
                                    <w:rPr>
                                      <w:color w:val="000000"/>
                                      <w:sz w:val="14"/>
                                      <w:szCs w:val="14"/>
                                    </w:rPr>
                                    <w:t>Biphasic</w:t>
                                  </w:r>
                                </w:p>
                                <w:p w:rsidR="006434ED" w:rsidRPr="00DA781F" w:rsidRDefault="006434ED" w:rsidP="005D7B21">
                                  <w:pPr>
                                    <w:pStyle w:val="CUSTOMNormal"/>
                                    <w:tabs>
                                      <w:tab w:val="left" w:pos="392"/>
                                    </w:tabs>
                                    <w:rPr>
                                      <w:color w:val="000000"/>
                                      <w:sz w:val="14"/>
                                      <w:szCs w:val="14"/>
                                    </w:rPr>
                                  </w:pPr>
                                </w:p>
                                <w:p w:rsidR="006434ED" w:rsidRDefault="006434ED" w:rsidP="005D7B21">
                                  <w:pPr>
                                    <w:pStyle w:val="CUSTOMNormal"/>
                                    <w:tabs>
                                      <w:tab w:val="left" w:pos="392"/>
                                    </w:tabs>
                                    <w:rPr>
                                      <w:color w:val="000000"/>
                                      <w:sz w:val="14"/>
                                      <w:szCs w:val="14"/>
                                    </w:rPr>
                                  </w:pPr>
                                  <w:r w:rsidRPr="00DA781F">
                                    <w:rPr>
                                      <w:color w:val="000000"/>
                                      <w:sz w:val="14"/>
                                      <w:szCs w:val="14"/>
                                    </w:rPr>
                                    <w:t xml:space="preserve">CFA = </w:t>
                                  </w:r>
                                  <w:r>
                                    <w:rPr>
                                      <w:color w:val="000000"/>
                                      <w:sz w:val="14"/>
                                      <w:szCs w:val="14"/>
                                    </w:rPr>
                                    <w:t>Biphasic</w:t>
                                  </w:r>
                                </w:p>
                                <w:p w:rsidR="006434ED" w:rsidRPr="00DA781F" w:rsidRDefault="006434ED" w:rsidP="005D7B21">
                                  <w:pPr>
                                    <w:pStyle w:val="CUSTOMNormal"/>
                                    <w:tabs>
                                      <w:tab w:val="left" w:pos="392"/>
                                    </w:tabs>
                                    <w:rPr>
                                      <w:color w:val="000000"/>
                                      <w:sz w:val="14"/>
                                      <w:szCs w:val="14"/>
                                    </w:rPr>
                                  </w:pPr>
                                </w:p>
                                <w:p w:rsidR="006434ED" w:rsidRDefault="006434ED" w:rsidP="005D7B21">
                                  <w:pPr>
                                    <w:pStyle w:val="CUSTOMNormal"/>
                                    <w:tabs>
                                      <w:tab w:val="left" w:pos="392"/>
                                    </w:tabs>
                                    <w:rPr>
                                      <w:color w:val="000000"/>
                                      <w:sz w:val="14"/>
                                      <w:szCs w:val="14"/>
                                    </w:rPr>
                                  </w:pPr>
                                  <w:r w:rsidRPr="00DA781F">
                                    <w:rPr>
                                      <w:color w:val="000000"/>
                                      <w:sz w:val="14"/>
                                      <w:szCs w:val="14"/>
                                    </w:rPr>
                                    <w:t xml:space="preserve">PFA = </w:t>
                                  </w:r>
                                  <w:r>
                                    <w:rPr>
                                      <w:color w:val="000000"/>
                                      <w:sz w:val="14"/>
                                      <w:szCs w:val="14"/>
                                    </w:rPr>
                                    <w:t>Biphasic</w:t>
                                  </w:r>
                                </w:p>
                                <w:p w:rsidR="006434ED" w:rsidRPr="00DA781F" w:rsidRDefault="006434ED" w:rsidP="005D7B21">
                                  <w:pPr>
                                    <w:pStyle w:val="CUSTOMNormal"/>
                                    <w:tabs>
                                      <w:tab w:val="left" w:pos="392"/>
                                    </w:tabs>
                                    <w:rPr>
                                      <w:color w:val="000000"/>
                                      <w:sz w:val="14"/>
                                      <w:szCs w:val="14"/>
                                    </w:rPr>
                                  </w:pPr>
                                </w:p>
                                <w:p w:rsidR="006434ED" w:rsidRDefault="006434ED" w:rsidP="005D7B21">
                                  <w:pPr>
                                    <w:pStyle w:val="CUSTOMNormal"/>
                                    <w:tabs>
                                      <w:tab w:val="left" w:pos="392"/>
                                    </w:tabs>
                                    <w:rPr>
                                      <w:color w:val="000000"/>
                                      <w:sz w:val="14"/>
                                      <w:szCs w:val="14"/>
                                    </w:rPr>
                                  </w:pPr>
                                  <w:r w:rsidRPr="00DA781F">
                                    <w:rPr>
                                      <w:color w:val="000000"/>
                                      <w:sz w:val="14"/>
                                      <w:szCs w:val="14"/>
                                    </w:rPr>
                                    <w:t>SFA =</w:t>
                                  </w:r>
                                  <w:r>
                                    <w:rPr>
                                      <w:color w:val="000000"/>
                                      <w:sz w:val="14"/>
                                      <w:szCs w:val="14"/>
                                    </w:rPr>
                                    <w:t xml:space="preserve"> Diffusely calcified, although no significant increase in velocities </w:t>
                                  </w:r>
                                </w:p>
                                <w:p w:rsidR="006434ED" w:rsidRPr="00DA781F" w:rsidRDefault="006434ED" w:rsidP="005D7B21">
                                  <w:pPr>
                                    <w:pStyle w:val="CUSTOMNormal"/>
                                    <w:tabs>
                                      <w:tab w:val="left" w:pos="392"/>
                                    </w:tabs>
                                    <w:rPr>
                                      <w:color w:val="000000"/>
                                      <w:sz w:val="14"/>
                                      <w:szCs w:val="14"/>
                                    </w:rPr>
                                  </w:pPr>
                                </w:p>
                                <w:p w:rsidR="006434ED" w:rsidRDefault="006434ED" w:rsidP="005D7B21">
                                  <w:pPr>
                                    <w:pStyle w:val="CUSTOMNormal"/>
                                    <w:tabs>
                                      <w:tab w:val="left" w:pos="392"/>
                                    </w:tabs>
                                    <w:rPr>
                                      <w:color w:val="000000"/>
                                      <w:sz w:val="14"/>
                                      <w:szCs w:val="14"/>
                                    </w:rPr>
                                  </w:pPr>
                                  <w:r w:rsidRPr="00DA781F">
                                    <w:rPr>
                                      <w:color w:val="000000"/>
                                      <w:sz w:val="14"/>
                                      <w:szCs w:val="14"/>
                                    </w:rPr>
                                    <w:t xml:space="preserve">Pop = </w:t>
                                  </w:r>
                                  <w:r>
                                    <w:rPr>
                                      <w:color w:val="000000"/>
                                      <w:sz w:val="14"/>
                                      <w:szCs w:val="14"/>
                                    </w:rPr>
                                    <w:t>Biphasic</w:t>
                                  </w:r>
                                </w:p>
                                <w:p w:rsidR="006434ED" w:rsidRPr="00DA781F" w:rsidRDefault="006434ED" w:rsidP="005D7B21">
                                  <w:pPr>
                                    <w:pStyle w:val="CUSTOMNormal"/>
                                    <w:tabs>
                                      <w:tab w:val="left" w:pos="392"/>
                                    </w:tabs>
                                    <w:rPr>
                                      <w:color w:val="000000"/>
                                      <w:sz w:val="14"/>
                                      <w:szCs w:val="14"/>
                                    </w:rPr>
                                  </w:pPr>
                                </w:p>
                                <w:p w:rsidR="006434ED" w:rsidRDefault="006434ED" w:rsidP="005D7B21">
                                  <w:pPr>
                                    <w:pStyle w:val="CUSTOMNormal"/>
                                    <w:tabs>
                                      <w:tab w:val="left" w:pos="392"/>
                                    </w:tabs>
                                    <w:rPr>
                                      <w:color w:val="000000"/>
                                      <w:sz w:val="14"/>
                                      <w:szCs w:val="14"/>
                                    </w:rPr>
                                  </w:pPr>
                                  <w:r w:rsidRPr="00DA781F">
                                    <w:rPr>
                                      <w:color w:val="000000"/>
                                      <w:sz w:val="14"/>
                                      <w:szCs w:val="14"/>
                                    </w:rPr>
                                    <w:t xml:space="preserve">TPT = </w:t>
                                  </w:r>
                                  <w:r>
                                    <w:rPr>
                                      <w:color w:val="000000"/>
                                      <w:sz w:val="14"/>
                                      <w:szCs w:val="14"/>
                                    </w:rPr>
                                    <w:t>Biphasic</w:t>
                                  </w:r>
                                </w:p>
                                <w:p w:rsidR="006434ED" w:rsidRPr="00DA781F" w:rsidRDefault="006434ED" w:rsidP="005D7B21">
                                  <w:pPr>
                                    <w:pStyle w:val="CUSTOMNormal"/>
                                    <w:tabs>
                                      <w:tab w:val="left" w:pos="392"/>
                                    </w:tabs>
                                    <w:rPr>
                                      <w:color w:val="000000"/>
                                      <w:sz w:val="14"/>
                                      <w:szCs w:val="14"/>
                                    </w:rPr>
                                  </w:pPr>
                                </w:p>
                                <w:p w:rsidR="006434ED" w:rsidRPr="00DA781F" w:rsidRDefault="006434ED" w:rsidP="002923BD">
                                  <w:pPr>
                                    <w:pStyle w:val="CUSTOMNormal"/>
                                    <w:tabs>
                                      <w:tab w:val="left" w:pos="392"/>
                                    </w:tabs>
                                    <w:rPr>
                                      <w:b/>
                                      <w:color w:val="000000"/>
                                      <w:sz w:val="14"/>
                                      <w:szCs w:val="14"/>
                                    </w:rPr>
                                  </w:pPr>
                                  <w:r w:rsidRPr="00DA781F">
                                    <w:rPr>
                                      <w:b/>
                                      <w:color w:val="000000"/>
                                      <w:sz w:val="14"/>
                                      <w:szCs w:val="14"/>
                                    </w:rPr>
                                    <w:t>Run off:</w:t>
                                  </w:r>
                                  <w:r>
                                    <w:rPr>
                                      <w:b/>
                                      <w:color w:val="000000"/>
                                      <w:sz w:val="14"/>
                                      <w:szCs w:val="14"/>
                                    </w:rPr>
                                    <w:t xml:space="preserve"> Heavily and diffusely calcific crural arteries, with signal loss/acoustic shadowing. Findings consistent with small vessel disease.</w:t>
                                  </w:r>
                                </w:p>
                                <w:p w:rsidR="006434ED" w:rsidRPr="00DA781F" w:rsidRDefault="006434ED" w:rsidP="002923BD">
                                  <w:pPr>
                                    <w:pStyle w:val="CUSTOMNormal"/>
                                    <w:tabs>
                                      <w:tab w:val="left" w:pos="392"/>
                                    </w:tabs>
                                    <w:rPr>
                                      <w:color w:val="000000"/>
                                      <w:sz w:val="14"/>
                                      <w:szCs w:val="14"/>
                                    </w:rPr>
                                  </w:pPr>
                                </w:p>
                                <w:p w:rsidR="006434ED" w:rsidRDefault="006434ED" w:rsidP="007A34E3">
                                  <w:pPr>
                                    <w:jc w:val="both"/>
                                    <w:rPr>
                                      <w:lang w:val="en-GB"/>
                                    </w:rPr>
                                  </w:pPr>
                                  <w:r w:rsidRPr="00DA781F">
                                    <w:rPr>
                                      <w:color w:val="000000"/>
                                      <w:sz w:val="14"/>
                                      <w:szCs w:val="14"/>
                                    </w:rPr>
                                    <w:t xml:space="preserve">ATA = </w:t>
                                  </w:r>
                                  <w:r>
                                    <w:rPr>
                                      <w:rFonts w:eastAsia="Calibri"/>
                                      <w:color w:val="000000"/>
                                      <w:kern w:val="12"/>
                                      <w:sz w:val="14"/>
                                      <w:szCs w:val="14"/>
                                      <w:lang w:val="en-GB"/>
                                    </w:rPr>
                                    <w:t>Biphasic to</w:t>
                                  </w:r>
                                  <w:r w:rsidRPr="007A34E3">
                                    <w:rPr>
                                      <w:rFonts w:eastAsia="Calibri"/>
                                      <w:color w:val="000000"/>
                                      <w:kern w:val="12"/>
                                      <w:sz w:val="14"/>
                                      <w:szCs w:val="14"/>
                                      <w:lang w:val="en-GB"/>
                                    </w:rPr>
                                    <w:t xml:space="preserve"> mid-calf occludes</w:t>
                                  </w:r>
                                  <w:r>
                                    <w:rPr>
                                      <w:rFonts w:eastAsia="Calibri"/>
                                      <w:color w:val="000000"/>
                                      <w:kern w:val="12"/>
                                      <w:sz w:val="14"/>
                                      <w:szCs w:val="14"/>
                                      <w:lang w:val="en-GB"/>
                                    </w:rPr>
                                    <w:t>,</w:t>
                                  </w:r>
                                  <w:r w:rsidRPr="007A34E3">
                                    <w:rPr>
                                      <w:rFonts w:eastAsia="Calibri"/>
                                      <w:color w:val="000000"/>
                                      <w:kern w:val="12"/>
                                      <w:sz w:val="14"/>
                                      <w:szCs w:val="14"/>
                                      <w:lang w:val="en-GB"/>
                                    </w:rPr>
                                    <w:t xml:space="preserve"> artery reforms at the malleolus, monophasic into the DPA.</w:t>
                                  </w:r>
                                  <w:r>
                                    <w:t xml:space="preserve"> </w:t>
                                  </w:r>
                                </w:p>
                                <w:p w:rsidR="006434ED" w:rsidRPr="00DA781F" w:rsidRDefault="006434ED" w:rsidP="002923BD">
                                  <w:pPr>
                                    <w:pStyle w:val="CUSTOMNormal"/>
                                    <w:tabs>
                                      <w:tab w:val="left" w:pos="392"/>
                                    </w:tabs>
                                    <w:rPr>
                                      <w:color w:val="000000"/>
                                      <w:sz w:val="14"/>
                                      <w:szCs w:val="14"/>
                                    </w:rPr>
                                  </w:pPr>
                                </w:p>
                                <w:p w:rsidR="006434ED" w:rsidRDefault="006434ED" w:rsidP="004E704A">
                                  <w:pPr>
                                    <w:pStyle w:val="CUSTOMNormal"/>
                                    <w:tabs>
                                      <w:tab w:val="left" w:pos="392"/>
                                    </w:tabs>
                                    <w:rPr>
                                      <w:color w:val="000000"/>
                                      <w:sz w:val="14"/>
                                      <w:szCs w:val="14"/>
                                    </w:rPr>
                                  </w:pPr>
                                  <w:r w:rsidRPr="00DA781F">
                                    <w:rPr>
                                      <w:color w:val="000000"/>
                                      <w:sz w:val="14"/>
                                      <w:szCs w:val="14"/>
                                    </w:rPr>
                                    <w:t xml:space="preserve">PTA = </w:t>
                                  </w:r>
                                  <w:r>
                                    <w:rPr>
                                      <w:color w:val="000000"/>
                                      <w:sz w:val="14"/>
                                      <w:szCs w:val="14"/>
                                    </w:rPr>
                                    <w:t xml:space="preserve">monophasic to the ankle. </w:t>
                                  </w:r>
                                </w:p>
                                <w:p w:rsidR="006434ED" w:rsidRPr="00DA781F" w:rsidRDefault="006434ED" w:rsidP="004E704A">
                                  <w:pPr>
                                    <w:pStyle w:val="CUSTOMNormal"/>
                                    <w:tabs>
                                      <w:tab w:val="left" w:pos="392"/>
                                    </w:tabs>
                                    <w:rPr>
                                      <w:color w:val="000000"/>
                                      <w:sz w:val="14"/>
                                      <w:szCs w:val="14"/>
                                    </w:rPr>
                                  </w:pPr>
                                </w:p>
                                <w:p w:rsidR="006434ED" w:rsidRDefault="006434ED" w:rsidP="004E704A">
                                  <w:pPr>
                                    <w:pStyle w:val="CUSTOMNormal"/>
                                    <w:tabs>
                                      <w:tab w:val="left" w:pos="392"/>
                                    </w:tabs>
                                    <w:rPr>
                                      <w:color w:val="000000"/>
                                      <w:sz w:val="14"/>
                                      <w:szCs w:val="14"/>
                                    </w:rPr>
                                  </w:pPr>
                                  <w:r w:rsidRPr="00DA781F">
                                    <w:rPr>
                                      <w:color w:val="000000"/>
                                      <w:sz w:val="14"/>
                                      <w:szCs w:val="14"/>
                                    </w:rPr>
                                    <w:t xml:space="preserve">Peroneal = </w:t>
                                  </w:r>
                                  <w:r>
                                    <w:rPr>
                                      <w:color w:val="000000"/>
                                      <w:sz w:val="14"/>
                                      <w:szCs w:val="14"/>
                                    </w:rPr>
                                    <w:t xml:space="preserve">tri-biphasic, monophasic at the ankle. </w:t>
                                  </w:r>
                                </w:p>
                                <w:p w:rsidR="006434ED" w:rsidRPr="00DA781F" w:rsidRDefault="006434ED" w:rsidP="004E704A">
                                  <w:pPr>
                                    <w:pStyle w:val="CUSTOMNormal"/>
                                    <w:tabs>
                                      <w:tab w:val="left" w:pos="392"/>
                                    </w:tabs>
                                    <w:rPr>
                                      <w:color w:val="000000"/>
                                      <w:sz w:val="14"/>
                                      <w:szCs w:val="14"/>
                                    </w:rPr>
                                  </w:pP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21" o:spid="_x0000_s1030" type="#_x0000_t202" style="position:absolute;margin-left:.55pt;margin-top:75.1pt;width:139.7pt;height:273.7pt;z-index:251656704;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" filled="f" stroked="f" strokeweight=".5pt">
                      <v:textbox style="mso-fit-shape-to-text:t" inset="0,0,0,0">
                        <w:txbxContent>
                          <w:p w:rsidR="004E704A" w:rsidRPr="00DA781F" w:rsidRDefault="004E704A" w:rsidP="00FA7ABC">
                            <w:pPr>
                              <w:pStyle w:val="CUSTOMNormal"/>
                              <w:tabs>
                                <w:tab w:val="left" w:pos="392"/>
                              </w:tabs>
                              <w:rPr>
                                <w:b/>
                                <w:color w:val="000000"/>
                                <w:sz w:val="14"/>
                                <w:szCs w:val="14"/>
                              </w:rPr>
                            </w:pPr>
                            <w:r w:rsidRPr="00DA781F">
                              <w:rPr>
                                <w:b/>
                                <w:color w:val="000000"/>
                                <w:sz w:val="14"/>
                                <w:szCs w:val="14"/>
                              </w:rPr>
                              <w:t>RIGHT LEG:</w:t>
                            </w:r>
                          </w:p>
                          <w:p w:rsidR="004E704A" w:rsidRPr="00DA781F" w:rsidRDefault="004E704A" w:rsidP="002923BD">
                            <w:pPr>
                              <w:pStyle w:val="CUSTOMNormal"/>
                              <w:tabs>
                                <w:tab w:val="left" w:pos="392"/>
                              </w:tabs>
                              <w:rPr>
                                <w:color w:val="000000"/>
                                <w:sz w:val="14"/>
                                <w:szCs w:val="14"/>
                              </w:rPr>
                            </w:pPr>
                          </w:p>
                          <w:p w:rsidR="004E704A" w:rsidRDefault="004E704A" w:rsidP="005D7B21">
                            <w:pPr>
                              <w:pStyle w:val="CUSTOMNormal"/>
                              <w:tabs>
                                <w:tab w:val="left" w:pos="392"/>
                              </w:tabs>
                              <w:rPr>
                                <w:color w:val="000000"/>
                                <w:sz w:val="14"/>
                                <w:szCs w:val="14"/>
                              </w:rPr>
                            </w:pPr>
                            <w:r w:rsidRPr="00DA781F">
                              <w:rPr>
                                <w:color w:val="000000"/>
                                <w:sz w:val="14"/>
                                <w:szCs w:val="14"/>
                              </w:rPr>
                              <w:t xml:space="preserve">CIA = </w:t>
                            </w:r>
                            <w:r>
                              <w:rPr>
                                <w:color w:val="000000"/>
                                <w:sz w:val="14"/>
                                <w:szCs w:val="14"/>
                              </w:rPr>
                              <w:t xml:space="preserve">Biphasic </w:t>
                            </w:r>
                          </w:p>
                          <w:p w:rsidR="004E704A" w:rsidRPr="00DA781F" w:rsidRDefault="004E704A" w:rsidP="002923BD">
                            <w:pPr>
                              <w:pStyle w:val="CUSTOMNormal"/>
                              <w:tabs>
                                <w:tab w:val="left" w:pos="392"/>
                              </w:tabs>
                              <w:rPr>
                                <w:color w:val="000000"/>
                                <w:sz w:val="14"/>
                                <w:szCs w:val="14"/>
                              </w:rPr>
                            </w:pPr>
                          </w:p>
                          <w:p w:rsidR="004E704A" w:rsidRDefault="004E704A" w:rsidP="005D7B21">
                            <w:pPr>
                              <w:pStyle w:val="CUSTOMNormal"/>
                              <w:tabs>
                                <w:tab w:val="left" w:pos="392"/>
                              </w:tabs>
                              <w:rPr>
                                <w:color w:val="000000"/>
                                <w:sz w:val="14"/>
                                <w:szCs w:val="14"/>
                              </w:rPr>
                            </w:pPr>
                            <w:r w:rsidRPr="00DA781F">
                              <w:rPr>
                                <w:color w:val="000000"/>
                                <w:sz w:val="14"/>
                                <w:szCs w:val="14"/>
                              </w:rPr>
                              <w:t xml:space="preserve">EIA = </w:t>
                            </w:r>
                            <w:r>
                              <w:rPr>
                                <w:color w:val="000000"/>
                                <w:sz w:val="14"/>
                                <w:szCs w:val="14"/>
                              </w:rPr>
                              <w:t>Biphasic</w:t>
                            </w:r>
                          </w:p>
                          <w:p w:rsidR="004E704A" w:rsidRPr="00DA781F" w:rsidRDefault="004E704A" w:rsidP="005D7B21">
                            <w:pPr>
                              <w:pStyle w:val="CUSTOMNormal"/>
                              <w:tabs>
                                <w:tab w:val="left" w:pos="392"/>
                              </w:tabs>
                              <w:rPr>
                                <w:color w:val="000000"/>
                                <w:sz w:val="14"/>
                                <w:szCs w:val="14"/>
                              </w:rPr>
                            </w:pPr>
                          </w:p>
                          <w:p w:rsidR="004E704A" w:rsidRDefault="004E704A" w:rsidP="005D7B21">
                            <w:pPr>
                              <w:pStyle w:val="CUSTOMNormal"/>
                              <w:tabs>
                                <w:tab w:val="left" w:pos="392"/>
                              </w:tabs>
                              <w:rPr>
                                <w:color w:val="000000"/>
                                <w:sz w:val="14"/>
                                <w:szCs w:val="14"/>
                              </w:rPr>
                            </w:pPr>
                            <w:r w:rsidRPr="00DA781F">
                              <w:rPr>
                                <w:color w:val="000000"/>
                                <w:sz w:val="14"/>
                                <w:szCs w:val="14"/>
                              </w:rPr>
                              <w:t xml:space="preserve">CFA = </w:t>
                            </w:r>
                            <w:r>
                              <w:rPr>
                                <w:color w:val="000000"/>
                                <w:sz w:val="14"/>
                                <w:szCs w:val="14"/>
                              </w:rPr>
                              <w:t>Biphasic</w:t>
                            </w:r>
                          </w:p>
                          <w:p w:rsidR="004E704A" w:rsidRPr="00DA781F" w:rsidRDefault="004E704A" w:rsidP="005D7B21">
                            <w:pPr>
                              <w:pStyle w:val="CUSTOMNormal"/>
                              <w:tabs>
                                <w:tab w:val="left" w:pos="392"/>
                              </w:tabs>
                              <w:rPr>
                                <w:color w:val="000000"/>
                                <w:sz w:val="14"/>
                                <w:szCs w:val="14"/>
                              </w:rPr>
                            </w:pPr>
                          </w:p>
                          <w:p w:rsidR="004E704A" w:rsidRDefault="004E704A" w:rsidP="005D7B21">
                            <w:pPr>
                              <w:pStyle w:val="CUSTOMNormal"/>
                              <w:tabs>
                                <w:tab w:val="left" w:pos="392"/>
                              </w:tabs>
                              <w:rPr>
                                <w:color w:val="000000"/>
                                <w:sz w:val="14"/>
                                <w:szCs w:val="14"/>
                              </w:rPr>
                            </w:pPr>
                            <w:r w:rsidRPr="00DA781F">
                              <w:rPr>
                                <w:color w:val="000000"/>
                                <w:sz w:val="14"/>
                                <w:szCs w:val="14"/>
                              </w:rPr>
                              <w:t xml:space="preserve">PFA = </w:t>
                            </w:r>
                            <w:r>
                              <w:rPr>
                                <w:color w:val="000000"/>
                                <w:sz w:val="14"/>
                                <w:szCs w:val="14"/>
                              </w:rPr>
                              <w:t>Biphasic</w:t>
                            </w:r>
                          </w:p>
                          <w:p w:rsidR="004E704A" w:rsidRPr="00DA781F" w:rsidRDefault="004E704A" w:rsidP="005D7B21">
                            <w:pPr>
                              <w:pStyle w:val="CUSTOMNormal"/>
                              <w:tabs>
                                <w:tab w:val="left" w:pos="392"/>
                              </w:tabs>
                              <w:rPr>
                                <w:color w:val="000000"/>
                                <w:sz w:val="14"/>
                                <w:szCs w:val="14"/>
                              </w:rPr>
                            </w:pPr>
                          </w:p>
                          <w:p w:rsidR="004E704A" w:rsidRDefault="004E704A" w:rsidP="005D7B21">
                            <w:pPr>
                              <w:pStyle w:val="CUSTOMNormal"/>
                              <w:tabs>
                                <w:tab w:val="left" w:pos="392"/>
                              </w:tabs>
                              <w:rPr>
                                <w:color w:val="000000"/>
                                <w:sz w:val="14"/>
                                <w:szCs w:val="14"/>
                              </w:rPr>
                            </w:pPr>
                            <w:r w:rsidRPr="00DA781F">
                              <w:rPr>
                                <w:color w:val="000000"/>
                                <w:sz w:val="14"/>
                                <w:szCs w:val="14"/>
                              </w:rPr>
                              <w:t>SFA =</w:t>
                            </w:r>
                            <w:r w:rsidR="00D12EFB">
                              <w:rPr>
                                <w:color w:val="000000"/>
                                <w:sz w:val="14"/>
                                <w:szCs w:val="14"/>
                              </w:rPr>
                              <w:t xml:space="preserve"> Diffusely calcified, although no significant increase in velocities </w:t>
                            </w:r>
                          </w:p>
                          <w:p w:rsidR="004E704A" w:rsidRPr="00DA781F" w:rsidRDefault="004E704A" w:rsidP="005D7B21">
                            <w:pPr>
                              <w:pStyle w:val="CUSTOMNormal"/>
                              <w:tabs>
                                <w:tab w:val="left" w:pos="392"/>
                              </w:tabs>
                              <w:rPr>
                                <w:color w:val="000000"/>
                                <w:sz w:val="14"/>
                                <w:szCs w:val="14"/>
                              </w:rPr>
                            </w:pPr>
                          </w:p>
                          <w:p w:rsidR="004E704A" w:rsidRDefault="004E704A" w:rsidP="005D7B21">
                            <w:pPr>
                              <w:pStyle w:val="CUSTOMNormal"/>
                              <w:tabs>
                                <w:tab w:val="left" w:pos="392"/>
                              </w:tabs>
                              <w:rPr>
                                <w:color w:val="000000"/>
                                <w:sz w:val="14"/>
                                <w:szCs w:val="14"/>
                              </w:rPr>
                            </w:pPr>
                            <w:r w:rsidRPr="00DA781F">
                              <w:rPr>
                                <w:color w:val="000000"/>
                                <w:sz w:val="14"/>
                                <w:szCs w:val="14"/>
                              </w:rPr>
                              <w:t xml:space="preserve">Pop = </w:t>
                            </w:r>
                            <w:r>
                              <w:rPr>
                                <w:color w:val="000000"/>
                                <w:sz w:val="14"/>
                                <w:szCs w:val="14"/>
                              </w:rPr>
                              <w:t>Biphasic</w:t>
                            </w:r>
                          </w:p>
                          <w:p w:rsidR="004E704A" w:rsidRPr="00DA781F" w:rsidRDefault="004E704A" w:rsidP="005D7B21">
                            <w:pPr>
                              <w:pStyle w:val="CUSTOMNormal"/>
                              <w:tabs>
                                <w:tab w:val="left" w:pos="392"/>
                              </w:tabs>
                              <w:rPr>
                                <w:color w:val="000000"/>
                                <w:sz w:val="14"/>
                                <w:szCs w:val="14"/>
                              </w:rPr>
                            </w:pPr>
                          </w:p>
                          <w:p w:rsidR="004E704A" w:rsidRDefault="004E704A" w:rsidP="005D7B21">
                            <w:pPr>
                              <w:pStyle w:val="CUSTOMNormal"/>
                              <w:tabs>
                                <w:tab w:val="left" w:pos="392"/>
                              </w:tabs>
                              <w:rPr>
                                <w:color w:val="000000"/>
                                <w:sz w:val="14"/>
                                <w:szCs w:val="14"/>
                              </w:rPr>
                            </w:pPr>
                            <w:r w:rsidRPr="00DA781F">
                              <w:rPr>
                                <w:color w:val="000000"/>
                                <w:sz w:val="14"/>
                                <w:szCs w:val="14"/>
                              </w:rPr>
                              <w:t xml:space="preserve">TPT = </w:t>
                            </w:r>
                            <w:r>
                              <w:rPr>
                                <w:color w:val="000000"/>
                                <w:sz w:val="14"/>
                                <w:szCs w:val="14"/>
                              </w:rPr>
                              <w:t>Biphasic</w:t>
                            </w:r>
                          </w:p>
                          <w:p w:rsidR="004E704A" w:rsidRPr="00DA781F" w:rsidRDefault="004E704A" w:rsidP="005D7B21">
                            <w:pPr>
                              <w:pStyle w:val="CUSTOMNormal"/>
                              <w:tabs>
                                <w:tab w:val="left" w:pos="392"/>
                              </w:tabs>
                              <w:rPr>
                                <w:color w:val="000000"/>
                                <w:sz w:val="14"/>
                                <w:szCs w:val="14"/>
                              </w:rPr>
                            </w:pPr>
                          </w:p>
                          <w:p w:rsidR="004E704A" w:rsidRPr="00DA781F" w:rsidRDefault="004E704A" w:rsidP="002923BD">
                            <w:pPr>
                              <w:pStyle w:val="CUSTOMNormal"/>
                              <w:tabs>
                                <w:tab w:val="left" w:pos="392"/>
                              </w:tabs>
                              <w:rPr>
                                <w:b/>
                                <w:color w:val="000000"/>
                                <w:sz w:val="14"/>
                                <w:szCs w:val="14"/>
                              </w:rPr>
                            </w:pPr>
                            <w:r w:rsidRPr="00DA781F">
                              <w:rPr>
                                <w:b/>
                                <w:color w:val="000000"/>
                                <w:sz w:val="14"/>
                                <w:szCs w:val="14"/>
                              </w:rPr>
                              <w:t>Run off:</w:t>
                            </w:r>
                            <w:r>
                              <w:rPr>
                                <w:b/>
                                <w:color w:val="000000"/>
                                <w:sz w:val="14"/>
                                <w:szCs w:val="14"/>
                              </w:rPr>
                              <w:t xml:space="preserve"> Heavily and diffusely calcific crural arteries, with signal loss/acoustic shadowing. </w:t>
                            </w:r>
                            <w:r w:rsidR="00830365">
                              <w:rPr>
                                <w:b/>
                                <w:color w:val="000000"/>
                                <w:sz w:val="14"/>
                                <w:szCs w:val="14"/>
                              </w:rPr>
                              <w:t>Findings consistent with small vessel disease.</w:t>
                            </w:r>
                          </w:p>
                          <w:p w:rsidR="004E704A" w:rsidRPr="00DA781F" w:rsidRDefault="004E704A" w:rsidP="002923BD">
                            <w:pPr>
                              <w:pStyle w:val="CUSTOMNormal"/>
                              <w:tabs>
                                <w:tab w:val="left" w:pos="392"/>
                              </w:tabs>
                              <w:rPr>
                                <w:color w:val="000000"/>
                                <w:sz w:val="14"/>
                                <w:szCs w:val="14"/>
                              </w:rPr>
                            </w:pPr>
                          </w:p>
                          <w:p w:rsidR="007A34E3" w:rsidRDefault="004E704A" w:rsidP="007A34E3">
                            <w:pPr>
                              <w:jc w:val="both"/>
                              <w:rPr>
                                <w:lang w:val="en-GB"/>
                              </w:rPr>
                            </w:pPr>
                            <w:r w:rsidRPr="00DA781F">
                              <w:rPr>
                                <w:color w:val="000000"/>
                                <w:sz w:val="14"/>
                                <w:szCs w:val="14"/>
                              </w:rPr>
                              <w:t xml:space="preserve">ATA = </w:t>
                            </w:r>
                            <w:r w:rsidR="007A34E3">
                              <w:rPr>
                                <w:rFonts w:eastAsia="Calibri"/>
                                <w:color w:val="000000"/>
                                <w:kern w:val="12"/>
                                <w:sz w:val="14"/>
                                <w:szCs w:val="14"/>
                                <w:lang w:val="en-GB"/>
                              </w:rPr>
                              <w:t>Biphasic to</w:t>
                            </w:r>
                            <w:r w:rsidR="007A34E3" w:rsidRPr="007A34E3">
                              <w:rPr>
                                <w:rFonts w:eastAsia="Calibri"/>
                                <w:color w:val="000000"/>
                                <w:kern w:val="12"/>
                                <w:sz w:val="14"/>
                                <w:szCs w:val="14"/>
                                <w:lang w:val="en-GB"/>
                              </w:rPr>
                              <w:t xml:space="preserve"> mid-calf occludes</w:t>
                            </w:r>
                            <w:r w:rsidR="007A34E3">
                              <w:rPr>
                                <w:rFonts w:eastAsia="Calibri"/>
                                <w:color w:val="000000"/>
                                <w:kern w:val="12"/>
                                <w:sz w:val="14"/>
                                <w:szCs w:val="14"/>
                                <w:lang w:val="en-GB"/>
                              </w:rPr>
                              <w:t>,</w:t>
                            </w:r>
                            <w:r w:rsidR="007A34E3" w:rsidRPr="007A34E3">
                              <w:rPr>
                                <w:rFonts w:eastAsia="Calibri"/>
                                <w:color w:val="000000"/>
                                <w:kern w:val="12"/>
                                <w:sz w:val="14"/>
                                <w:szCs w:val="14"/>
                                <w:lang w:val="en-GB"/>
                              </w:rPr>
                              <w:t xml:space="preserve"> artery reforms at the malleolus, monophasic into the DPA.</w:t>
                            </w:r>
                            <w:r w:rsidR="007A34E3">
                              <w:t xml:space="preserve"> </w:t>
                            </w:r>
                          </w:p>
                          <w:p w:rsidR="004E704A" w:rsidRPr="00DA781F" w:rsidRDefault="004E704A" w:rsidP="002923BD">
                            <w:pPr>
                              <w:pStyle w:val="CUSTOMNormal"/>
                              <w:tabs>
                                <w:tab w:val="left" w:pos="392"/>
                              </w:tabs>
                              <w:rPr>
                                <w:color w:val="000000"/>
                                <w:sz w:val="14"/>
                                <w:szCs w:val="14"/>
                              </w:rPr>
                            </w:pPr>
                          </w:p>
                          <w:p w:rsidR="004E704A" w:rsidRDefault="004E704A" w:rsidP="004E704A">
                            <w:pPr>
                              <w:pStyle w:val="CUSTOMNormal"/>
                              <w:tabs>
                                <w:tab w:val="left" w:pos="392"/>
                              </w:tabs>
                              <w:rPr>
                                <w:color w:val="000000"/>
                                <w:sz w:val="14"/>
                                <w:szCs w:val="14"/>
                              </w:rPr>
                            </w:pPr>
                            <w:r w:rsidRPr="00DA781F">
                              <w:rPr>
                                <w:color w:val="000000"/>
                                <w:sz w:val="14"/>
                                <w:szCs w:val="14"/>
                              </w:rPr>
                              <w:t xml:space="preserve">PTA = </w:t>
                            </w:r>
                            <w:r w:rsidR="00830365">
                              <w:rPr>
                                <w:color w:val="000000"/>
                                <w:sz w:val="14"/>
                                <w:szCs w:val="14"/>
                              </w:rPr>
                              <w:t xml:space="preserve">monophasic to the ankle. </w:t>
                            </w:r>
                          </w:p>
                          <w:p w:rsidR="004E704A" w:rsidRPr="00DA781F" w:rsidRDefault="004E704A" w:rsidP="004E704A">
                            <w:pPr>
                              <w:pStyle w:val="CUSTOMNormal"/>
                              <w:tabs>
                                <w:tab w:val="left" w:pos="392"/>
                              </w:tabs>
                              <w:rPr>
                                <w:color w:val="000000"/>
                                <w:sz w:val="14"/>
                                <w:szCs w:val="14"/>
                              </w:rPr>
                            </w:pPr>
                          </w:p>
                          <w:p w:rsidR="004E704A" w:rsidRDefault="004E704A" w:rsidP="004E704A">
                            <w:pPr>
                              <w:pStyle w:val="CUSTOMNormal"/>
                              <w:tabs>
                                <w:tab w:val="left" w:pos="392"/>
                              </w:tabs>
                              <w:rPr>
                                <w:color w:val="000000"/>
                                <w:sz w:val="14"/>
                                <w:szCs w:val="14"/>
                              </w:rPr>
                            </w:pPr>
                            <w:r w:rsidRPr="00DA781F">
                              <w:rPr>
                                <w:color w:val="000000"/>
                                <w:sz w:val="14"/>
                                <w:szCs w:val="14"/>
                              </w:rPr>
                              <w:t xml:space="preserve">Peroneal = </w:t>
                            </w:r>
                            <w:r w:rsidR="00830365">
                              <w:rPr>
                                <w:color w:val="000000"/>
                                <w:sz w:val="14"/>
                                <w:szCs w:val="14"/>
                              </w:rPr>
                              <w:t>tri-biphasic, monophasic at the ankle</w:t>
                            </w:r>
                            <w:r w:rsidR="00830365">
                              <w:rPr>
                                <w:color w:val="000000"/>
                                <w:sz w:val="14"/>
                                <w:szCs w:val="14"/>
                              </w:rPr>
                              <w:t xml:space="preserve">. </w:t>
                            </w:r>
                          </w:p>
                          <w:p w:rsidR="004E704A" w:rsidRPr="00DA781F" w:rsidRDefault="004E704A" w:rsidP="004E704A">
                            <w:pPr>
                              <w:pStyle w:val="CUSTOMNormal"/>
                              <w:tabs>
                                <w:tab w:val="left" w:pos="392"/>
                              </w:tabs>
                              <w:rPr>
                                <w:color w:val="000000"/>
                                <w:sz w:val="14"/>
                                <w:szCs w:val="14"/>
                              </w:rPr>
                            </w:pPr>
                          </w:p>
                        </w:txbxContent>
                      </v:textbox>
                      <w10:wrap anchorx="page" anchory="page"/>
                      <w10:anchorlock/>
                    </v:shape>
                  </w:pict>
                </mc:Fallback>
              </mc:AlternateContent>
            </w:r>
          </w:p>
        </w:tc>
      </w:tr>
      <w:tr w:rsidR="009E0202" w:rsidTr="003C0B57">
        <w:trPr>
          <w:trHeight w:hRule="exact" w:val="13420"/>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9E0202" w:rsidRPr="00E17436" w:rsidRDefault="009E0202" w:rsidP="00DC01AB">
            <w:pPr>
              <w:pStyle w:val="CUSTOMBoldColumnHeading"/>
              <w:spacing w:after="60"/>
              <w:rPr>
                <w:sz w:val="21"/>
                <w:szCs w:val="21"/>
              </w:rPr>
            </w:pPr>
            <w:r w:rsidRPr="00E17436">
              <w:rPr>
                <w:sz w:val="21"/>
                <w:szCs w:val="21"/>
              </w:rPr>
              <w:lastRenderedPageBreak/>
              <w:t>Report:</w:t>
            </w:r>
          </w:p>
          <w:tbl>
            <w:tblPr>
              <w:tblW w:w="9750" w:type="dxa"/>
              <w:tblLayout w:type="fixed"/>
              <w:tblLook w:val="01E0" w:firstRow="1" w:lastRow="1" w:firstColumn="1" w:lastColumn="1" w:noHBand="0" w:noVBand="0"/>
            </w:tblPr>
            <w:tblGrid>
              <w:gridCol w:w="1621"/>
              <w:gridCol w:w="3250"/>
              <w:gridCol w:w="1560"/>
              <w:gridCol w:w="3319"/>
            </w:tblGrid>
            <w:tr w:rsidR="003C0B57" w:rsidTr="003C0B57">
              <w:tc>
                <w:tcPr>
                  <w:tcW w:w="1620" w:type="dxa"/>
                  <w:hideMark/>
                </w:tcPr>
                <w:p w:rsidR="003C0B57" w:rsidRDefault="003C0B57">
                  <w:pPr>
                    <w:rPr>
                      <w:rFonts w:cs="Arial"/>
                      <w:b/>
                      <w:sz w:val="18"/>
                      <w:szCs w:val="18"/>
                    </w:rPr>
                  </w:pPr>
                  <w:r>
                    <w:rPr>
                      <w:rFonts w:cs="Arial"/>
                      <w:b/>
                      <w:sz w:val="18"/>
                      <w:szCs w:val="18"/>
                    </w:rPr>
                    <w:t>Requesting Dr:</w:t>
                  </w:r>
                </w:p>
              </w:tc>
              <w:tc>
                <w:tcPr>
                  <w:tcW w:w="3249" w:type="dxa"/>
                  <w:hideMark/>
                </w:tcPr>
                <w:p w:rsidR="003C0B57" w:rsidRDefault="003C0B57">
                  <w:pPr>
                    <w:rPr>
                      <w:rFonts w:cs="Arial"/>
                      <w:b/>
                      <w:sz w:val="18"/>
                      <w:szCs w:val="18"/>
                    </w:rPr>
                  </w:pPr>
                  <w:r>
                    <w:rPr>
                      <w:rFonts w:cs="Arial"/>
                      <w:b/>
                      <w:sz w:val="18"/>
                      <w:szCs w:val="18"/>
                    </w:rPr>
                    <w:t>ASTON NIALL</w:t>
                  </w:r>
                </w:p>
              </w:tc>
              <w:tc>
                <w:tcPr>
                  <w:tcW w:w="1560" w:type="dxa"/>
                  <w:hideMark/>
                </w:tcPr>
                <w:p w:rsidR="003C0B57" w:rsidRDefault="003C0B57">
                  <w:pPr>
                    <w:rPr>
                      <w:rFonts w:cs="Arial"/>
                      <w:b/>
                      <w:sz w:val="18"/>
                      <w:szCs w:val="18"/>
                    </w:rPr>
                  </w:pPr>
                  <w:r>
                    <w:rPr>
                      <w:rFonts w:cs="Arial"/>
                      <w:b/>
                      <w:sz w:val="18"/>
                      <w:szCs w:val="18"/>
                    </w:rPr>
                    <w:t>Name:</w:t>
                  </w:r>
                </w:p>
              </w:tc>
              <w:tc>
                <w:tcPr>
                  <w:tcW w:w="3318" w:type="dxa"/>
                  <w:hideMark/>
                </w:tcPr>
                <w:p w:rsidR="003C0B57" w:rsidRDefault="003C0B57">
                  <w:pPr>
                    <w:rPr>
                      <w:rFonts w:cs="Arial"/>
                      <w:b/>
                      <w:sz w:val="18"/>
                      <w:szCs w:val="18"/>
                    </w:rPr>
                  </w:pPr>
                  <w:r>
                    <w:rPr>
                      <w:rFonts w:cs="Arial"/>
                      <w:b/>
                      <w:sz w:val="18"/>
                      <w:szCs w:val="18"/>
                    </w:rPr>
                    <w:t>HASLAM DEREK</w:t>
                  </w:r>
                </w:p>
              </w:tc>
            </w:tr>
            <w:tr w:rsidR="003C0B57" w:rsidTr="003C0B57">
              <w:tc>
                <w:tcPr>
                  <w:tcW w:w="1620" w:type="dxa"/>
                  <w:hideMark/>
                </w:tcPr>
                <w:p w:rsidR="003C0B57" w:rsidRDefault="003C0B57">
                  <w:pPr>
                    <w:rPr>
                      <w:rFonts w:cs="Arial"/>
                      <w:b/>
                      <w:sz w:val="18"/>
                      <w:szCs w:val="18"/>
                    </w:rPr>
                  </w:pPr>
                  <w:r>
                    <w:rPr>
                      <w:rFonts w:cs="Arial"/>
                      <w:b/>
                      <w:sz w:val="18"/>
                      <w:szCs w:val="18"/>
                    </w:rPr>
                    <w:t>Sex:</w:t>
                  </w:r>
                </w:p>
              </w:tc>
              <w:tc>
                <w:tcPr>
                  <w:tcW w:w="3249" w:type="dxa"/>
                  <w:hideMark/>
                </w:tcPr>
                <w:p w:rsidR="003C0B57" w:rsidRDefault="003C0B57">
                  <w:pPr>
                    <w:rPr>
                      <w:rFonts w:cs="Arial"/>
                      <w:b/>
                      <w:sz w:val="18"/>
                      <w:szCs w:val="18"/>
                    </w:rPr>
                  </w:pPr>
                  <w:r>
                    <w:rPr>
                      <w:rFonts w:cs="Arial"/>
                      <w:b/>
                      <w:sz w:val="18"/>
                      <w:szCs w:val="18"/>
                    </w:rPr>
                    <w:t>M</w:t>
                  </w:r>
                </w:p>
              </w:tc>
              <w:tc>
                <w:tcPr>
                  <w:tcW w:w="1560" w:type="dxa"/>
                  <w:hideMark/>
                </w:tcPr>
                <w:p w:rsidR="003C0B57" w:rsidRDefault="003C0B57">
                  <w:pPr>
                    <w:rPr>
                      <w:rFonts w:cs="Arial"/>
                      <w:b/>
                      <w:sz w:val="18"/>
                      <w:szCs w:val="18"/>
                    </w:rPr>
                  </w:pPr>
                  <w:r>
                    <w:rPr>
                      <w:rFonts w:cs="Arial"/>
                      <w:b/>
                      <w:sz w:val="18"/>
                      <w:szCs w:val="18"/>
                    </w:rPr>
                    <w:t>DOB:</w:t>
                  </w:r>
                </w:p>
              </w:tc>
              <w:tc>
                <w:tcPr>
                  <w:tcW w:w="3318" w:type="dxa"/>
                  <w:hideMark/>
                </w:tcPr>
                <w:p w:rsidR="003C0B57" w:rsidRDefault="003C0B57">
                  <w:pPr>
                    <w:rPr>
                      <w:rFonts w:cs="Arial"/>
                      <w:b/>
                      <w:sz w:val="18"/>
                      <w:szCs w:val="18"/>
                    </w:rPr>
                  </w:pPr>
                  <w:r>
                    <w:rPr>
                      <w:rFonts w:cs="Arial"/>
                      <w:b/>
                      <w:sz w:val="18"/>
                      <w:szCs w:val="18"/>
                    </w:rPr>
                    <w:t>16/07/1941</w:t>
                  </w:r>
                </w:p>
              </w:tc>
            </w:tr>
            <w:tr w:rsidR="003C0B57" w:rsidTr="003C0B57">
              <w:tc>
                <w:tcPr>
                  <w:tcW w:w="1620" w:type="dxa"/>
                  <w:hideMark/>
                </w:tcPr>
                <w:p w:rsidR="003C0B57" w:rsidRDefault="003C0B57">
                  <w:pPr>
                    <w:rPr>
                      <w:rFonts w:cs="Arial"/>
                      <w:b/>
                      <w:sz w:val="18"/>
                      <w:szCs w:val="18"/>
                    </w:rPr>
                  </w:pPr>
                  <w:r>
                    <w:rPr>
                      <w:rFonts w:cs="Arial"/>
                      <w:b/>
                      <w:sz w:val="18"/>
                      <w:szCs w:val="18"/>
                    </w:rPr>
                    <w:t>Location:</w:t>
                  </w:r>
                </w:p>
              </w:tc>
              <w:tc>
                <w:tcPr>
                  <w:tcW w:w="3249" w:type="dxa"/>
                  <w:hideMark/>
                </w:tcPr>
                <w:p w:rsidR="003C0B57" w:rsidRDefault="003C0B57">
                  <w:pPr>
                    <w:rPr>
                      <w:rFonts w:cs="Arial"/>
                      <w:b/>
                      <w:sz w:val="18"/>
                      <w:szCs w:val="18"/>
                    </w:rPr>
                  </w:pPr>
                  <w:r>
                    <w:rPr>
                      <w:rFonts w:cs="Arial"/>
                      <w:b/>
                      <w:sz w:val="18"/>
                      <w:szCs w:val="18"/>
                    </w:rPr>
                    <w:t>AOP</w:t>
                  </w:r>
                </w:p>
              </w:tc>
              <w:tc>
                <w:tcPr>
                  <w:tcW w:w="1560" w:type="dxa"/>
                  <w:hideMark/>
                </w:tcPr>
                <w:p w:rsidR="003C0B57" w:rsidRDefault="003C0B57">
                  <w:pPr>
                    <w:rPr>
                      <w:rFonts w:cs="Arial"/>
                      <w:b/>
                      <w:sz w:val="18"/>
                      <w:szCs w:val="18"/>
                    </w:rPr>
                  </w:pPr>
                  <w:r>
                    <w:rPr>
                      <w:rFonts w:cs="Arial"/>
                      <w:b/>
                      <w:sz w:val="18"/>
                      <w:szCs w:val="18"/>
                    </w:rPr>
                    <w:t>Unit Number:</w:t>
                  </w:r>
                </w:p>
              </w:tc>
              <w:tc>
                <w:tcPr>
                  <w:tcW w:w="3318" w:type="dxa"/>
                  <w:hideMark/>
                </w:tcPr>
                <w:p w:rsidR="003C0B57" w:rsidRDefault="003C0B57">
                  <w:pPr>
                    <w:rPr>
                      <w:rFonts w:cs="Arial"/>
                      <w:b/>
                      <w:sz w:val="18"/>
                      <w:szCs w:val="18"/>
                    </w:rPr>
                  </w:pPr>
                  <w:r>
                    <w:rPr>
                      <w:rFonts w:cs="Arial"/>
                      <w:b/>
                      <w:sz w:val="18"/>
                      <w:szCs w:val="18"/>
                    </w:rPr>
                    <w:t>401060743</w:t>
                  </w:r>
                </w:p>
              </w:tc>
            </w:tr>
            <w:tr w:rsidR="003C0B57" w:rsidTr="003C0B57">
              <w:tc>
                <w:tcPr>
                  <w:tcW w:w="1620" w:type="dxa"/>
                </w:tcPr>
                <w:p w:rsidR="003C0B57" w:rsidRDefault="003C0B57">
                  <w:pPr>
                    <w:rPr>
                      <w:rFonts w:cs="Arial"/>
                      <w:b/>
                      <w:sz w:val="18"/>
                      <w:szCs w:val="18"/>
                    </w:rPr>
                  </w:pPr>
                </w:p>
              </w:tc>
              <w:tc>
                <w:tcPr>
                  <w:tcW w:w="3249" w:type="dxa"/>
                </w:tcPr>
                <w:p w:rsidR="003C0B57" w:rsidRDefault="003C0B57">
                  <w:pPr>
                    <w:rPr>
                      <w:rFonts w:cs="Arial"/>
                      <w:b/>
                      <w:sz w:val="18"/>
                      <w:szCs w:val="18"/>
                    </w:rPr>
                  </w:pPr>
                </w:p>
              </w:tc>
              <w:tc>
                <w:tcPr>
                  <w:tcW w:w="1560" w:type="dxa"/>
                  <w:hideMark/>
                </w:tcPr>
                <w:p w:rsidR="003C0B57" w:rsidRDefault="003C0B57">
                  <w:pPr>
                    <w:rPr>
                      <w:rFonts w:cs="Arial"/>
                      <w:b/>
                      <w:sz w:val="18"/>
                      <w:szCs w:val="18"/>
                    </w:rPr>
                  </w:pPr>
                  <w:r>
                    <w:rPr>
                      <w:rFonts w:cs="Arial"/>
                      <w:b/>
                      <w:sz w:val="18"/>
                      <w:szCs w:val="18"/>
                    </w:rPr>
                    <w:t>NHS Number:</w:t>
                  </w:r>
                </w:p>
              </w:tc>
              <w:tc>
                <w:tcPr>
                  <w:tcW w:w="3318" w:type="dxa"/>
                  <w:hideMark/>
                </w:tcPr>
                <w:p w:rsidR="003C0B57" w:rsidRDefault="003C0B57">
                  <w:pPr>
                    <w:rPr>
                      <w:rFonts w:cs="Arial"/>
                      <w:b/>
                      <w:sz w:val="18"/>
                      <w:szCs w:val="18"/>
                    </w:rPr>
                  </w:pPr>
                  <w:r>
                    <w:rPr>
                      <w:rFonts w:cs="Arial"/>
                      <w:b/>
                      <w:sz w:val="18"/>
                      <w:szCs w:val="18"/>
                    </w:rPr>
                    <w:t>4121235177</w:t>
                  </w:r>
                </w:p>
              </w:tc>
            </w:tr>
            <w:tr w:rsidR="003C0B57" w:rsidTr="003C0B57">
              <w:tc>
                <w:tcPr>
                  <w:tcW w:w="1620" w:type="dxa"/>
                </w:tcPr>
                <w:p w:rsidR="003C0B57" w:rsidRDefault="003C0B57">
                  <w:pPr>
                    <w:rPr>
                      <w:rFonts w:cs="Arial"/>
                      <w:b/>
                      <w:sz w:val="18"/>
                      <w:szCs w:val="18"/>
                    </w:rPr>
                  </w:pPr>
                </w:p>
              </w:tc>
              <w:tc>
                <w:tcPr>
                  <w:tcW w:w="3249" w:type="dxa"/>
                </w:tcPr>
                <w:p w:rsidR="003C0B57" w:rsidRDefault="003C0B57">
                  <w:pPr>
                    <w:rPr>
                      <w:rFonts w:cs="Arial"/>
                      <w:b/>
                      <w:sz w:val="18"/>
                      <w:szCs w:val="18"/>
                    </w:rPr>
                  </w:pPr>
                </w:p>
              </w:tc>
              <w:tc>
                <w:tcPr>
                  <w:tcW w:w="1560" w:type="dxa"/>
                  <w:hideMark/>
                </w:tcPr>
                <w:p w:rsidR="003C0B57" w:rsidRDefault="003C0B57">
                  <w:pPr>
                    <w:rPr>
                      <w:rFonts w:cs="Arial"/>
                      <w:b/>
                      <w:sz w:val="18"/>
                      <w:szCs w:val="18"/>
                    </w:rPr>
                  </w:pPr>
                  <w:r>
                    <w:rPr>
                      <w:rFonts w:cs="Arial"/>
                      <w:b/>
                      <w:sz w:val="18"/>
                      <w:szCs w:val="18"/>
                    </w:rPr>
                    <w:t>Accession No:</w:t>
                  </w:r>
                </w:p>
              </w:tc>
              <w:tc>
                <w:tcPr>
                  <w:tcW w:w="3318" w:type="dxa"/>
                  <w:hideMark/>
                </w:tcPr>
                <w:p w:rsidR="003C0B57" w:rsidRDefault="003C0B57">
                  <w:pPr>
                    <w:rPr>
                      <w:rFonts w:cs="Arial"/>
                      <w:b/>
                      <w:sz w:val="18"/>
                      <w:szCs w:val="18"/>
                    </w:rPr>
                  </w:pPr>
                  <w:r>
                    <w:rPr>
                      <w:rFonts w:cs="Arial"/>
                      <w:b/>
                      <w:sz w:val="18"/>
                      <w:szCs w:val="18"/>
                    </w:rPr>
                    <w:t>12515560</w:t>
                  </w:r>
                </w:p>
              </w:tc>
            </w:tr>
          </w:tbl>
          <w:p w:rsidR="003C0B57" w:rsidRDefault="003C0B57" w:rsidP="003C0B57">
            <w:r>
              <w:t xml:space="preserve">                   __________________________________________________</w:t>
            </w:r>
          </w:p>
          <w:tbl>
            <w:tblPr>
              <w:tblW w:w="8130" w:type="dxa"/>
              <w:tblLayout w:type="fixed"/>
              <w:tblLook w:val="01E0" w:firstRow="1" w:lastRow="1" w:firstColumn="1" w:lastColumn="1" w:noHBand="0" w:noVBand="0"/>
            </w:tblPr>
            <w:tblGrid>
              <w:gridCol w:w="8130"/>
            </w:tblGrid>
            <w:tr w:rsidR="003C0B57" w:rsidTr="003C0B57">
              <w:tc>
                <w:tcPr>
                  <w:tcW w:w="8130" w:type="dxa"/>
                  <w:hideMark/>
                </w:tcPr>
                <w:p w:rsidR="003C0B57" w:rsidRDefault="003C0B57">
                  <w:pPr>
                    <w:rPr>
                      <w:szCs w:val="20"/>
                    </w:rPr>
                  </w:pPr>
                  <w:r>
                    <w:rPr>
                      <w:szCs w:val="20"/>
                    </w:rPr>
                    <w:fldChar w:fldCharType="begin"/>
                  </w:r>
                  <w:r>
                    <w:rPr>
                      <w:szCs w:val="20"/>
                    </w:rPr>
                    <w:instrText xml:space="preserve"> AUTOTEXT  addressee.name </w:instrText>
                  </w:r>
                  <w:r>
                    <w:rPr>
                      <w:szCs w:val="20"/>
                    </w:rPr>
                    <w:fldChar w:fldCharType="separate"/>
                  </w:r>
                  <w:r>
                    <w:rPr>
                      <w:szCs w:val="20"/>
                    </w:rPr>
                    <w:t>ASTON</w:t>
                  </w:r>
                  <w:r>
                    <w:rPr>
                      <w:szCs w:val="20"/>
                    </w:rPr>
                    <w:fldChar w:fldCharType="end"/>
                  </w:r>
                  <w:r>
                    <w:rPr>
                      <w:szCs w:val="20"/>
                    </w:rPr>
                    <w:t xml:space="preserve"> </w:t>
                  </w:r>
                  <w:r>
                    <w:rPr>
                      <w:szCs w:val="20"/>
                    </w:rPr>
                    <w:fldChar w:fldCharType="begin"/>
                  </w:r>
                  <w:r>
                    <w:rPr>
                      <w:szCs w:val="20"/>
                    </w:rPr>
                    <w:instrText xml:space="preserve"> AUTOTEXT  addressee.fname  \* MERGEFORMAT </w:instrText>
                  </w:r>
                  <w:r>
                    <w:rPr>
                      <w:szCs w:val="20"/>
                    </w:rPr>
                    <w:fldChar w:fldCharType="separate"/>
                  </w:r>
                  <w:r>
                    <w:rPr>
                      <w:szCs w:val="20"/>
                    </w:rPr>
                    <w:t>NIALL</w:t>
                  </w:r>
                  <w:r>
                    <w:rPr>
                      <w:szCs w:val="20"/>
                    </w:rPr>
                    <w:fldChar w:fldCharType="end"/>
                  </w:r>
                </w:p>
              </w:tc>
            </w:tr>
            <w:tr w:rsidR="003C0B57" w:rsidTr="003C0B57">
              <w:tc>
                <w:tcPr>
                  <w:tcW w:w="8130" w:type="dxa"/>
                  <w:hideMark/>
                </w:tcPr>
                <w:p w:rsidR="003C0B57" w:rsidRDefault="003C0B57">
                  <w:pPr>
                    <w:rPr>
                      <w:szCs w:val="20"/>
                    </w:rPr>
                  </w:pPr>
                  <w:r>
                    <w:rPr>
                      <w:szCs w:val="20"/>
                    </w:rPr>
                    <w:fldChar w:fldCharType="begin"/>
                  </w:r>
                  <w:r>
                    <w:rPr>
                      <w:szCs w:val="20"/>
                    </w:rPr>
                    <w:instrText xml:space="preserve"> AUTOTEXT  addressee.street </w:instrText>
                  </w:r>
                  <w:r>
                    <w:rPr>
                      <w:szCs w:val="20"/>
                    </w:rPr>
                    <w:fldChar w:fldCharType="separate"/>
                  </w:r>
                  <w:r>
                    <w:rPr>
                      <w:szCs w:val="20"/>
                    </w:rPr>
                    <w:t>QUEEN ELIZABETH HOSPITAL STADIUM ROAD</w:t>
                  </w:r>
                  <w:r>
                    <w:rPr>
                      <w:szCs w:val="20"/>
                    </w:rPr>
                    <w:fldChar w:fldCharType="end"/>
                  </w:r>
                  <w:r>
                    <w:rPr>
                      <w:szCs w:val="20"/>
                    </w:rPr>
                    <w:t xml:space="preserve"> </w:t>
                  </w:r>
                  <w:r>
                    <w:rPr>
                      <w:szCs w:val="20"/>
                    </w:rPr>
                    <w:fldChar w:fldCharType="begin"/>
                  </w:r>
                  <w:r>
                    <w:rPr>
                      <w:szCs w:val="20"/>
                    </w:rPr>
                    <w:instrText xml:space="preserve"> AUTOTEXT  addressee.town </w:instrText>
                  </w:r>
                  <w:r>
                    <w:rPr>
                      <w:szCs w:val="20"/>
                    </w:rPr>
                    <w:fldChar w:fldCharType="separate"/>
                  </w:r>
                  <w:r>
                    <w:rPr>
                      <w:szCs w:val="20"/>
                    </w:rPr>
                    <w:t>SE18 4QH LONDON</w:t>
                  </w:r>
                  <w:r>
                    <w:rPr>
                      <w:szCs w:val="20"/>
                    </w:rPr>
                    <w:fldChar w:fldCharType="end"/>
                  </w:r>
                </w:p>
              </w:tc>
            </w:tr>
            <w:tr w:rsidR="003C0B57" w:rsidTr="003C0B57">
              <w:tc>
                <w:tcPr>
                  <w:tcW w:w="8130" w:type="dxa"/>
                  <w:hideMark/>
                </w:tcPr>
                <w:p w:rsidR="003C0B57" w:rsidRDefault="003C0B57">
                  <w:pPr>
                    <w:rPr>
                      <w:szCs w:val="20"/>
                    </w:rPr>
                  </w:pPr>
                  <w:r>
                    <w:rPr>
                      <w:szCs w:val="20"/>
                    </w:rPr>
                    <w:fldChar w:fldCharType="begin"/>
                  </w:r>
                  <w:r>
                    <w:rPr>
                      <w:szCs w:val="20"/>
                    </w:rPr>
                    <w:instrText xml:space="preserve"> AUTOTEXT  addressee.town1 </w:instrText>
                  </w:r>
                  <w:r>
                    <w:rPr>
                      <w:szCs w:val="20"/>
                    </w:rPr>
                    <w:fldChar w:fldCharType="separate"/>
                  </w:r>
                  <w:r>
                    <w:rPr>
                      <w:szCs w:val="20"/>
                    </w:rPr>
                    <w:t>LONDON</w:t>
                  </w:r>
                  <w:r>
                    <w:rPr>
                      <w:szCs w:val="20"/>
                    </w:rPr>
                    <w:fldChar w:fldCharType="end"/>
                  </w:r>
                  <w:r>
                    <w:rPr>
                      <w:szCs w:val="20"/>
                    </w:rPr>
                    <w:t xml:space="preserve"> </w:t>
                  </w:r>
                  <w:r>
                    <w:rPr>
                      <w:szCs w:val="20"/>
                    </w:rPr>
                    <w:fldChar w:fldCharType="begin"/>
                  </w:r>
                  <w:r>
                    <w:rPr>
                      <w:szCs w:val="20"/>
                    </w:rPr>
                    <w:instrText xml:space="preserve"> AUTOTEXT  addressee.zip </w:instrText>
                  </w:r>
                  <w:r>
                    <w:rPr>
                      <w:szCs w:val="20"/>
                    </w:rPr>
                    <w:fldChar w:fldCharType="separate"/>
                  </w:r>
                  <w:r>
                    <w:rPr>
                      <w:szCs w:val="20"/>
                    </w:rPr>
                    <w:t>SE18 4QH</w:t>
                  </w:r>
                  <w:r>
                    <w:rPr>
                      <w:szCs w:val="20"/>
                    </w:rPr>
                    <w:fldChar w:fldCharType="end"/>
                  </w:r>
                </w:p>
              </w:tc>
            </w:tr>
          </w:tbl>
          <w:p w:rsidR="003C0B57" w:rsidRDefault="003C0B57" w:rsidP="003C0B57">
            <w:r>
              <w:t xml:space="preserve">                    __________________________________________________</w:t>
            </w:r>
          </w:p>
          <w:p w:rsidR="003C0B57" w:rsidRDefault="003C0B57" w:rsidP="003C0B57">
            <w:pPr>
              <w:jc w:val="center"/>
              <w:rPr>
                <w:rFonts w:cs="Arial"/>
                <w:b/>
                <w:sz w:val="32"/>
                <w:szCs w:val="32"/>
                <w:lang w:val="en-GB"/>
              </w:rPr>
            </w:pPr>
          </w:p>
          <w:p w:rsidR="003C0B57" w:rsidRDefault="003C0B57" w:rsidP="003C0B57">
            <w:pPr>
              <w:jc w:val="center"/>
              <w:rPr>
                <w:rFonts w:cs="Arial"/>
                <w:b/>
                <w:sz w:val="32"/>
                <w:szCs w:val="32"/>
                <w:lang w:val="en-GB"/>
              </w:rPr>
            </w:pPr>
            <w:r>
              <w:rPr>
                <w:rFonts w:cs="Arial"/>
                <w:b/>
                <w:sz w:val="32"/>
                <w:szCs w:val="32"/>
                <w:lang w:val="en-GB"/>
              </w:rPr>
              <w:t>QE IMAGING DEPARTMENT REPORT</w:t>
            </w:r>
          </w:p>
          <w:p w:rsidR="003C0B57" w:rsidRDefault="003C0B57" w:rsidP="003C0B57">
            <w:pPr>
              <w:jc w:val="center"/>
              <w:rPr>
                <w:rFonts w:cs="Arial"/>
                <w:lang w:val="en-GB"/>
              </w:rPr>
            </w:pPr>
          </w:p>
          <w:p w:rsidR="003C0B57" w:rsidRDefault="003C0B57" w:rsidP="003C0B57">
            <w:pPr>
              <w:rPr>
                <w:lang w:val="en-GB"/>
              </w:rPr>
            </w:pPr>
            <w:bookmarkStart w:id="1" w:name="REPORTBEGIN"/>
            <w:bookmarkEnd w:id="1"/>
            <w:r>
              <w:rPr>
                <w:lang w:val="en-GB"/>
              </w:rPr>
              <w:t>Exam Date: 15/05/2018</w:t>
            </w:r>
          </w:p>
          <w:p w:rsidR="003C0B57" w:rsidRDefault="003C0B57" w:rsidP="003C0B57">
            <w:pPr>
              <w:rPr>
                <w:lang w:val="en-GB"/>
              </w:rPr>
            </w:pPr>
          </w:p>
          <w:p w:rsidR="003C0B57" w:rsidRDefault="003C0B57" w:rsidP="003C0B57">
            <w:pPr>
              <w:rPr>
                <w:b/>
                <w:u w:val="single"/>
                <w:lang w:val="en-GB"/>
              </w:rPr>
            </w:pPr>
            <w:bookmarkStart w:id="2" w:name="BODY"/>
            <w:bookmarkStart w:id="3" w:name="END_OF_BODY"/>
            <w:bookmarkEnd w:id="2"/>
            <w:r>
              <w:rPr>
                <w:b/>
                <w:u w:val="single"/>
                <w:lang w:val="en-GB"/>
              </w:rPr>
              <w:t>Abdomen</w:t>
            </w:r>
          </w:p>
          <w:p w:rsidR="003C0B57" w:rsidRDefault="003C0B57" w:rsidP="003C0B57">
            <w:pPr>
              <w:ind w:firstLine="720"/>
              <w:rPr>
                <w:lang w:val="en-GB"/>
              </w:rPr>
            </w:pPr>
          </w:p>
          <w:p w:rsidR="003C0B57" w:rsidRDefault="003C0B57" w:rsidP="003C0B57">
            <w:pPr>
              <w:rPr>
                <w:lang w:val="en-GB"/>
              </w:rPr>
            </w:pPr>
            <w:r>
              <w:rPr>
                <w:lang w:val="en-GB"/>
              </w:rPr>
              <w:t>The proximal to mid Aorta was patent and of normal calibre, the distal aorta was not visualized due to bowel gas. The proximal common iliac artery was not visualized due bowel gas however; the distal CIA and external iliac arteries were patent with triphasic waveforms noted and no significant stenosis.</w:t>
            </w:r>
          </w:p>
          <w:p w:rsidR="003C0B57" w:rsidRDefault="006434ED" w:rsidP="006434ED">
            <w:pPr>
              <w:tabs>
                <w:tab w:val="left" w:pos="1275"/>
              </w:tabs>
              <w:rPr>
                <w:b/>
                <w:lang w:val="en-GB"/>
              </w:rPr>
            </w:pPr>
            <w:r>
              <w:rPr>
                <w:b/>
                <w:lang w:val="en-GB"/>
              </w:rPr>
              <w:tab/>
            </w:r>
          </w:p>
          <w:p w:rsidR="003C0B57" w:rsidRDefault="003C0B57" w:rsidP="003C0B57">
            <w:pPr>
              <w:rPr>
                <w:b/>
                <w:u w:val="single"/>
                <w:lang w:val="en-GB"/>
              </w:rPr>
            </w:pPr>
            <w:r>
              <w:rPr>
                <w:b/>
                <w:u w:val="single"/>
                <w:lang w:val="en-GB"/>
              </w:rPr>
              <w:t>US Doppler lower limb arteries Rt:</w:t>
            </w:r>
          </w:p>
          <w:p w:rsidR="003C0B57" w:rsidRDefault="003C0B57" w:rsidP="003C0B57">
            <w:pPr>
              <w:ind w:left="720"/>
              <w:rPr>
                <w:b/>
                <w:u w:val="single"/>
                <w:lang w:val="en-GB"/>
              </w:rPr>
            </w:pPr>
          </w:p>
          <w:p w:rsidR="003C0B57" w:rsidRDefault="003C0B57" w:rsidP="003C0B57">
            <w:pPr>
              <w:jc w:val="both"/>
              <w:rPr>
                <w:lang w:val="en-GB"/>
              </w:rPr>
            </w:pPr>
            <w:r>
              <w:rPr>
                <w:lang w:val="en-GB"/>
              </w:rPr>
              <w:t xml:space="preserve">The Common Femoral artery was patent with mild diffuse calcific atheorma with triphasic waveforms observed. The Profunda femoral artery is patent with mild heterogeneous atheroma with biphasic waveforms observed.  </w:t>
            </w:r>
          </w:p>
          <w:p w:rsidR="003C0B57" w:rsidRDefault="003C0B57" w:rsidP="003C0B57">
            <w:pPr>
              <w:jc w:val="both"/>
              <w:rPr>
                <w:lang w:val="en-GB"/>
              </w:rPr>
            </w:pPr>
          </w:p>
          <w:p w:rsidR="003C0B57" w:rsidRDefault="003C0B57" w:rsidP="003C0B57">
            <w:pPr>
              <w:jc w:val="both"/>
              <w:rPr>
                <w:lang w:val="en-GB"/>
              </w:rPr>
            </w:pPr>
            <w:r>
              <w:rPr>
                <w:lang w:val="en-GB"/>
              </w:rPr>
              <w:t>The Superficial Femoral artery is patent with biphasic waveforms throughout with mild-moderate diffuse calcific atheroma although, only segmental</w:t>
            </w:r>
            <w:r w:rsidR="00D12EFB">
              <w:rPr>
                <w:lang w:val="en-GB"/>
              </w:rPr>
              <w:t>ly</w:t>
            </w:r>
            <w:r>
              <w:rPr>
                <w:lang w:val="en-GB"/>
              </w:rPr>
              <w:t xml:space="preserve"> viewed due to acoustic shadowing. Waveforms are biphasic throughout. </w:t>
            </w:r>
          </w:p>
          <w:p w:rsidR="003C0B57" w:rsidRDefault="003C0B57" w:rsidP="003C0B57">
            <w:pPr>
              <w:jc w:val="both"/>
              <w:rPr>
                <w:lang w:val="en-GB"/>
              </w:rPr>
            </w:pPr>
          </w:p>
          <w:p w:rsidR="003C0B57" w:rsidRDefault="003C0B57" w:rsidP="003C0B57">
            <w:pPr>
              <w:jc w:val="both"/>
              <w:rPr>
                <w:lang w:val="en-GB"/>
              </w:rPr>
            </w:pPr>
            <w:r>
              <w:rPr>
                <w:lang w:val="en-GB"/>
              </w:rPr>
              <w:t xml:space="preserve">The Popliteal and TPT are patent with biphasic waveforms noted and mild diffuse calcific atheroma. </w:t>
            </w:r>
          </w:p>
          <w:p w:rsidR="003C0B57" w:rsidRDefault="003C0B57" w:rsidP="003C0B57">
            <w:pPr>
              <w:jc w:val="both"/>
              <w:rPr>
                <w:lang w:val="en-GB"/>
              </w:rPr>
            </w:pPr>
          </w:p>
          <w:p w:rsidR="003C0B57" w:rsidRDefault="003C0B57" w:rsidP="003C0B57">
            <w:pPr>
              <w:jc w:val="both"/>
              <w:rPr>
                <w:lang w:val="en-GB"/>
              </w:rPr>
            </w:pPr>
            <w:r>
              <w:rPr>
                <w:lang w:val="en-GB"/>
              </w:rPr>
              <w:t xml:space="preserve">Due to acoustic shadowing stenosis or occlusion was unable to be ruled out in crural arteries.  </w:t>
            </w:r>
          </w:p>
          <w:p w:rsidR="003C0B57" w:rsidRDefault="003C0B57" w:rsidP="003C0B57">
            <w:pPr>
              <w:jc w:val="both"/>
              <w:rPr>
                <w:lang w:val="en-GB"/>
              </w:rPr>
            </w:pPr>
          </w:p>
          <w:p w:rsidR="003C0B57" w:rsidRDefault="003C0B57" w:rsidP="003C0B57">
            <w:pPr>
              <w:jc w:val="both"/>
              <w:rPr>
                <w:lang w:val="en-GB"/>
              </w:rPr>
            </w:pPr>
            <w:r>
              <w:rPr>
                <w:lang w:val="en-GB"/>
              </w:rPr>
              <w:t xml:space="preserve">The Posterior Tibial </w:t>
            </w:r>
            <w:r w:rsidR="009510BA">
              <w:rPr>
                <w:lang w:val="en-GB"/>
              </w:rPr>
              <w:t xml:space="preserve">is </w:t>
            </w:r>
            <w:r>
              <w:rPr>
                <w:lang w:val="en-GB"/>
              </w:rPr>
              <w:t xml:space="preserve">segmentally viewed due to acoustic shadowing and signal loss due to heavily calcified atheroma with pulsatile monophasic waveforms observed distally. </w:t>
            </w:r>
          </w:p>
          <w:p w:rsidR="009510BA" w:rsidRDefault="009510BA" w:rsidP="003C0B57">
            <w:pPr>
              <w:jc w:val="both"/>
              <w:rPr>
                <w:lang w:val="en-GB"/>
              </w:rPr>
            </w:pPr>
          </w:p>
          <w:p w:rsidR="009510BA" w:rsidRDefault="009510BA" w:rsidP="003C0B57">
            <w:pPr>
              <w:jc w:val="both"/>
              <w:rPr>
                <w:lang w:val="en-GB"/>
              </w:rPr>
            </w:pPr>
            <w:r>
              <w:t xml:space="preserve">The ATA is patent to the mid-calf occludes with no colour or Doppler flow detected. The artery reforms at the malleolus, monophasic into the DPA. </w:t>
            </w:r>
          </w:p>
          <w:p w:rsidR="003C0B57" w:rsidRDefault="003C0B57" w:rsidP="003C0B57">
            <w:pPr>
              <w:jc w:val="both"/>
              <w:rPr>
                <w:lang w:val="en-GB"/>
              </w:rPr>
            </w:pPr>
          </w:p>
          <w:p w:rsidR="003C0B57" w:rsidRDefault="003C0B57" w:rsidP="003C0B57">
            <w:pPr>
              <w:jc w:val="both"/>
              <w:rPr>
                <w:b/>
                <w:u w:val="single"/>
                <w:lang w:val="en-GB"/>
              </w:rPr>
            </w:pPr>
            <w:r>
              <w:rPr>
                <w:lang w:val="en-GB"/>
              </w:rPr>
              <w:t xml:space="preserve">The Distal Peroneal artery was observed to have biphasic waveforms at the ankle. </w:t>
            </w:r>
          </w:p>
          <w:p w:rsidR="003C0B57" w:rsidRDefault="003C0B57" w:rsidP="003C0B57">
            <w:pPr>
              <w:ind w:left="720"/>
              <w:rPr>
                <w:b/>
                <w:u w:val="single"/>
                <w:lang w:val="en-GB"/>
              </w:rPr>
            </w:pPr>
          </w:p>
          <w:p w:rsidR="003C0B57" w:rsidRDefault="003C0B57" w:rsidP="003C0B57">
            <w:pPr>
              <w:rPr>
                <w:b/>
                <w:u w:val="single"/>
                <w:lang w:val="en-GB"/>
              </w:rPr>
            </w:pPr>
            <w:r>
              <w:rPr>
                <w:b/>
                <w:u w:val="single"/>
                <w:lang w:val="en-GB"/>
              </w:rPr>
              <w:t>US Doppler lower limb arteries Lt:</w:t>
            </w:r>
          </w:p>
          <w:p w:rsidR="003C0B57" w:rsidRDefault="003C0B57" w:rsidP="003C0B57">
            <w:pPr>
              <w:ind w:left="720"/>
              <w:rPr>
                <w:lang w:val="en-GB"/>
              </w:rPr>
            </w:pPr>
          </w:p>
          <w:p w:rsidR="003C0B57" w:rsidRDefault="003C0B57" w:rsidP="003C0B57">
            <w:pPr>
              <w:jc w:val="both"/>
              <w:rPr>
                <w:lang w:val="en-GB"/>
              </w:rPr>
            </w:pPr>
            <w:r>
              <w:rPr>
                <w:lang w:val="en-GB"/>
              </w:rPr>
              <w:t xml:space="preserve">The Common Femoral was patent with Triphasic waveforms and moderate heterogeneous atheroma noted. The Profunda Femoral artery was patent with biphasic waveforms. </w:t>
            </w:r>
          </w:p>
          <w:p w:rsidR="003C0B57" w:rsidRDefault="003C0B57" w:rsidP="003C0B57">
            <w:pPr>
              <w:jc w:val="both"/>
              <w:rPr>
                <w:lang w:val="en-GB"/>
              </w:rPr>
            </w:pPr>
          </w:p>
          <w:p w:rsidR="003C0B57" w:rsidRDefault="003C0B57" w:rsidP="003C0B57">
            <w:pPr>
              <w:jc w:val="both"/>
              <w:rPr>
                <w:lang w:val="en-GB"/>
              </w:rPr>
            </w:pPr>
            <w:r>
              <w:rPr>
                <w:lang w:val="en-GB"/>
              </w:rPr>
              <w:t xml:space="preserve">The Superficial Femoral is patent with mild diffuse calcific atheroma observed. Approximately 13 cm below the groin crease a max velocity of 2.40 cm/s, previously noted 50-75% stenosis, similar findings today. The distal SFA was observed to have triphasic waveforms. </w:t>
            </w:r>
          </w:p>
          <w:p w:rsidR="003C0B57" w:rsidRDefault="003C0B57" w:rsidP="003C0B57">
            <w:pPr>
              <w:jc w:val="both"/>
              <w:rPr>
                <w:lang w:val="en-GB"/>
              </w:rPr>
            </w:pPr>
          </w:p>
          <w:p w:rsidR="003C0B57" w:rsidRDefault="003C0B57" w:rsidP="003C0B57">
            <w:pPr>
              <w:jc w:val="both"/>
              <w:rPr>
                <w:lang w:val="en-GB"/>
              </w:rPr>
            </w:pPr>
            <w:r>
              <w:rPr>
                <w:lang w:val="en-GB"/>
              </w:rPr>
              <w:t xml:space="preserve">The Popliteal and Tibio-Peorneal trunk arteries were patent with triphasic waveforms detected. </w:t>
            </w:r>
          </w:p>
          <w:p w:rsidR="003C0B57" w:rsidRDefault="003C0B57" w:rsidP="00BD5C9B">
            <w:pPr>
              <w:jc w:val="both"/>
            </w:pPr>
            <w:r>
              <w:t xml:space="preserve"> </w:t>
            </w:r>
            <w:bookmarkEnd w:id="3"/>
          </w:p>
          <w:p w:rsidR="00BD5C9B" w:rsidRPr="00BD5C9B" w:rsidRDefault="00BD5C9B" w:rsidP="00BD5C9B">
            <w:pPr>
              <w:jc w:val="both"/>
            </w:pPr>
          </w:p>
          <w:p w:rsidR="003C0B57" w:rsidRDefault="003C0B57" w:rsidP="003C0B57">
            <w:pPr>
              <w:rPr>
                <w:lang w:val="en-GB"/>
              </w:rPr>
            </w:pPr>
          </w:p>
          <w:p w:rsidR="003C0B57" w:rsidRDefault="003C0B57" w:rsidP="003C0B57">
            <w:pPr>
              <w:rPr>
                <w:lang w:val="en-GB"/>
              </w:rPr>
            </w:pPr>
          </w:p>
          <w:tbl>
            <w:tblPr>
              <w:tblW w:w="0" w:type="auto"/>
              <w:tblLayout w:type="fixed"/>
              <w:tblLook w:val="01E0" w:firstRow="1" w:lastRow="1" w:firstColumn="1" w:lastColumn="1" w:noHBand="0" w:noVBand="0"/>
            </w:tblPr>
            <w:tblGrid>
              <w:gridCol w:w="1908"/>
              <w:gridCol w:w="6948"/>
            </w:tblGrid>
            <w:tr w:rsidR="003C0B57" w:rsidTr="003C0B57">
              <w:tc>
                <w:tcPr>
                  <w:tcW w:w="1908" w:type="dxa"/>
                  <w:hideMark/>
                </w:tcPr>
                <w:p w:rsidR="003C0B57" w:rsidRDefault="003C0B57">
                  <w:pPr>
                    <w:rPr>
                      <w:lang w:val="en-GB"/>
                    </w:rPr>
                  </w:pPr>
                  <w:r>
                    <w:rPr>
                      <w:lang w:val="en-GB"/>
                    </w:rPr>
                    <w:t>Reported By:</w:t>
                  </w:r>
                </w:p>
              </w:tc>
              <w:tc>
                <w:tcPr>
                  <w:tcW w:w="6948" w:type="dxa"/>
                  <w:hideMark/>
                </w:tcPr>
                <w:p w:rsidR="003C0B57" w:rsidRDefault="003C0B57">
                  <w:pPr>
                    <w:rPr>
                      <w:lang w:val="en-GB"/>
                    </w:rPr>
                  </w:pPr>
                  <w:r>
                    <w:rPr>
                      <w:lang w:val="en-GB"/>
                    </w:rPr>
                    <w:t>VASCULAR SONOGRAPHER - DANIEL SIMS</w:t>
                  </w:r>
                </w:p>
              </w:tc>
            </w:tr>
            <w:tr w:rsidR="003C0B57" w:rsidTr="003C0B57">
              <w:tc>
                <w:tcPr>
                  <w:tcW w:w="1908" w:type="dxa"/>
                  <w:hideMark/>
                </w:tcPr>
                <w:p w:rsidR="003C0B57" w:rsidRDefault="003C0B57">
                  <w:pPr>
                    <w:rPr>
                      <w:lang w:val="en-GB"/>
                    </w:rPr>
                  </w:pPr>
                  <w:r>
                    <w:rPr>
                      <w:lang w:val="en-GB"/>
                    </w:rPr>
                    <w:t>Report Date:</w:t>
                  </w:r>
                </w:p>
              </w:tc>
              <w:tc>
                <w:tcPr>
                  <w:tcW w:w="6948" w:type="dxa"/>
                  <w:hideMark/>
                </w:tcPr>
                <w:p w:rsidR="003C0B57" w:rsidRDefault="003C0B57">
                  <w:pPr>
                    <w:rPr>
                      <w:lang w:val="en-GB"/>
                    </w:rPr>
                  </w:pPr>
                  <w:r>
                    <w:rPr>
                      <w:noProof/>
                      <w:lang w:val="en-GB"/>
                    </w:rPr>
                    <w:t>15/05/2018 13:57:00</w:t>
                  </w:r>
                </w:p>
              </w:tc>
            </w:tr>
            <w:tr w:rsidR="003C0B57" w:rsidTr="003C0B57">
              <w:tc>
                <w:tcPr>
                  <w:tcW w:w="1908" w:type="dxa"/>
                  <w:hideMark/>
                </w:tcPr>
                <w:p w:rsidR="003C0B57" w:rsidRDefault="003C0B57">
                  <w:pPr>
                    <w:rPr>
                      <w:lang w:val="en-GB"/>
                    </w:rPr>
                  </w:pPr>
                  <w:r>
                    <w:rPr>
                      <w:lang w:val="en-GB"/>
                    </w:rPr>
                    <w:t>Typed By:</w:t>
                  </w:r>
                </w:p>
              </w:tc>
              <w:tc>
                <w:tcPr>
                  <w:tcW w:w="6948" w:type="dxa"/>
                </w:tcPr>
                <w:p w:rsidR="003C0B57" w:rsidRDefault="003C0B57">
                  <w:pPr>
                    <w:rPr>
                      <w:lang w:val="en-GB"/>
                    </w:rPr>
                  </w:pPr>
                </w:p>
              </w:tc>
            </w:tr>
          </w:tbl>
          <w:p w:rsidR="003C0B57" w:rsidRDefault="003C0B57" w:rsidP="003C0B57">
            <w:pPr>
              <w:rPr>
                <w:rFonts w:cs="Arial"/>
                <w:szCs w:val="20"/>
                <w:lang w:val="en-GB"/>
              </w:rPr>
            </w:pPr>
          </w:p>
          <w:p w:rsidR="003C0B57" w:rsidRDefault="003C0B57" w:rsidP="003C0B57">
            <w:pPr>
              <w:rPr>
                <w:rFonts w:cs="Arial"/>
                <w:szCs w:val="20"/>
                <w:lang w:val="en-GB"/>
              </w:rPr>
            </w:pPr>
            <w:bookmarkStart w:id="4" w:name="REPORTSTATUS"/>
            <w:bookmarkEnd w:id="4"/>
            <w:r>
              <w:rPr>
                <w:rFonts w:cs="Arial"/>
                <w:szCs w:val="20"/>
                <w:lang w:val="en-GB"/>
              </w:rPr>
              <w:t xml:space="preserve">Report status: Validated / -  Vascular Sonographer - Daniel Sims, </w:t>
            </w:r>
            <w:bookmarkStart w:id="5" w:name="REPORTEND"/>
            <w:bookmarkEnd w:id="5"/>
          </w:p>
          <w:p w:rsidR="009E0202" w:rsidRPr="00DC01AB" w:rsidRDefault="009E0202" w:rsidP="00DC01AB">
            <w:pPr>
              <w:pStyle w:val="CUSTOMColumnText"/>
            </w:pPr>
          </w:p>
        </w:tc>
      </w:tr>
      <w:tr w:rsidR="009D4370" w:rsidTr="003E131B">
        <w:trPr>
          <w:trHeight w:hRule="exact" w:val="1701"/>
        </w:trPr>
        <w:tc>
          <w:tcPr>
            <w:tcW w:w="10206" w:type="dxa"/>
            <w:gridSpan w:val="3"/>
            <w:tcBorders>
              <w:top w:val="single" w:sz="4" w:space="0" w:color="000000"/>
              <w:bottom w:val="single" w:sz="4" w:space="0" w:color="000000"/>
            </w:tcBorders>
            <w:shd w:val="clear" w:color="auto" w:fill="auto"/>
            <w:tcMar>
              <w:top w:w="85" w:type="dxa"/>
              <w:bottom w:w="85" w:type="dxa"/>
              <w:right w:w="85" w:type="dxa"/>
            </w:tcMar>
          </w:tcPr>
          <w:p w:rsidR="00BD5C9B" w:rsidRDefault="00BD5C9B" w:rsidP="00BD5C9B">
            <w:pPr>
              <w:jc w:val="both"/>
              <w:rPr>
                <w:lang w:val="en-GB"/>
              </w:rPr>
            </w:pPr>
            <w:r>
              <w:rPr>
                <w:lang w:val="en-GB"/>
              </w:rPr>
              <w:lastRenderedPageBreak/>
              <w:t xml:space="preserve">Due to acoustic shadowing from calcific atheroma the crural arteries were segmentally observed. The distal PTA was observed to have monophasic waveforms at the ankle 45cm/s. </w:t>
            </w:r>
          </w:p>
          <w:p w:rsidR="00BD5C9B" w:rsidRDefault="00BD5C9B" w:rsidP="00BD5C9B">
            <w:pPr>
              <w:jc w:val="both"/>
              <w:rPr>
                <w:lang w:val="en-GB"/>
              </w:rPr>
            </w:pPr>
          </w:p>
          <w:p w:rsidR="00BD5C9B" w:rsidRDefault="00BD5C9B" w:rsidP="00BD5C9B">
            <w:pPr>
              <w:jc w:val="both"/>
              <w:rPr>
                <w:lang w:val="en-GB"/>
              </w:rPr>
            </w:pPr>
            <w:r>
              <w:rPr>
                <w:lang w:val="en-GB"/>
              </w:rPr>
              <w:t xml:space="preserve">The peroneal artery was patent with monophasic waveforms distally 106cm/s.  </w:t>
            </w:r>
          </w:p>
          <w:p w:rsidR="00BD5C9B" w:rsidRDefault="00BD5C9B" w:rsidP="00BD5C9B">
            <w:pPr>
              <w:jc w:val="both"/>
              <w:rPr>
                <w:lang w:val="en-GB"/>
              </w:rPr>
            </w:pPr>
          </w:p>
          <w:p w:rsidR="009D4370" w:rsidRDefault="006C4C4F" w:rsidP="009510BA">
            <w:pPr>
              <w:pStyle w:val="CUSTOMColumnText"/>
            </w:pPr>
            <w:r>
              <w:t xml:space="preserve">The Anterior Tibial artery was patent with monophasic waveforms at the ankle. </w:t>
            </w:r>
          </w:p>
        </w:tc>
      </w:tr>
    </w:tbl>
    <w:p w:rsidR="00F97841" w:rsidRDefault="00F97841" w:rsidP="008C4F7F">
      <w:pPr>
        <w:pStyle w:val="CUSTOMNormal"/>
      </w:pPr>
    </w:p>
    <w:sectPr w:rsidR="00F97841" w:rsidSect="00E17436">
      <w:headerReference w:type="default" r:id="rId7"/>
      <w:headerReference w:type="first" r:id="rId8"/>
      <w:footerReference w:type="first" r:id="rId9"/>
      <w:pgSz w:w="11906" w:h="16838" w:code="9"/>
      <w:pgMar w:top="2892" w:right="851" w:bottom="1134" w:left="851" w:header="1276" w:footer="284" w:gutter="0"/>
      <w:pgBorders w:offsetFrom="page">
        <w:top w:val="double" w:sz="4" w:space="20" w:color="000000"/>
        <w:left w:val="double" w:sz="4" w:space="20" w:color="000000"/>
        <w:bottom w:val="double" w:sz="4" w:space="20" w:color="000000"/>
        <w:right w:val="double" w:sz="4" w:space="20" w:color="000000"/>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34ED" w:rsidRDefault="006434ED" w:rsidP="005748E3">
      <w:r>
        <w:separator/>
      </w:r>
    </w:p>
  </w:endnote>
  <w:endnote w:type="continuationSeparator" w:id="0">
    <w:p w:rsidR="006434ED" w:rsidRDefault="006434ED" w:rsidP="00574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4ED" w:rsidRDefault="006434ED">
    <w:pPr>
      <w:pStyle w:val="Footer"/>
    </w:pPr>
    <w:r>
      <w:rPr>
        <w:noProof/>
        <w:lang w:eastAsia="en-GB"/>
      </w:rPr>
      <mc:AlternateContent>
        <mc:Choice Requires="wpg">
          <w:drawing>
            <wp:anchor distT="0" distB="0" distL="114300" distR="114300" simplePos="0" relativeHeight="251658240" behindDoc="1" locked="0" layoutInCell="1" allowOverlap="1" wp14:anchorId="4951159A">
              <wp:simplePos x="0" y="0"/>
              <wp:positionH relativeFrom="column">
                <wp:posOffset>269875</wp:posOffset>
              </wp:positionH>
              <wp:positionV relativeFrom="paragraph">
                <wp:posOffset>-1192530</wp:posOffset>
              </wp:positionV>
              <wp:extent cx="6003925" cy="419100"/>
              <wp:effectExtent l="12700" t="7620" r="3175" b="11430"/>
              <wp:wrapNone/>
              <wp:docPr id="1"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03925" cy="419100"/>
                        <a:chOff x="1276" y="14226"/>
                        <a:chExt cx="9455" cy="660"/>
                      </a:xfrm>
                    </wpg:grpSpPr>
                    <wpg:grpSp>
                      <wpg:cNvPr id="144" name="Group 97"/>
                      <wpg:cNvGrpSpPr>
                        <a:grpSpLocks/>
                      </wpg:cNvGrpSpPr>
                      <wpg:grpSpPr bwMode="auto">
                        <a:xfrm>
                          <a:off x="1276" y="14394"/>
                          <a:ext cx="3977" cy="433"/>
                          <a:chOff x="1276" y="14394"/>
                          <a:chExt cx="3977" cy="433"/>
                        </a:xfrm>
                      </wpg:grpSpPr>
                      <wpg:grpSp>
                        <wpg:cNvPr id="146" name="Group 98"/>
                        <wpg:cNvGrpSpPr>
                          <a:grpSpLocks/>
                        </wpg:cNvGrpSpPr>
                        <wpg:grpSpPr bwMode="auto">
                          <a:xfrm>
                            <a:off x="1276" y="14394"/>
                            <a:ext cx="1918" cy="433"/>
                            <a:chOff x="1276" y="14394"/>
                            <a:chExt cx="1918" cy="433"/>
                          </a:xfrm>
                        </wpg:grpSpPr>
                        <wps:wsp>
                          <wps:cNvPr id="147" name="Rectangle 99"/>
                          <wps:cNvSpPr>
                            <a:spLocks noChangeArrowheads="1"/>
                          </wps:cNvSpPr>
                          <wps:spPr bwMode="auto">
                            <a:xfrm>
                              <a:off x="1276" y="14394"/>
                              <a:ext cx="369" cy="369"/>
                            </a:xfrm>
                            <a:prstGeom prst="rect">
                              <a:avLst/>
                            </a:prstGeom>
                            <a:solidFill>
                              <a:srgbClr val="000000"/>
                            </a:solidFill>
                            <a:ln w="6350">
                              <a:solidFill>
                                <a:srgbClr val="000000"/>
                              </a:solidFill>
                              <a:miter lim="800000"/>
                              <a:headEnd/>
                              <a:tailEnd/>
                            </a:ln>
                          </wps:spPr>
                          <wps:bodyPr rot="0" vert="horz" wrap="square" lIns="91440" tIns="45720" rIns="91440" bIns="45720" anchor="t" anchorCtr="0" upright="1">
                            <a:noAutofit/>
                          </wps:bodyPr>
                        </wps:wsp>
                        <wps:wsp>
                          <wps:cNvPr id="148" name="Text Box 100"/>
                          <wps:cNvSpPr txBox="1">
                            <a:spLocks noChangeArrowheads="1"/>
                          </wps:cNvSpPr>
                          <wps:spPr bwMode="auto">
                            <a:xfrm>
                              <a:off x="1769" y="14458"/>
                              <a:ext cx="1425"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34ED" w:rsidRPr="00734451" w:rsidRDefault="006434ED" w:rsidP="00D83824">
                                <w:pPr>
                                  <w:pStyle w:val="CUSTOMNormal"/>
                                  <w:tabs>
                                    <w:tab w:val="left" w:pos="392"/>
                                  </w:tabs>
                                  <w:rPr>
                                    <w:sz w:val="12"/>
                                    <w:szCs w:val="12"/>
                                  </w:rPr>
                                </w:pPr>
                                <w:r w:rsidRPr="00734451">
                                  <w:rPr>
                                    <w:sz w:val="12"/>
                                    <w:szCs w:val="12"/>
                                  </w:rPr>
                                  <w:t>Black colour fill indicates stenosis or occlusion</w:t>
                                </w:r>
                              </w:p>
                            </w:txbxContent>
                          </wps:txbx>
                          <wps:bodyPr rot="0" vert="horz" wrap="square" lIns="0" tIns="0" rIns="0" bIns="0" anchor="t" anchorCtr="0" upright="1">
                            <a:noAutofit/>
                          </wps:bodyPr>
                        </wps:wsp>
                      </wpg:grpSp>
                      <wpg:grpSp>
                        <wpg:cNvPr id="150" name="Group 101"/>
                        <wpg:cNvGrpSpPr>
                          <a:grpSpLocks/>
                        </wpg:cNvGrpSpPr>
                        <wpg:grpSpPr bwMode="auto">
                          <a:xfrm>
                            <a:off x="3304" y="14394"/>
                            <a:ext cx="1949" cy="433"/>
                            <a:chOff x="3304" y="14394"/>
                            <a:chExt cx="1949" cy="433"/>
                          </a:xfrm>
                        </wpg:grpSpPr>
                        <wps:wsp>
                          <wps:cNvPr id="151" name="Rectangle 102"/>
                          <wps:cNvSpPr>
                            <a:spLocks noChangeArrowheads="1"/>
                          </wps:cNvSpPr>
                          <wps:spPr bwMode="auto">
                            <a:xfrm>
                              <a:off x="3304" y="14394"/>
                              <a:ext cx="369" cy="369"/>
                            </a:xfrm>
                            <a:prstGeom prst="rect">
                              <a:avLst/>
                            </a:prstGeom>
                            <a:blipFill dpi="0" rotWithShape="1">
                              <a:blip r:embed="rId1"/>
                              <a:srcRect/>
                              <a:tile tx="0" ty="0" sx="100000" sy="100000" flip="none" algn="tl"/>
                            </a:blipFill>
                            <a:ln w="6350">
                              <a:solidFill>
                                <a:srgbClr val="000000"/>
                              </a:solidFill>
                              <a:miter lim="800000"/>
                              <a:headEnd/>
                              <a:tailEnd/>
                            </a:ln>
                          </wps:spPr>
                          <wps:bodyPr rot="0" vert="horz" wrap="square" lIns="91440" tIns="45720" rIns="91440" bIns="45720" anchor="t" anchorCtr="0" upright="1">
                            <a:noAutofit/>
                          </wps:bodyPr>
                        </wps:wsp>
                        <wps:wsp>
                          <wps:cNvPr id="152" name="Text Box 103"/>
                          <wps:cNvSpPr txBox="1">
                            <a:spLocks noChangeArrowheads="1"/>
                          </wps:cNvSpPr>
                          <wps:spPr bwMode="auto">
                            <a:xfrm>
                              <a:off x="3797" y="14458"/>
                              <a:ext cx="1456"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34ED" w:rsidRPr="00734451" w:rsidRDefault="006434ED" w:rsidP="00D83824">
                                <w:pPr>
                                  <w:pStyle w:val="CUSTOMNormal"/>
                                  <w:tabs>
                                    <w:tab w:val="left" w:pos="392"/>
                                  </w:tabs>
                                  <w:rPr>
                                    <w:sz w:val="12"/>
                                    <w:szCs w:val="12"/>
                                  </w:rPr>
                                </w:pPr>
                                <w:r w:rsidRPr="00734451">
                                  <w:rPr>
                                    <w:sz w:val="12"/>
                                    <w:szCs w:val="12"/>
                                  </w:rPr>
                                  <w:t>Grey and white texture indicates calcified plaque</w:t>
                                </w:r>
                              </w:p>
                            </w:txbxContent>
                          </wps:txbx>
                          <wps:bodyPr rot="0" vert="horz" wrap="square" lIns="0" tIns="0" rIns="0" bIns="0" anchor="t" anchorCtr="0" upright="1">
                            <a:noAutofit/>
                          </wps:bodyPr>
                        </wps:wsp>
                      </wpg:grpSp>
                    </wpg:grpSp>
                    <wpg:grpSp>
                      <wpg:cNvPr id="153" name="Group 104"/>
                      <wpg:cNvGrpSpPr>
                        <a:grpSpLocks/>
                      </wpg:cNvGrpSpPr>
                      <wpg:grpSpPr bwMode="auto">
                        <a:xfrm>
                          <a:off x="5382" y="14226"/>
                          <a:ext cx="5349" cy="660"/>
                          <a:chOff x="5382" y="14226"/>
                          <a:chExt cx="5349" cy="660"/>
                        </a:xfrm>
                      </wpg:grpSpPr>
                      <wpg:grpSp>
                        <wpg:cNvPr id="154" name="Group 105"/>
                        <wpg:cNvGrpSpPr>
                          <a:grpSpLocks/>
                        </wpg:cNvGrpSpPr>
                        <wpg:grpSpPr bwMode="auto">
                          <a:xfrm>
                            <a:off x="9328" y="14226"/>
                            <a:ext cx="1403" cy="660"/>
                            <a:chOff x="9265" y="14228"/>
                            <a:chExt cx="1403" cy="660"/>
                          </a:xfrm>
                        </wpg:grpSpPr>
                        <wps:wsp>
                          <wps:cNvPr id="155" name="AutoShape 106"/>
                          <wps:cNvCnPr>
                            <a:cxnSpLocks noChangeShapeType="1"/>
                          </wps:cNvCnPr>
                          <wps:spPr bwMode="auto">
                            <a:xfrm>
                              <a:off x="9265" y="14228"/>
                              <a:ext cx="1" cy="66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wps:wsp>
                          <wps:cNvPr id="156" name="AutoShape 107"/>
                          <wps:cNvCnPr>
                            <a:cxnSpLocks noChangeShapeType="1"/>
                          </wps:cNvCnPr>
                          <wps:spPr bwMode="auto">
                            <a:xfrm>
                              <a:off x="9361" y="14228"/>
                              <a:ext cx="1" cy="660"/>
                            </a:xfrm>
                            <a:prstGeom prst="straightConnector1">
                              <a:avLst/>
                            </a:prstGeom>
                            <a:noFill/>
                            <a:ln w="12700">
                              <a:solidFill>
                                <a:srgbClr val="00B050"/>
                              </a:solidFill>
                              <a:prstDash val="dash"/>
                              <a:round/>
                              <a:headEnd/>
                              <a:tailEnd/>
                            </a:ln>
                            <a:extLst>
                              <a:ext uri="{909E8E84-426E-40DD-AFC4-6F175D3DCCD1}">
                                <a14:hiddenFill xmlns:a14="http://schemas.microsoft.com/office/drawing/2010/main">
                                  <a:noFill/>
                                </a14:hiddenFill>
                              </a:ext>
                            </a:extLst>
                          </wps:spPr>
                          <wps:bodyPr/>
                        </wps:wsp>
                        <wps:wsp>
                          <wps:cNvPr id="157" name="Text Box 108"/>
                          <wps:cNvSpPr txBox="1">
                            <a:spLocks noChangeArrowheads="1"/>
                          </wps:cNvSpPr>
                          <wps:spPr bwMode="auto">
                            <a:xfrm>
                              <a:off x="9465" y="14481"/>
                              <a:ext cx="1203"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34ED" w:rsidRPr="00734451" w:rsidRDefault="006434ED" w:rsidP="00D83824">
                                <w:pPr>
                                  <w:pStyle w:val="CUSTOMNormal"/>
                                  <w:tabs>
                                    <w:tab w:val="left" w:pos="392"/>
                                  </w:tabs>
                                  <w:rPr>
                                    <w:sz w:val="12"/>
                                    <w:szCs w:val="12"/>
                                  </w:rPr>
                                </w:pPr>
                                <w:r w:rsidRPr="00734451">
                                  <w:rPr>
                                    <w:sz w:val="12"/>
                                    <w:szCs w:val="12"/>
                                  </w:rPr>
                                  <w:t>Dashed green line indicates stent in situ</w:t>
                                </w:r>
                              </w:p>
                            </w:txbxContent>
                          </wps:txbx>
                          <wps:bodyPr rot="0" vert="horz" wrap="square" lIns="0" tIns="0" rIns="0" bIns="0" anchor="t" anchorCtr="0" upright="1">
                            <a:noAutofit/>
                          </wps:bodyPr>
                        </wps:wsp>
                      </wpg:grpSp>
                      <wpg:grpSp>
                        <wpg:cNvPr id="158" name="Group 109"/>
                        <wpg:cNvGrpSpPr>
                          <a:grpSpLocks/>
                        </wpg:cNvGrpSpPr>
                        <wpg:grpSpPr bwMode="auto">
                          <a:xfrm>
                            <a:off x="5382" y="14226"/>
                            <a:ext cx="3859" cy="660"/>
                            <a:chOff x="5382" y="14226"/>
                            <a:chExt cx="3859" cy="660"/>
                          </a:xfrm>
                        </wpg:grpSpPr>
                        <wpg:grpSp>
                          <wpg:cNvPr id="159" name="Group 110"/>
                          <wpg:cNvGrpSpPr>
                            <a:grpSpLocks/>
                          </wpg:cNvGrpSpPr>
                          <wpg:grpSpPr bwMode="auto">
                            <a:xfrm>
                              <a:off x="7099" y="14394"/>
                              <a:ext cx="2142" cy="425"/>
                              <a:chOff x="7066" y="14396"/>
                              <a:chExt cx="2142" cy="425"/>
                            </a:xfrm>
                          </wpg:grpSpPr>
                          <wps:wsp>
                            <wps:cNvPr id="160" name="Rectangle 111"/>
                            <wps:cNvSpPr>
                              <a:spLocks noChangeArrowheads="1"/>
                            </wps:cNvSpPr>
                            <wps:spPr bwMode="auto">
                              <a:xfrm>
                                <a:off x="7066" y="14396"/>
                                <a:ext cx="369" cy="369"/>
                              </a:xfrm>
                              <a:prstGeom prst="rect">
                                <a:avLst/>
                              </a:prstGeom>
                              <a:solidFill>
                                <a:srgbClr val="B2B2B2"/>
                              </a:solidFill>
                              <a:ln w="6350">
                                <a:solidFill>
                                  <a:srgbClr val="000000"/>
                                </a:solidFill>
                                <a:miter lim="800000"/>
                                <a:headEnd/>
                                <a:tailEnd/>
                              </a:ln>
                            </wps:spPr>
                            <wps:bodyPr rot="0" vert="horz" wrap="square" lIns="91440" tIns="45720" rIns="91440" bIns="45720" anchor="t" anchorCtr="0" upright="1">
                              <a:noAutofit/>
                            </wps:bodyPr>
                          </wps:wsp>
                          <wps:wsp>
                            <wps:cNvPr id="180" name="Text Box 112"/>
                            <wps:cNvSpPr txBox="1">
                              <a:spLocks noChangeArrowheads="1"/>
                            </wps:cNvSpPr>
                            <wps:spPr bwMode="auto">
                              <a:xfrm>
                                <a:off x="7559" y="14452"/>
                                <a:ext cx="1649"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34ED" w:rsidRPr="00734451" w:rsidRDefault="006434ED" w:rsidP="00D83824">
                                  <w:pPr>
                                    <w:pStyle w:val="CUSTOMNormal"/>
                                    <w:tabs>
                                      <w:tab w:val="left" w:pos="392"/>
                                    </w:tabs>
                                    <w:rPr>
                                      <w:sz w:val="12"/>
                                      <w:szCs w:val="12"/>
                                    </w:rPr>
                                  </w:pPr>
                                  <w:r w:rsidRPr="00734451">
                                    <w:rPr>
                                      <w:sz w:val="12"/>
                                      <w:szCs w:val="12"/>
                                    </w:rPr>
                                    <w:t>Grey box indicates acoustic shadowing from calcification</w:t>
                                  </w:r>
                                </w:p>
                              </w:txbxContent>
                            </wps:txbx>
                            <wps:bodyPr rot="0" vert="horz" wrap="square" lIns="0" tIns="0" rIns="0" bIns="0" anchor="t" anchorCtr="0" upright="1">
                              <a:noAutofit/>
                            </wps:bodyPr>
                          </wps:wsp>
                        </wpg:grpSp>
                        <wpg:grpSp>
                          <wpg:cNvPr id="182" name="Group 113"/>
                          <wpg:cNvGrpSpPr>
                            <a:grpSpLocks/>
                          </wpg:cNvGrpSpPr>
                          <wpg:grpSpPr bwMode="auto">
                            <a:xfrm>
                              <a:off x="5382" y="14226"/>
                              <a:ext cx="1576" cy="660"/>
                              <a:chOff x="5382" y="14226"/>
                              <a:chExt cx="1576" cy="660"/>
                            </a:xfrm>
                          </wpg:grpSpPr>
                          <wps:wsp>
                            <wps:cNvPr id="183" name="AutoShape 114"/>
                            <wps:cNvCnPr>
                              <a:cxnSpLocks noChangeShapeType="1"/>
                            </wps:cNvCnPr>
                            <wps:spPr bwMode="auto">
                              <a:xfrm>
                                <a:off x="5382" y="14226"/>
                                <a:ext cx="1" cy="660"/>
                              </a:xfrm>
                              <a:prstGeom prst="straightConnector1">
                                <a:avLst/>
                              </a:prstGeom>
                              <a:noFill/>
                              <a:ln w="12700">
                                <a:solidFill>
                                  <a:srgbClr val="5F5F5F"/>
                                </a:solidFill>
                                <a:prstDash val="sysDot"/>
                                <a:round/>
                                <a:headEnd/>
                                <a:tailEnd/>
                              </a:ln>
                              <a:extLst>
                                <a:ext uri="{909E8E84-426E-40DD-AFC4-6F175D3DCCD1}">
                                  <a14:hiddenFill xmlns:a14="http://schemas.microsoft.com/office/drawing/2010/main">
                                    <a:noFill/>
                                  </a14:hiddenFill>
                                </a:ext>
                              </a:extLst>
                            </wps:spPr>
                            <wps:bodyPr/>
                          </wps:wsp>
                          <wps:wsp>
                            <wps:cNvPr id="184" name="Text Box 115"/>
                            <wps:cNvSpPr txBox="1">
                              <a:spLocks noChangeArrowheads="1"/>
                            </wps:cNvSpPr>
                            <wps:spPr bwMode="auto">
                              <a:xfrm>
                                <a:off x="5511" y="14458"/>
                                <a:ext cx="1447" cy="369"/>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6434ED" w:rsidRPr="00734451" w:rsidRDefault="006434ED" w:rsidP="00D83824">
                                  <w:pPr>
                                    <w:pStyle w:val="CUSTOMNormal"/>
                                    <w:tabs>
                                      <w:tab w:val="left" w:pos="392"/>
                                    </w:tabs>
                                    <w:rPr>
                                      <w:sz w:val="12"/>
                                      <w:szCs w:val="12"/>
                                    </w:rPr>
                                  </w:pPr>
                                  <w:r w:rsidRPr="00734451">
                                    <w:rPr>
                                      <w:sz w:val="12"/>
                                      <w:szCs w:val="12"/>
                                    </w:rPr>
                                    <w:t>Grey dotted line indicates medial wall calcification</w:t>
                                  </w:r>
                                </w:p>
                              </w:txbxContent>
                            </wps:txbx>
                            <wps:bodyPr rot="0" vert="horz" wrap="square" lIns="0" tIns="0" rIns="0" bIns="0" anchor="t" anchorCtr="0" upright="1">
                              <a:noAutofit/>
                            </wps:bodyPr>
                          </wps:wsp>
                        </wpg:grpSp>
                      </wpg:grpSp>
                    </wpg:grpSp>
                  </wpg:wgp>
                </a:graphicData>
              </a:graphic>
              <wp14:sizeRelH relativeFrom="page">
                <wp14:pctWidth>0</wp14:pctWidth>
              </wp14:sizeRelH>
              <wp14:sizeRelV relativeFrom="page">
                <wp14:pctHeight>0</wp14:pctHeight>
              </wp14:sizeRelV>
            </wp:anchor>
          </w:drawing>
        </mc:Choice>
        <mc:Fallback>
          <w:pict>
            <v:group id="Group 96" o:spid="_x0000_s1033" style="position:absolute;margin-left:21.25pt;margin-top:-93.9pt;width:472.75pt;height:33pt;z-index:-251658240" coordorigin="1276,14226" coordsize="9455,6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">
              <v:group id="Group 97" o:spid="_x0000_s1034" style="position:absolute;left:1276;top:14394;width:3977;height:433" coordorigin="1276,14394" coordsize="3977,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98" o:spid="_x0000_s1035" style="position:absolute;left:1276;top:14394;width:1918;height:433" coordorigin="1276,14394" coordsize="1918,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99" o:spid="_x0000_s1036" style="position:absolute;left:1276;top:14394;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Cc68IA&#10;AADaAAAADwAAAGRycy9kb3ducmV2LnhtbESPS2/CMBCE70j8B2uRuBGnqOkjYFDVJz0WuPS2ipc4&#10;aryO4gXSf19XQuI4mplvNMv14Ft1oj42gQ3cZDko4irYhmsD+93b7AFUFGSLbWAy8EsR1qvxaIml&#10;DWf+otNWapUgHEs04ES6UutYOfIYs9ARJ+8Qeo+SZF9r2+M5wX2r53l+pz02nBYcdvTsqPrZHr2B&#10;F/koHqXw76/NvXwPrijivPo0ZjoZnhaghAa5hi/tjTVwC/9X0g3Qq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kJzrwgAAANoAAAAPAAAAAAAAAAAAAAAAAJgCAABkcnMvZG93&#10;bnJldi54bWxQSwUGAAAAAAQABAD1AAAAhwMAAAAA&#10;" fillcolor="black" strokeweight=".5pt"/>
                  <v:shapetype id="_x0000_t202" coordsize="21600,21600" o:spt="202" path="m,l,21600r21600,l21600,xe">
                    <v:stroke joinstyle="miter"/>
                    <v:path gradientshapeok="t" o:connecttype="rect"/>
                  </v:shapetype>
                  <v:shape id="Text Box 100" o:spid="_x0000_s1037" type="#_x0000_t202" style="position:absolute;left:1769;top:14458;width:1425;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bBz8UA&#10;AADaAAAADwAAAGRycy9kb3ducmV2LnhtbESPT0vDQBTE70K/w/IK3uymPRRJuy3SP+BBra0Kentm&#10;n0lo9m3YfU3Tb+8KQo/DzPyGmS9716iOQqw9GxiPMlDEhbc1lwbe37Z396CiIFtsPJOBC0VYLgY3&#10;c8ytP/OeuoOUKkE45migEmlzrWNRkcM48i1x8n58cChJhlLbgOcEd42eZNlUO6w5LVTY0qqi4ng4&#10;OQPNZwxP35l8devyWV53+vSxGb8YczvsH2aghHq5hv/bj9bAFP6upBu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NsHPxQAAANoAAAAPAAAAAAAAAAAAAAAAAJgCAABkcnMv&#10;ZG93bnJldi54bWxQSwUGAAAAAAQABAD1AAAAigMAAAAA&#10;" filled="f" stroked="f" strokeweight=".5pt">
                    <v:textbox inset="0,0,0,0">
                      <w:txbxContent>
                        <w:p w:rsidR="004E704A" w:rsidRPr="00734451" w:rsidRDefault="004E704A" w:rsidP="00D83824">
                          <w:pPr>
                            <w:pStyle w:val="CUSTOMNormal"/>
                            <w:tabs>
                              <w:tab w:val="left" w:pos="392"/>
                            </w:tabs>
                            <w:rPr>
                              <w:sz w:val="12"/>
                              <w:szCs w:val="12"/>
                            </w:rPr>
                          </w:pPr>
                          <w:r w:rsidRPr="00734451">
                            <w:rPr>
                              <w:sz w:val="12"/>
                              <w:szCs w:val="12"/>
                            </w:rPr>
                            <w:t>Black colour fill indicates stenosis or occlusion</w:t>
                          </w:r>
                        </w:p>
                      </w:txbxContent>
                    </v:textbox>
                  </v:shape>
                </v:group>
                <v:group id="Group 101" o:spid="_x0000_s1038" style="position:absolute;left:3304;top:14394;width:1949;height:433" coordorigin="3304,14394" coordsize="1949,43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ect id="Rectangle 102" o:spid="_x0000_s1039" style="position:absolute;left:3304;top:14394;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3LsIA&#10;AADaAAAADwAAAGRycy9kb3ducmV2LnhtbERPz2vCMBS+C/4P4Qm7yEwdMrauqYggmyDTqZfdHs2z&#10;KTYvpYm2+tcvh4HHj+93Nu9tLa7U+sqxgukkAUFcOF1xqeB4WD2/gfABWWPtmBTcyMM8Hw4yTLXr&#10;+Ieu+1CKGMI+RQUmhCaV0heGLPqJa4gjd3KtxRBhW0rdYhfDbS1fkuRVWqw4NhhsaGmoOO8vVsF2&#10;dVkvul++v993u2QzG4878/mt1NOoX3yACNSHh/jf/aUVxK3xSrwBMv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vcuwgAAANoAAAAPAAAAAAAAAAAAAAAAAJgCAABkcnMvZG93&#10;bnJldi54bWxQSwUGAAAAAAQABAD1AAAAhwMAAAAA&#10;" strokeweight=".5pt">
                    <v:fill r:id="rId2" o:title="" recolor="t" rotate="t" type="tile"/>
                  </v:rect>
                  <v:shape id="Text Box 103" o:spid="_x0000_s1040" type="#_x0000_t202" style="position:absolute;left:3797;top:14458;width:1456;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lVvcUA&#10;AADaAAAADwAAAGRycy9kb3ducmV2LnhtbESPT2vCQBTE74V+h+UVeqsbPZSauopYBQ/9o7aF9vaa&#10;fU1Cs2/D7jPGb+8WBI/DzPyGmcx616iOQqw9GxgOMlDEhbc1lwY+3ld3D6CiIFtsPJOBI0WYTa+v&#10;Jphbf+AtdTspVYJwzNFAJdLmWseiIodx4Fvi5P364FCSDKW2AQ8J7ho9yrJ77bDmtFBhS4uKir/d&#10;3hlovmJ4/snku3sqX2Tzpvefy+GrMbc3/fwRlFAvl/C5vbYGxvB/Jd0APT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qVW9xQAAANoAAAAPAAAAAAAAAAAAAAAAAJgCAABkcnMv&#10;ZG93bnJldi54bWxQSwUGAAAAAAQABAD1AAAAigMAAAAA&#10;" filled="f" stroked="f" strokeweight=".5pt">
                    <v:textbox inset="0,0,0,0">
                      <w:txbxContent>
                        <w:p w:rsidR="004E704A" w:rsidRPr="00734451" w:rsidRDefault="004E704A" w:rsidP="00D83824">
                          <w:pPr>
                            <w:pStyle w:val="CUSTOMNormal"/>
                            <w:tabs>
                              <w:tab w:val="left" w:pos="392"/>
                            </w:tabs>
                            <w:rPr>
                              <w:sz w:val="12"/>
                              <w:szCs w:val="12"/>
                            </w:rPr>
                          </w:pPr>
                          <w:r w:rsidRPr="00734451">
                            <w:rPr>
                              <w:sz w:val="12"/>
                              <w:szCs w:val="12"/>
                            </w:rPr>
                            <w:t>Grey and white texture indicates calcified plaque</w:t>
                          </w:r>
                        </w:p>
                      </w:txbxContent>
                    </v:textbox>
                  </v:shape>
                </v:group>
              </v:group>
              <v:group id="Group 104" o:spid="_x0000_s1041" style="position:absolute;left:5382;top:14226;width:5349;height:660" coordorigin="5382,14226" coordsize="5349,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05" o:spid="_x0000_s1042" style="position:absolute;left:9328;top:14226;width:1403;height:660" coordorigin="9265,14228" coordsize="1403,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type id="_x0000_t32" coordsize="21600,21600" o:spt="32" o:oned="t" path="m,l21600,21600e" filled="f">
                    <v:path arrowok="t" fillok="f" o:connecttype="none"/>
                    <o:lock v:ext="edit" shapetype="t"/>
                  </v:shapetype>
                  <v:shape id="AutoShape 106" o:spid="_x0000_s1043" type="#_x0000_t32" style="position:absolute;left:9265;top:14228;width:1;height:6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0sq8AAAADbAAAADwAAAGRycy9kb3ducmV2LnhtbERPS2rDMBDdF3oHMYXuajkphOBaCU1o&#10;Skw2+R1gsKaSqTUylhq7t48Cgezm8b5TLkfXigv1ofGsYJLlIIhrrxs2Cs6nzdscRIjIGlvPpOCf&#10;AiwXz08lFtoPfKDLMRqRQjgUqMDG2BVShtqSw5D5jjhxP753GBPsjdQ9DinctXKa5zPpsOHUYLGj&#10;taX69/jnFKz8vq6+Teh2m/e1r76Mlbt8VOr1Zfz8ABFpjA/x3b3Vaf4Ubr+kA+TiC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KldLKvAAAAA2wAAAA8AAAAAAAAAAAAAAAAA&#10;oQIAAGRycy9kb3ducmV2LnhtbFBLBQYAAAAABAAEAPkAAACOAwAAAAA=&#10;" strokecolor="#00b050" strokeweight="1pt">
                    <v:stroke dashstyle="dash"/>
                  </v:shape>
                  <v:shape id="AutoShape 107" o:spid="_x0000_s1044" type="#_x0000_t32" style="position:absolute;left:9361;top:14228;width:1;height:6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GJMMEAAADbAAAADwAAAGRycy9kb3ducmV2LnhtbERP3WrCMBS+F/YO4Qx2p6kTRDqjzLLK&#10;xBvt9gCH5iwpa05KE9vu7RdhsLvz8f2e7X5yrRioD41nBctFBoK49rpho+Dzo5xvQISIrLH1TAp+&#10;KMB+9zDbYq79yFcaqmhECuGQowIbY5dLGWpLDsPCd8SJ+/K9w5hgb6TucUzhrpXPWbaWDhtODRY7&#10;KizV39XNKTj4S306mtCdy1XhT2/GynM2KfX0OL2+gIg0xX/xn/tdp/kruP+SDpC7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GEYkwwQAAANsAAAAPAAAAAAAAAAAAAAAA&#10;AKECAABkcnMvZG93bnJldi54bWxQSwUGAAAAAAQABAD5AAAAjwMAAAAA&#10;" strokecolor="#00b050" strokeweight="1pt">
                    <v:stroke dashstyle="dash"/>
                  </v:shape>
                  <v:shape id="Text Box 108" o:spid="_x0000_s1045" type="#_x0000_t202" style="position:absolute;left:9465;top:14481;width:1203;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tRScMA&#10;AADbAAAADwAAAGRycy9kb3ducmV2LnhtbERPS2vCQBC+F/oflin0VjdKKZK6ilgFD32obaG9TbPT&#10;JDQ7G3bHGP+9WxC8zcf3nMmsd43qKMTas4HhIANFXHhbc2ng4311NwYVBdli45kMHCnCbHp9NcHc&#10;+gNvqdtJqVIIxxwNVCJtrnUsKnIYB74lTtyvDw4lwVBqG/CQwl2jR1n2oB3WnBoqbGlRUfG32zsD&#10;zVcMzz+ZfHdP5Yts3vT+czl8Neb2pp8/ghLq5SI+u9c2zb+H/1/SAXp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6tRScMAAADbAAAADwAAAAAAAAAAAAAAAACYAgAAZHJzL2Rv&#10;d25yZXYueG1sUEsFBgAAAAAEAAQA9QAAAIgDAAAAAA==&#10;" filled="f" stroked="f" strokeweight=".5pt">
                    <v:textbox inset="0,0,0,0">
                      <w:txbxContent>
                        <w:p w:rsidR="004E704A" w:rsidRPr="00734451" w:rsidRDefault="004E704A" w:rsidP="00D83824">
                          <w:pPr>
                            <w:pStyle w:val="CUSTOMNormal"/>
                            <w:tabs>
                              <w:tab w:val="left" w:pos="392"/>
                            </w:tabs>
                            <w:rPr>
                              <w:sz w:val="12"/>
                              <w:szCs w:val="12"/>
                            </w:rPr>
                          </w:pPr>
                          <w:r w:rsidRPr="00734451">
                            <w:rPr>
                              <w:sz w:val="12"/>
                              <w:szCs w:val="12"/>
                            </w:rPr>
                            <w:t>Dashed green line indicates stent in situ</w:t>
                          </w:r>
                        </w:p>
                      </w:txbxContent>
                    </v:textbox>
                  </v:shape>
                </v:group>
                <v:group id="Group 109" o:spid="_x0000_s1046" style="position:absolute;left:5382;top:14226;width:3859;height:660" coordorigin="5382,14226" coordsize="3859,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group id="Group 110" o:spid="_x0000_s1047" style="position:absolute;left:7099;top:14394;width:2142;height:425" coordorigin="7066,14396" coordsize="2142,42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rect id="Rectangle 111" o:spid="_x0000_s1048" style="position:absolute;left:7066;top:14396;width:36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5WiMMA&#10;AADbAAAADwAAAGRycy9kb3ducmV2LnhtbERP22rCQBB9L/gPywh9qxtbsBLdhCIKFixewdcxOyah&#10;2dl0d6tpv74rFHybw7nONO9MIy7kfG1ZwXCQgCAurK65VHDYL57GIHxA1thYJgU/5CHPeg9TTLW9&#10;8pYuu1CKGMI+RQVVCG0qpS8qMugHtiWO3Nk6gyFCV0rt8BrDTSOfk2QkDdYcGypsaVZR8bn7Ngrc&#10;/HCcj+r1y2b1FVa/4649ffC7Uo/97m0CIlAX7uJ/91LH+a9w+yUe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g5WiMMAAADbAAAADwAAAAAAAAAAAAAAAACYAgAAZHJzL2Rv&#10;d25yZXYueG1sUEsFBgAAAAAEAAQA9QAAAIgDAAAAAA==&#10;" fillcolor="#b2b2b2" strokeweight=".5pt"/>
                    <v:shape id="Text Box 112" o:spid="_x0000_s1049" type="#_x0000_t202" style="position:absolute;left:7559;top:14452;width:1649;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ZbTMUA&#10;AADbAAAADwAAAGRycy9kb3ducmV2LnhtbESPzU7DQAyE70i8w8pI3OimHCoUuq0QPxKHAm0Bqb2Z&#10;rEkist5o103D29cHJG62Zjzzeb4cQ2cGSrmN7GA6KcAQV9G3XDv4eH+6ugGTBdljF5kc/FKG5eL8&#10;bI6lj0fe0LCV2mgI5xIdNCJ9aW2uGgqYJ7EnVu07poCia6qtT3jU8NDZ66KY2YAta0ODPd03VP1s&#10;D8FBt8tp9VXIfnioX2T9Zg+fj9NX5y4vxrtbMEKj/Jv/rp+94ius/qID2MU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5ltMxQAAANsAAAAPAAAAAAAAAAAAAAAAAJgCAABkcnMv&#10;ZG93bnJldi54bWxQSwUGAAAAAAQABAD1AAAAigMAAAAA&#10;" filled="f" stroked="f" strokeweight=".5pt">
                      <v:textbox inset="0,0,0,0">
                        <w:txbxContent>
                          <w:p w:rsidR="004E704A" w:rsidRPr="00734451" w:rsidRDefault="004E704A" w:rsidP="00D83824">
                            <w:pPr>
                              <w:pStyle w:val="CUSTOMNormal"/>
                              <w:tabs>
                                <w:tab w:val="left" w:pos="392"/>
                              </w:tabs>
                              <w:rPr>
                                <w:sz w:val="12"/>
                                <w:szCs w:val="12"/>
                              </w:rPr>
                            </w:pPr>
                            <w:r w:rsidRPr="00734451">
                              <w:rPr>
                                <w:sz w:val="12"/>
                                <w:szCs w:val="12"/>
                              </w:rPr>
                              <w:t>Grey box indicates acoustic shadowing from calcification</w:t>
                            </w:r>
                          </w:p>
                        </w:txbxContent>
                      </v:textbox>
                    </v:shape>
                  </v:group>
                  <v:group id="Group 113" o:spid="_x0000_s1050" style="position:absolute;left:5382;top:14226;width:1576;height:660" coordorigin="5382,14226" coordsize="1576,6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AutoShape 114" o:spid="_x0000_s1051" type="#_x0000_t32" style="position:absolute;left:5382;top:14226;width:1;height:6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epd8AAAADbAAAADwAAAGRycy9kb3ducmV2LnhtbERPu27CMBTdK/EP1kViKw4ZKKQYBCio&#10;XctD6ngV3yYp8XVkm2D+vh4qMR6d92oTTScGcr61rGA2zUAQV1a3XCs4nw6vCxA+IGvsLJOCB3nY&#10;rEcvKyy0vfMXDcdQixTCvkAFTQh9IaWvGjLop7YnTtyPdQZDgq6W2uE9hZtO5lk2lwZbTg0N9rRv&#10;qLoeb0bBKc/KiNeL3r0tf7/Lh4372UdUajKO23cQgWJ4iv/dn1pBntanL+kHyPU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UnqXfAAAAA2wAAAA8AAAAAAAAAAAAAAAAA&#10;oQIAAGRycy9kb3ducmV2LnhtbFBLBQYAAAAABAAEAPkAAACOAwAAAAA=&#10;" strokecolor="#5f5f5f" strokeweight="1pt">
                      <v:stroke dashstyle="1 1"/>
                    </v:shape>
                    <v:shape id="Text Box 115" o:spid="_x0000_s1052" type="#_x0000_t202" style="position:absolute;left:5511;top:14458;width:1447;height:3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A4bMUA&#10;AADbAAAADwAAAGRycy9kb3ducmV2LnhtbESPT2vCQBTE7wW/w/KE3uomHkpJXUXUQg/9p61gb6/Z&#10;ZxLMvg27z5h++26h0OMwM79hZovBtaqnEBvPBvJJBoq49LbhysDH+8PNHagoyBZbz2TgmyIs5qOr&#10;GRbWX3hL/U4qlSAcCzRQi3SF1rGsyWGc+I44eUcfHEqSodI24CXBXaunWXarHTacFmrsaFVTedqd&#10;nYH2EMPTVyaf/bp6lrdXfd5v8hdjrsfD8h6U0CD/4b/2ozUwzeH3S/oBe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sDhsxQAAANsAAAAPAAAAAAAAAAAAAAAAAJgCAABkcnMv&#10;ZG93bnJldi54bWxQSwUGAAAAAAQABAD1AAAAigMAAAAA&#10;" filled="f" stroked="f" strokeweight=".5pt">
                      <v:textbox inset="0,0,0,0">
                        <w:txbxContent>
                          <w:p w:rsidR="004E704A" w:rsidRPr="00734451" w:rsidRDefault="004E704A" w:rsidP="00D83824">
                            <w:pPr>
                              <w:pStyle w:val="CUSTOMNormal"/>
                              <w:tabs>
                                <w:tab w:val="left" w:pos="392"/>
                              </w:tabs>
                              <w:rPr>
                                <w:sz w:val="12"/>
                                <w:szCs w:val="12"/>
                              </w:rPr>
                            </w:pPr>
                            <w:r w:rsidRPr="00734451">
                              <w:rPr>
                                <w:sz w:val="12"/>
                                <w:szCs w:val="12"/>
                              </w:rPr>
                              <w:t>Grey dotted line indicates medial wall calcification</w:t>
                            </w:r>
                          </w:p>
                        </w:txbxContent>
                      </v:textbox>
                    </v:shape>
                  </v:group>
                </v:group>
              </v:group>
            </v:group>
          </w:pict>
        </mc:Fallback>
      </mc:AlternateContent>
    </w:r>
    <w:r>
      <w:rPr>
        <w:noProof/>
        <w:lang w:eastAsia="en-GB"/>
      </w:rPr>
      <w:drawing>
        <wp:anchor distT="0" distB="0" distL="114300" distR="114300" simplePos="0" relativeHeight="251654144" behindDoc="1" locked="1" layoutInCell="1" allowOverlap="1" wp14:anchorId="4951159B">
          <wp:simplePos x="0" y="0"/>
          <wp:positionH relativeFrom="page">
            <wp:posOffset>2881630</wp:posOffset>
          </wp:positionH>
          <wp:positionV relativeFrom="page">
            <wp:posOffset>9822180</wp:posOffset>
          </wp:positionV>
          <wp:extent cx="1764030" cy="502285"/>
          <wp:effectExtent l="0" t="0" r="762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34ED" w:rsidRDefault="006434ED" w:rsidP="005748E3">
      <w:r>
        <w:separator/>
      </w:r>
    </w:p>
  </w:footnote>
  <w:footnote w:type="continuationSeparator" w:id="0">
    <w:p w:rsidR="006434ED" w:rsidRDefault="006434ED" w:rsidP="00574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4ED" w:rsidRDefault="006434ED" w:rsidP="00F97841">
    <w:pPr>
      <w:pStyle w:val="CUSTOMHeaderSpacer"/>
    </w:pPr>
    <w:r>
      <w:rPr>
        <w:noProof/>
        <w:lang w:eastAsia="en-GB"/>
      </w:rPr>
      <mc:AlternateContent>
        <mc:Choice Requires="wpg">
          <w:drawing>
            <wp:anchor distT="0" distB="0" distL="114300" distR="114300" simplePos="0" relativeHeight="251660288" behindDoc="1" locked="1" layoutInCell="0" allowOverlap="1" wp14:anchorId="49511594">
              <wp:simplePos x="0" y="0"/>
              <wp:positionH relativeFrom="page">
                <wp:posOffset>540385</wp:posOffset>
              </wp:positionH>
              <wp:positionV relativeFrom="page">
                <wp:posOffset>583565</wp:posOffset>
              </wp:positionV>
              <wp:extent cx="6484620" cy="1017270"/>
              <wp:effectExtent l="0" t="2540" r="4445" b="0"/>
              <wp:wrapNone/>
              <wp:docPr id="29" name="Group 1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30" name="Picture 1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1" name="Picture 12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22" o:spid="_x0000_s1026" style="position:absolute;margin-left:42.55pt;margin-top:45.95pt;width:510.6pt;height:80.1pt;z-index:-251656192;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3"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sQo/jAAAAA2wAAAA8AAABkcnMvZG93bnJldi54bWxET01rwkAQvQv9D8sUepG6UaGE6Cq2WPAk&#10;1ErP090xCcnOhuwa4793DoUeH+97vR19qwbqYx3YwHyWgSK2wdVcGjh/f77moGJCdtgGJgN3irDd&#10;PE3WWLhw4y8aTqlUEsKxQANVSl2hdbQVeYyz0BELdwm9xySwL7Xr8SbhvtWLLHvTHmuWhgo7+qjI&#10;Nqerl5ILX/N2uvjNm/P+/fiT28PQWGNensfdClSiMf2L/9wHZ2Ap6+WL/AC9e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mxCj+MAAAADbAAAADwAAAAAAAAAAAAAAAACfAgAA&#10;ZHJzL2Rvd25yZXYueG1sUEsFBgAAAAAEAAQA9wAAAIwDAAAAAA==&#10;">
                <v:imagedata r:id="rId3" o:title=""/>
              </v:shape>
              <v:shape id="Picture 124"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3yaSDDAAAA2wAAAA8AAABkcnMvZG93bnJldi54bWxEj0+LwjAUxO+C3yE8wZumrrJINYouKosH&#10;0ar3R/P6B5uX2kTtfnuzsLDHYWZ+w8yXranEkxpXWlYwGkYgiFOrS84VXM7bwRSE88gaK8uk4Icc&#10;LBfdzhxjbV98omficxEg7GJUUHhfx1K6tCCDbmhr4uBltjHog2xyqRt8Bbip5EcUfUqDJYeFAmv6&#10;Kii9JQ+jILtvs/3x5HG9m9ySyXVzONL0oFS/165mIDy1/j/81/7WCsYj+P0SfoBcv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fJpIMMAAADbAAAADwAAAAAAAAAAAAAAAACf&#10;AgAAZHJzL2Rvd25yZXYueG1sUEsFBgAAAAAEAAQA9wAAAI8DAAAAAA==&#10;">
                <v:imagedata r:id="rId4" o:title=""/>
              </v:shape>
              <w10:wrap anchorx="page" anchory="page"/>
              <w10:anchorlock/>
            </v:group>
          </w:pict>
        </mc:Fallback>
      </mc:AlternateContent>
    </w:r>
    <w:r>
      <w:rPr>
        <w:noProof/>
        <w:lang w:eastAsia="en-GB"/>
      </w:rPr>
      <w:drawing>
        <wp:anchor distT="0" distB="0" distL="114300" distR="114300" simplePos="0" relativeHeight="251657216" behindDoc="1" locked="1" layoutInCell="1" allowOverlap="1" wp14:anchorId="49511595">
          <wp:simplePos x="0" y="0"/>
          <wp:positionH relativeFrom="page">
            <wp:posOffset>2880360</wp:posOffset>
          </wp:positionH>
          <wp:positionV relativeFrom="page">
            <wp:posOffset>9822180</wp:posOffset>
          </wp:positionV>
          <wp:extent cx="1764030" cy="502285"/>
          <wp:effectExtent l="0" t="0" r="7620" b="0"/>
          <wp:wrapNone/>
          <wp:docPr id="2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64030" cy="5022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45720" distB="45720" distL="114300" distR="114300" simplePos="0" relativeHeight="251656192" behindDoc="1" locked="1" layoutInCell="1" allowOverlap="1" wp14:anchorId="49511596">
              <wp:simplePos x="0" y="0"/>
              <wp:positionH relativeFrom="page">
                <wp:posOffset>540385</wp:posOffset>
              </wp:positionH>
              <wp:positionV relativeFrom="page">
                <wp:posOffset>10031095</wp:posOffset>
              </wp:positionV>
              <wp:extent cx="6480175" cy="288290"/>
              <wp:effectExtent l="0" t="1270" r="0" b="0"/>
              <wp:wrapNone/>
              <wp:docPr id="2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4ED" w:rsidRDefault="006434ED" w:rsidP="009F19EF">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4" o:spid="_x0000_s1031" type="#_x0000_t202" style="position:absolute;margin-left:42.55pt;margin-top:789.85pt;width:510.25pt;height:22.7pt;z-index:-251660288;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" filled="f" stroked="f">
              <v:textbox inset="0,0,0,0">
                <w:txbxContent>
                  <w:p w:rsidR="004E704A" w:rsidRDefault="004E704A" w:rsidP="009F19EF">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4ED" w:rsidRDefault="006434ED">
    <w:pPr>
      <w:pStyle w:val="Header"/>
    </w:pPr>
    <w:r>
      <w:rPr>
        <w:noProof/>
        <w:lang w:eastAsia="en-GB"/>
      </w:rPr>
      <w:drawing>
        <wp:anchor distT="0" distB="0" distL="114300" distR="114300" simplePos="0" relativeHeight="251661312" behindDoc="0" locked="1" layoutInCell="0" allowOverlap="1" wp14:anchorId="2D30C038">
          <wp:simplePos x="0" y="0"/>
          <wp:positionH relativeFrom="page">
            <wp:posOffset>2571115</wp:posOffset>
          </wp:positionH>
          <wp:positionV relativeFrom="page">
            <wp:posOffset>3386455</wp:posOffset>
          </wp:positionV>
          <wp:extent cx="2430145" cy="5349875"/>
          <wp:effectExtent l="0" t="0" r="8255" b="3175"/>
          <wp:wrapNone/>
          <wp:docPr id="26" name="Picture 137" descr="Bot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7" descr="Both"/>
                  <pic:cNvPicPr preferRelativeResize="0">
                    <a:picLocks noChangeArrowheads="1"/>
                  </pic:cNvPicPr>
                </pic:nvPicPr>
                <pic:blipFill>
                  <a:blip r:embed="rId1">
                    <a:extLst>
                      <a:ext uri="{28A0092B-C50C-407E-A947-70E740481C1C}">
                        <a14:useLocalDpi xmlns:a14="http://schemas.microsoft.com/office/drawing/2010/main" val="0"/>
                      </a:ext>
                    </a:extLst>
                  </a:blip>
                  <a:srcRect t="4979"/>
                  <a:stretch>
                    <a:fillRect/>
                  </a:stretch>
                </pic:blipFill>
                <pic:spPr bwMode="auto">
                  <a:xfrm>
                    <a:off x="0" y="0"/>
                    <a:ext cx="2430145" cy="534987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g">
          <w:drawing>
            <wp:anchor distT="0" distB="0" distL="114300" distR="114300" simplePos="0" relativeHeight="251659264" behindDoc="1" locked="1" layoutInCell="0" allowOverlap="1" wp14:anchorId="49511598">
              <wp:simplePos x="0" y="0"/>
              <wp:positionH relativeFrom="page">
                <wp:posOffset>540385</wp:posOffset>
              </wp:positionH>
              <wp:positionV relativeFrom="page">
                <wp:posOffset>583565</wp:posOffset>
              </wp:positionV>
              <wp:extent cx="6484620" cy="1017270"/>
              <wp:effectExtent l="0" t="2540" r="4445" b="0"/>
              <wp:wrapNone/>
              <wp:docPr id="23" name="Group 1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4620" cy="1017270"/>
                        <a:chOff x="850" y="918"/>
                        <a:chExt cx="10212" cy="1602"/>
                      </a:xfrm>
                    </wpg:grpSpPr>
                    <pic:pic xmlns:pic="http://schemas.openxmlformats.org/drawingml/2006/picture">
                      <pic:nvPicPr>
                        <pic:cNvPr id="137" name="Picture 1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850" y="918"/>
                          <a:ext cx="3317" cy="1401"/>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8" name="Picture 12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8227" y="1701"/>
                          <a:ext cx="2835" cy="819"/>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119" o:spid="_x0000_s1026" style="position:absolute;margin-left:42.55pt;margin-top:45.95pt;width:510.6pt;height:80.1pt;z-index:-251657216;mso-position-horizontal-relative:page;mso-position-vertical-relative:page" coordorigin="850,918" coordsize="10212,160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0" o:spid="_x0000_s1027" type="#_x0000_t75" style="position:absolute;left:850;top:918;width:3317;height:14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HyMybCAAAA2wAAAA8AAABkcnMvZG93bnJldi54bWxEj19rwjAUxd8Fv0O4A19kppYhpRplygY+&#10;DaZlz9fk2pY2N6WJtX77ZTDw8XD+/Dib3WhbMVDva8cKlosEBLF2puZSQXH+fM1A+IBssHVMCh7k&#10;YbedTjaYG3fnbxpOoRRxhH2OCqoQulxKryuy6BeuI47e1fUWQ5R9KU2P9zhuW5kmyUparDkSKuzo&#10;UJFuTjcbIVe+Ze08vWRN8bH/+sn0cWi0UrOX8X0NItAYnuH/9tEoSN/g70v8AXL7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h8jMmwgAAANsAAAAPAAAAAAAAAAAAAAAAAJ8C&#10;AABkcnMvZG93bnJldi54bWxQSwUGAAAAAAQABAD3AAAAjgMAAAAA&#10;">
                <v:imagedata r:id="rId4" o:title=""/>
              </v:shape>
              <v:shape id="Picture 121" o:spid="_x0000_s1028" type="#_x0000_t75" style="position:absolute;left:8227;top:1701;width:2835;height:8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cQ+f7DAAAA2wAAAA8AAABkcnMvZG93bnJldi54bWxEj0+LwjAUxO8LfofwBG9rqugi1Sgqq4gH&#10;0ar3R/P6B5uXbhO1fnuzsLDHYWZ+w8wWranEgxpXWlYw6EcgiFOrS84VXM6bzwkI55E1VpZJwYsc&#10;LOadjxnG2j75RI/E5yJA2MWooPC+jqV0aUEGXd/WxMHLbGPQB9nkUjf4DHBTyWEUfUmDJYeFAmta&#10;F5TekrtRkP1ssv3x5HG1Hd2S0fX7cKTJQalet11OQXhq/X/4r73TCoZj+P0SfoCcv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xD5/sMAAADbAAAADwAAAAAAAAAAAAAAAACf&#10;AgAAZHJzL2Rvd25yZXYueG1sUEsFBgAAAAAEAAQA9wAAAI8DAAAAAA==&#10;">
                <v:imagedata r:id="rId5" o:title=""/>
              </v:shape>
              <w10:wrap anchorx="page" anchory="page"/>
              <w10:anchorlock/>
            </v:group>
          </w:pict>
        </mc:Fallback>
      </mc:AlternateContent>
    </w:r>
    <w:r>
      <w:rPr>
        <w:noProof/>
        <w:lang w:eastAsia="en-GB"/>
      </w:rPr>
      <mc:AlternateContent>
        <mc:Choice Requires="wps">
          <w:drawing>
            <wp:anchor distT="45720" distB="45720" distL="114300" distR="114300" simplePos="0" relativeHeight="251655168" behindDoc="1" locked="1" layoutInCell="1" allowOverlap="1" wp14:anchorId="49511599">
              <wp:simplePos x="0" y="0"/>
              <wp:positionH relativeFrom="page">
                <wp:posOffset>539750</wp:posOffset>
              </wp:positionH>
              <wp:positionV relativeFrom="page">
                <wp:posOffset>10029825</wp:posOffset>
              </wp:positionV>
              <wp:extent cx="6480175" cy="288290"/>
              <wp:effectExtent l="0" t="0" r="0" b="0"/>
              <wp:wrapNone/>
              <wp:docPr id="2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017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4ED" w:rsidRDefault="006434ED" w:rsidP="002E04BC">
                          <w:pPr>
                            <w:pStyle w:val="CUSTOMFooterAddress"/>
                          </w:pPr>
                          <w:r>
                            <w:t>Vascular Lab | Main Outpatients Building | Level 1 | Lewisham Hospital | SE13 6LH | Ext: 3425</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2" type="#_x0000_t202" style="position:absolute;margin-left:42.5pt;margin-top:789.75pt;width:510.25pt;height:22.7pt;z-index:-251661312;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" filled="f" stroked="f">
              <v:textbox inset="0,0,0,0">
                <w:txbxContent>
                  <w:p w:rsidR="004E704A" w:rsidRDefault="004E704A" w:rsidP="002E04BC">
                    <w:pPr>
                      <w:pStyle w:val="CUSTOMFooterAddress"/>
                    </w:pPr>
                    <w:r>
                      <w:t>Vascular Lab | Main Outpatients Building | Level 1 | Lewisham Hospital | SE13 6LH | Ext: 3425</w:t>
                    </w:r>
                  </w:p>
                </w:txbxContent>
              </v:textbox>
              <w10:wrap anchorx="page"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o:colormru v:ext="edit" colors="#ddd,silver"/>
      <o:colormenu v:ext="edit" strokecolor="none [3213]"/>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4AE"/>
    <w:rsid w:val="00000CAF"/>
    <w:rsid w:val="00002C57"/>
    <w:rsid w:val="0002322E"/>
    <w:rsid w:val="00030ECC"/>
    <w:rsid w:val="00033B0B"/>
    <w:rsid w:val="00044A92"/>
    <w:rsid w:val="00047E48"/>
    <w:rsid w:val="0006170F"/>
    <w:rsid w:val="00075B57"/>
    <w:rsid w:val="00095E0A"/>
    <w:rsid w:val="000B1F8C"/>
    <w:rsid w:val="000C302A"/>
    <w:rsid w:val="000D03AD"/>
    <w:rsid w:val="000D12F2"/>
    <w:rsid w:val="000D73D9"/>
    <w:rsid w:val="000E220B"/>
    <w:rsid w:val="00133B8E"/>
    <w:rsid w:val="001346C4"/>
    <w:rsid w:val="0014708E"/>
    <w:rsid w:val="00156E8E"/>
    <w:rsid w:val="00186F8F"/>
    <w:rsid w:val="00191142"/>
    <w:rsid w:val="00196CF5"/>
    <w:rsid w:val="001A0461"/>
    <w:rsid w:val="001A7AF4"/>
    <w:rsid w:val="001C0F37"/>
    <w:rsid w:val="001C2A3A"/>
    <w:rsid w:val="001C3912"/>
    <w:rsid w:val="001D6A03"/>
    <w:rsid w:val="001F44A2"/>
    <w:rsid w:val="00210977"/>
    <w:rsid w:val="00226007"/>
    <w:rsid w:val="0023354F"/>
    <w:rsid w:val="002739C8"/>
    <w:rsid w:val="002867C0"/>
    <w:rsid w:val="002923BD"/>
    <w:rsid w:val="002932DD"/>
    <w:rsid w:val="00293ED4"/>
    <w:rsid w:val="002A016B"/>
    <w:rsid w:val="002A430F"/>
    <w:rsid w:val="002C6A41"/>
    <w:rsid w:val="002D4419"/>
    <w:rsid w:val="002D613D"/>
    <w:rsid w:val="002D7122"/>
    <w:rsid w:val="002E04BC"/>
    <w:rsid w:val="00304C4D"/>
    <w:rsid w:val="003234AA"/>
    <w:rsid w:val="00324212"/>
    <w:rsid w:val="00352F64"/>
    <w:rsid w:val="003747AD"/>
    <w:rsid w:val="00380B46"/>
    <w:rsid w:val="00382C7D"/>
    <w:rsid w:val="00384449"/>
    <w:rsid w:val="003909B4"/>
    <w:rsid w:val="00394CF1"/>
    <w:rsid w:val="003A6622"/>
    <w:rsid w:val="003C0B57"/>
    <w:rsid w:val="003C0B62"/>
    <w:rsid w:val="003E131B"/>
    <w:rsid w:val="003E1E07"/>
    <w:rsid w:val="003F7EB7"/>
    <w:rsid w:val="0040168D"/>
    <w:rsid w:val="004071DB"/>
    <w:rsid w:val="00411FD4"/>
    <w:rsid w:val="00425ED0"/>
    <w:rsid w:val="004353A0"/>
    <w:rsid w:val="004520A0"/>
    <w:rsid w:val="004767D0"/>
    <w:rsid w:val="00477D62"/>
    <w:rsid w:val="004A3BCC"/>
    <w:rsid w:val="004C122B"/>
    <w:rsid w:val="004E0025"/>
    <w:rsid w:val="004E1746"/>
    <w:rsid w:val="004E3E95"/>
    <w:rsid w:val="004E704A"/>
    <w:rsid w:val="004F4E3F"/>
    <w:rsid w:val="005042CB"/>
    <w:rsid w:val="005060EC"/>
    <w:rsid w:val="00525F48"/>
    <w:rsid w:val="00543410"/>
    <w:rsid w:val="00543DEF"/>
    <w:rsid w:val="00552A95"/>
    <w:rsid w:val="005534C2"/>
    <w:rsid w:val="005606F1"/>
    <w:rsid w:val="005748E3"/>
    <w:rsid w:val="00575A29"/>
    <w:rsid w:val="00580AB2"/>
    <w:rsid w:val="005947E5"/>
    <w:rsid w:val="00596D0F"/>
    <w:rsid w:val="005B2430"/>
    <w:rsid w:val="005C197D"/>
    <w:rsid w:val="005D4909"/>
    <w:rsid w:val="005D7B21"/>
    <w:rsid w:val="005E4AD5"/>
    <w:rsid w:val="005E594C"/>
    <w:rsid w:val="005E5F50"/>
    <w:rsid w:val="00601B30"/>
    <w:rsid w:val="00615B7D"/>
    <w:rsid w:val="00624106"/>
    <w:rsid w:val="00632733"/>
    <w:rsid w:val="006434ED"/>
    <w:rsid w:val="00644C5F"/>
    <w:rsid w:val="00656DF2"/>
    <w:rsid w:val="0067732A"/>
    <w:rsid w:val="006C4C4F"/>
    <w:rsid w:val="006D3CE8"/>
    <w:rsid w:val="006D59BA"/>
    <w:rsid w:val="00701D82"/>
    <w:rsid w:val="007102C1"/>
    <w:rsid w:val="007112FB"/>
    <w:rsid w:val="00721A7D"/>
    <w:rsid w:val="0078169E"/>
    <w:rsid w:val="007A34E3"/>
    <w:rsid w:val="007E5FF2"/>
    <w:rsid w:val="007E7F55"/>
    <w:rsid w:val="00803E28"/>
    <w:rsid w:val="00804042"/>
    <w:rsid w:val="00811182"/>
    <w:rsid w:val="00813362"/>
    <w:rsid w:val="00826BA1"/>
    <w:rsid w:val="00830365"/>
    <w:rsid w:val="00854725"/>
    <w:rsid w:val="00880184"/>
    <w:rsid w:val="00893153"/>
    <w:rsid w:val="008A7D65"/>
    <w:rsid w:val="008B3BF4"/>
    <w:rsid w:val="008B3C2A"/>
    <w:rsid w:val="008C4F7F"/>
    <w:rsid w:val="008E68D9"/>
    <w:rsid w:val="008E77CD"/>
    <w:rsid w:val="00907CF4"/>
    <w:rsid w:val="00923531"/>
    <w:rsid w:val="00924EB0"/>
    <w:rsid w:val="009350DF"/>
    <w:rsid w:val="00942505"/>
    <w:rsid w:val="00943CA7"/>
    <w:rsid w:val="009510BA"/>
    <w:rsid w:val="00961297"/>
    <w:rsid w:val="00970BAF"/>
    <w:rsid w:val="009A0ECB"/>
    <w:rsid w:val="009A14AE"/>
    <w:rsid w:val="009A3EEC"/>
    <w:rsid w:val="009C12E1"/>
    <w:rsid w:val="009C7062"/>
    <w:rsid w:val="009D4370"/>
    <w:rsid w:val="009E0202"/>
    <w:rsid w:val="009F19EF"/>
    <w:rsid w:val="009F70D4"/>
    <w:rsid w:val="00A04256"/>
    <w:rsid w:val="00A078E6"/>
    <w:rsid w:val="00A43026"/>
    <w:rsid w:val="00A46516"/>
    <w:rsid w:val="00A62728"/>
    <w:rsid w:val="00A756CF"/>
    <w:rsid w:val="00A90B05"/>
    <w:rsid w:val="00A90F95"/>
    <w:rsid w:val="00AA2AD4"/>
    <w:rsid w:val="00AA35BB"/>
    <w:rsid w:val="00AB09A7"/>
    <w:rsid w:val="00AB7058"/>
    <w:rsid w:val="00AC0210"/>
    <w:rsid w:val="00B010A0"/>
    <w:rsid w:val="00B03018"/>
    <w:rsid w:val="00B108A5"/>
    <w:rsid w:val="00B14AFB"/>
    <w:rsid w:val="00B14E12"/>
    <w:rsid w:val="00B35F22"/>
    <w:rsid w:val="00B415C1"/>
    <w:rsid w:val="00B433C6"/>
    <w:rsid w:val="00B43DCC"/>
    <w:rsid w:val="00B44D5F"/>
    <w:rsid w:val="00B734E8"/>
    <w:rsid w:val="00B73F68"/>
    <w:rsid w:val="00B87660"/>
    <w:rsid w:val="00BC5836"/>
    <w:rsid w:val="00BD5C9B"/>
    <w:rsid w:val="00BE046B"/>
    <w:rsid w:val="00C003DC"/>
    <w:rsid w:val="00C061C7"/>
    <w:rsid w:val="00C14503"/>
    <w:rsid w:val="00C24FD1"/>
    <w:rsid w:val="00C36AA5"/>
    <w:rsid w:val="00C44E9D"/>
    <w:rsid w:val="00C5626E"/>
    <w:rsid w:val="00C64AE2"/>
    <w:rsid w:val="00C71224"/>
    <w:rsid w:val="00C877D8"/>
    <w:rsid w:val="00C90BFA"/>
    <w:rsid w:val="00C943BB"/>
    <w:rsid w:val="00CA5B58"/>
    <w:rsid w:val="00CB3119"/>
    <w:rsid w:val="00D065FF"/>
    <w:rsid w:val="00D12EFB"/>
    <w:rsid w:val="00D35CC3"/>
    <w:rsid w:val="00D83824"/>
    <w:rsid w:val="00D86277"/>
    <w:rsid w:val="00D94904"/>
    <w:rsid w:val="00DA781F"/>
    <w:rsid w:val="00DC01AB"/>
    <w:rsid w:val="00DC47D6"/>
    <w:rsid w:val="00DC5770"/>
    <w:rsid w:val="00DD0B20"/>
    <w:rsid w:val="00DF1634"/>
    <w:rsid w:val="00DF1DE9"/>
    <w:rsid w:val="00E05B4C"/>
    <w:rsid w:val="00E17436"/>
    <w:rsid w:val="00E32912"/>
    <w:rsid w:val="00E339E8"/>
    <w:rsid w:val="00E4100D"/>
    <w:rsid w:val="00E463E3"/>
    <w:rsid w:val="00E6169F"/>
    <w:rsid w:val="00E711E6"/>
    <w:rsid w:val="00E73447"/>
    <w:rsid w:val="00EA5C7C"/>
    <w:rsid w:val="00ED45C7"/>
    <w:rsid w:val="00F02797"/>
    <w:rsid w:val="00F028B5"/>
    <w:rsid w:val="00F02F77"/>
    <w:rsid w:val="00F071E8"/>
    <w:rsid w:val="00F118E7"/>
    <w:rsid w:val="00F16C76"/>
    <w:rsid w:val="00F3457B"/>
    <w:rsid w:val="00F3756B"/>
    <w:rsid w:val="00F77AC7"/>
    <w:rsid w:val="00F959B6"/>
    <w:rsid w:val="00F97841"/>
    <w:rsid w:val="00FA67A6"/>
    <w:rsid w:val="00FA7ABC"/>
    <w:rsid w:val="00FD5490"/>
    <w:rsid w:val="00FE1407"/>
    <w:rsid w:val="00FF0E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colormru v:ext="edit" colors="#ddd,silver"/>
      <o:colormenu v:ext="edit" strokecolor="none [3213]"/>
    </o:shapedefaults>
    <o:shapelayout v:ext="edit">
      <o:idmap v:ext="edit" data="1"/>
      <o:regrouptable v:ext="edit">
        <o:entry new="1" old="0"/>
      </o:regrouptable>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B57"/>
    <w:rPr>
      <w:rFonts w:ascii="Arial" w:eastAsia="Times New Roman" w:hAnsi="Arial"/>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4E1746"/>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rPr>
      <w:rFonts w:ascii="Segoe UI" w:eastAsia="Calibri" w:hAnsi="Segoe UI" w:cs="Segoe UI"/>
      <w:sz w:val="18"/>
      <w:szCs w:val="18"/>
      <w:lang w:val="en-GB"/>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1" w:defUIPriority="99" w:defSemiHidden="1" w:defUnhideWhenUsed="1" w:defQFormat="0" w:count="267">
    <w:lsdException w:name="Normal" w:locked="0"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Title" w:semiHidden="0" w:uiPriority="10" w:unhideWhenUsed="0" w:qFormat="1"/>
    <w:lsdException w:name="Default Paragraph Font" w:locked="0"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locked="0"/>
    <w:lsdException w:name="HTML Bottom of Form" w:locked="0"/>
    <w:lsdException w:name="Normal Table" w:locked="0"/>
    <w:lsdException w:name="No List" w:locked="0"/>
    <w:lsdException w:name="Table Grid" w:locked="0"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B57"/>
    <w:rPr>
      <w:rFonts w:ascii="Arial" w:eastAsia="Times New Roman" w:hAnsi="Arial"/>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HeaderChar">
    <w:name w:val="Header Char"/>
    <w:link w:val="Header"/>
    <w:uiPriority w:val="99"/>
    <w:rsid w:val="005748E3"/>
    <w:rPr>
      <w:sz w:val="22"/>
      <w:szCs w:val="22"/>
      <w:lang w:eastAsia="en-US"/>
    </w:rPr>
  </w:style>
  <w:style w:type="paragraph" w:styleId="Footer">
    <w:name w:val="footer"/>
    <w:basedOn w:val="Normal"/>
    <w:link w:val="FooterChar"/>
    <w:uiPriority w:val="99"/>
    <w:unhideWhenUsed/>
    <w:locked/>
    <w:rsid w:val="005748E3"/>
    <w:pPr>
      <w:tabs>
        <w:tab w:val="center" w:pos="4513"/>
        <w:tab w:val="right" w:pos="9026"/>
      </w:tabs>
      <w:spacing w:after="160" w:line="259" w:lineRule="auto"/>
    </w:pPr>
    <w:rPr>
      <w:rFonts w:ascii="Calibri" w:eastAsia="Calibri" w:hAnsi="Calibri"/>
      <w:sz w:val="22"/>
      <w:szCs w:val="22"/>
      <w:lang w:val="en-GB"/>
    </w:rPr>
  </w:style>
  <w:style w:type="character" w:customStyle="1" w:styleId="FooterChar">
    <w:name w:val="Footer Char"/>
    <w:link w:val="Footer"/>
    <w:uiPriority w:val="99"/>
    <w:rsid w:val="005748E3"/>
    <w:rPr>
      <w:sz w:val="22"/>
      <w:szCs w:val="22"/>
      <w:lang w:eastAsia="en-US"/>
    </w:rPr>
  </w:style>
  <w:style w:type="paragraph" w:customStyle="1" w:styleId="CUSTOMNormal">
    <w:name w:val="CUSTOM_Normal"/>
    <w:qFormat/>
    <w:rsid w:val="00DC01AB"/>
    <w:pPr>
      <w:suppressAutoHyphens/>
    </w:pPr>
    <w:rPr>
      <w:rFonts w:ascii="Arial" w:hAnsi="Arial"/>
      <w:kern w:val="12"/>
      <w:sz w:val="16"/>
      <w:szCs w:val="22"/>
      <w:lang w:eastAsia="en-US"/>
    </w:rPr>
  </w:style>
  <w:style w:type="paragraph" w:customStyle="1" w:styleId="CUSTOMFooterAddress">
    <w:name w:val="CUSTOM_Footer Address"/>
    <w:basedOn w:val="CUSTOMNormal"/>
    <w:qFormat/>
    <w:rsid w:val="002E04BC"/>
    <w:pPr>
      <w:jc w:val="center"/>
    </w:pPr>
    <w:rPr>
      <w:sz w:val="17"/>
    </w:rPr>
  </w:style>
  <w:style w:type="table" w:styleId="TableGrid">
    <w:name w:val="Table Grid"/>
    <w:basedOn w:val="TableNormal"/>
    <w:uiPriority w:val="39"/>
    <w:locked/>
    <w:rsid w:val="006241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USTOMBoldColumnHeading">
    <w:name w:val="CUSTOM_Bold Column Heading"/>
    <w:basedOn w:val="CUSTOMNormal"/>
    <w:next w:val="CUSTOMColumnText"/>
    <w:qFormat/>
    <w:rsid w:val="00DC01AB"/>
    <w:rPr>
      <w:b/>
      <w:sz w:val="18"/>
    </w:rPr>
  </w:style>
  <w:style w:type="paragraph" w:customStyle="1" w:styleId="CUSTOMHeaderText">
    <w:name w:val="CUSTOM_Header Text"/>
    <w:basedOn w:val="CUSTOMNormal"/>
    <w:qFormat/>
    <w:rsid w:val="00DC01AB"/>
  </w:style>
  <w:style w:type="paragraph" w:customStyle="1" w:styleId="CUSTOMColumnText">
    <w:name w:val="CUSTOM_Column Text"/>
    <w:basedOn w:val="CUSTOMHeaderText"/>
    <w:qFormat/>
    <w:rsid w:val="004E1746"/>
    <w:rPr>
      <w:sz w:val="18"/>
    </w:rPr>
  </w:style>
  <w:style w:type="paragraph" w:customStyle="1" w:styleId="CUSTOMIllustrativeContent">
    <w:name w:val="CUSTOM_Illustrative Content"/>
    <w:basedOn w:val="CUSTOMNormal"/>
    <w:qFormat/>
    <w:rsid w:val="00D065FF"/>
    <w:pPr>
      <w:jc w:val="center"/>
    </w:pPr>
  </w:style>
  <w:style w:type="paragraph" w:customStyle="1" w:styleId="CUSTOMHeaderSpacer">
    <w:name w:val="CUSTOM_Header Spacer"/>
    <w:basedOn w:val="Header"/>
    <w:qFormat/>
    <w:rsid w:val="00F97841"/>
    <w:pPr>
      <w:spacing w:after="1260"/>
    </w:pPr>
    <w:rPr>
      <w:rFonts w:ascii="Arial" w:hAnsi="Arial"/>
    </w:rPr>
  </w:style>
  <w:style w:type="paragraph" w:styleId="BalloonText">
    <w:name w:val="Balloon Text"/>
    <w:basedOn w:val="Normal"/>
    <w:link w:val="BalloonTextChar"/>
    <w:uiPriority w:val="99"/>
    <w:semiHidden/>
    <w:unhideWhenUsed/>
    <w:locked/>
    <w:rsid w:val="00D35CC3"/>
    <w:rPr>
      <w:rFonts w:ascii="Segoe UI" w:eastAsia="Calibri" w:hAnsi="Segoe UI" w:cs="Segoe UI"/>
      <w:sz w:val="18"/>
      <w:szCs w:val="18"/>
      <w:lang w:val="en-GB"/>
    </w:rPr>
  </w:style>
  <w:style w:type="character" w:customStyle="1" w:styleId="BalloonTextChar">
    <w:name w:val="Balloon Text Char"/>
    <w:link w:val="BalloonText"/>
    <w:uiPriority w:val="99"/>
    <w:semiHidden/>
    <w:rsid w:val="00D35CC3"/>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073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8.png"/><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 Id="rId5" Type="http://schemas.openxmlformats.org/officeDocument/2006/relationships/image" Target="media/image5.emf"/><Relationship Id="rId4"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1.emf"/><Relationship Id="rId1" Type="http://schemas.openxmlformats.org/officeDocument/2006/relationships/image" Target="media/image6.png"/><Relationship Id="rId5" Type="http://schemas.openxmlformats.org/officeDocument/2006/relationships/image" Target="media/image4.emf"/><Relationship Id="rId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UHLCFS4.uhl.nhs.uk\Shared\VSL\VSL%20Docs\Templates\Templates%202019%20Final\lower%20limb%20arterial%20templates\Lower%20Limb%20-%20Arterial%20Duplex%20-%20Both%20-%20Disease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Lower Limb - Arterial Duplex - Both - Diseased</Template>
  <TotalTime>90</TotalTime>
  <Pages>3</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Lewisham &amp; Greenwich NHS Trust</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apurba.dahal</dc:creator>
  <cp:lastModifiedBy>Daniel Sims</cp:lastModifiedBy>
  <cp:revision>13</cp:revision>
  <cp:lastPrinted>2019-09-13T09:46:00Z</cp:lastPrinted>
  <dcterms:created xsi:type="dcterms:W3CDTF">2019-09-13T08:20:00Z</dcterms:created>
  <dcterms:modified xsi:type="dcterms:W3CDTF">2019-10-15T09:44:00Z</dcterms:modified>
</cp:coreProperties>
</file>